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E60D0" w14:textId="5A0A51BD" w:rsidR="000E56ED" w:rsidRDefault="00CE17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4EBFE" wp14:editId="62EA8557">
                <wp:simplePos x="0" y="0"/>
                <wp:positionH relativeFrom="column">
                  <wp:posOffset>-180975</wp:posOffset>
                </wp:positionH>
                <wp:positionV relativeFrom="paragraph">
                  <wp:posOffset>1866900</wp:posOffset>
                </wp:positionV>
                <wp:extent cx="6467475" cy="7121525"/>
                <wp:effectExtent l="0" t="0" r="0" b="317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712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71C46" w14:textId="77777777" w:rsidR="004460C8" w:rsidRDefault="004460C8">
                            <w:pPr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Arial Black" w:hAnsi="Arial Black"/>
                                <w:sz w:val="72"/>
                                <w:szCs w:val="72"/>
                              </w:rPr>
                              <w:t>BOWLING NIGHT</w:t>
                            </w:r>
                          </w:p>
                          <w:p w14:paraId="6D548032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              SUNDAY &lt;20.07.202&gt;</w:t>
                            </w:r>
                          </w:p>
                          <w:p w14:paraId="5DC6E50A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  MUSIC BY: DJ RIVER | DJ GHOST</w:t>
                            </w:r>
                          </w:p>
                          <w:p w14:paraId="324D999C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$5 ENTRY | $2 PARKING | 2 DRINKS</w:t>
                            </w:r>
                          </w:p>
                          <w:p w14:paraId="660ABB81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FREE FOR KIDS OR LADIES BEFORE MIDNIGHT</w:t>
                            </w:r>
                          </w:p>
                          <w:p w14:paraId="44C828CB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             20 KIDS | 25 ADULT</w:t>
                            </w:r>
                          </w:p>
                          <w:p w14:paraId="4DD1C0EC" w14:textId="77777777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 ADDRESS | CONTACT # +82428825</w:t>
                            </w:r>
                          </w:p>
                          <w:p w14:paraId="02E2FB06" w14:textId="6D891D44" w:rsidR="004460C8" w:rsidRDefault="004460C8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                 FACEBOOK | INSTAGRAM | TWITTER</w:t>
                            </w:r>
                          </w:p>
                          <w:p w14:paraId="4034B4BC" w14:textId="41067407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2F9E0151" w14:textId="5BA552EC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706B010C" w14:textId="541416FB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21C26B22" w14:textId="3A94C9EC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79134304" w14:textId="72FED9F3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35FC35E4" w14:textId="27AC33FC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14532151" w14:textId="5431E0F0" w:rsidR="00A503EA" w:rsidRDefault="00A503EA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</w:p>
                          <w:p w14:paraId="188F4017" w14:textId="1335F980" w:rsidR="00A503EA" w:rsidRPr="00A503EA" w:rsidRDefault="00A503EA">
                            <w:pPr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</w:pPr>
                            <w:r w:rsidRPr="00A503EA"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 xml:space="preserve">              </w:t>
                            </w:r>
                            <w:r w:rsidRPr="00A503EA"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F4EBFE" id="Rectangle 3" o:spid="_x0000_s1026" style="position:absolute;margin-left:-14.25pt;margin-top:147pt;width:509.25pt;height:5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/9n7wEAAL4DAAAOAAAAZHJzL2Uyb0RvYy54bWysU8GO0zAQvSPxD5bvNE1IW4iarla7WoS0&#10;sCsWPsBxnMQi8Zix26R8PWOnW7pwQ1wsj2f85r3n8fZqGnp2UOg0mJKniyVnykiotWlL/u3r3Zt3&#10;nDkvTC16MKrkR+X41e71q+1oC5VBB32tkBGIccVoS955b4skcbJTg3ALsMpQsgEchKcQ26RGMRL6&#10;0CfZcrlORsDaIkjlHJ3ezkm+i/hNo6R/aBqnPOtLTtx8XDGuVViT3VYULQrbaXmiIf6BxSC0oaZn&#10;qFvhBduj/gtq0BLBQeMXEoYEmkZLFTWQmnT5h5qnTlgVtZA5zp5tcv8PVn4+PCLTdckzzowY6Im+&#10;kGnCtL1ib4M9o3UFVT3ZRwwCnb0H+d0xAzcdValrRBg7JWoilYb65MWFEDi6yqrxE9SELvYeolNT&#10;g0MAJA/YFB/keH4QNXkm6XCdrzf5ZsWZpNwmzdJVtoo9RPF83aLzHxQMLGxKjkQ+wovDvfOBjiie&#10;S0I3A3e67+Or9+bFARWGk0g/MJ6V+6maTiZUUB9JCMI8RDT0tOkAf3I20gCV3P3YC1Sc9R8NmfE+&#10;zfMwcTHIV5uMArzMVJcZYSRBldxzNm9v/Dyle4u67ahTGmUZuCYDGx2lBXNnVifeNCRR8WmgwxRe&#10;xrHq97fb/QIAAP//AwBQSwMEFAAGAAgAAAAhAE5li1/jAAAADAEAAA8AAABkcnMvZG93bnJldi54&#10;bWxMj8FKw0AQhu+C77CM4EXaTUMjTZpNkYJYRCim2vM2mSbB7Gya3Sbx7R1PepthPv75/nQzmVYM&#10;2LvGkoLFPACBVNiyoUrBx+F5tgLhvKZSt5ZQwTc62GS3N6lOSjvSOw65rwSHkEu0gtr7LpHSFTUa&#10;7ea2Q+Lb2fZGe177Spa9HjnctDIMgkdpdEP8odYdbmssvvKrUTAW++F4eHuR+4fjztJld9nmn69K&#10;3d9NT2sQHif/B8OvPqtDxk4ne6XSiVbBLFxFjCoI4yWXYiKOAx5OjC4XUQQyS+X/EtkPAAAA//8D&#10;AFBLAQItABQABgAIAAAAIQC2gziS/gAAAOEBAAATAAAAAAAAAAAAAAAAAAAAAABbQ29udGVudF9U&#10;eXBlc10ueG1sUEsBAi0AFAAGAAgAAAAhADj9If/WAAAAlAEAAAsAAAAAAAAAAAAAAAAALwEAAF9y&#10;ZWxzLy5yZWxzUEsBAi0AFAAGAAgAAAAhAD0b/2fvAQAAvgMAAA4AAAAAAAAAAAAAAAAALgIAAGRy&#10;cy9lMm9Eb2MueG1sUEsBAi0AFAAGAAgAAAAhAE5li1/jAAAADAEAAA8AAAAAAAAAAAAAAAAASQQA&#10;AGRycy9kb3ducmV2LnhtbFBLBQYAAAAABAAEAPMAAABZBQAAAAA=&#10;" filled="f" stroked="f">
                <v:textbox>
                  <w:txbxContent>
                    <w:p w14:paraId="2F871C46" w14:textId="77777777" w:rsidR="004460C8" w:rsidRDefault="004460C8">
                      <w:pPr>
                        <w:rPr>
                          <w:rFonts w:ascii="Arial Black" w:hAnsi="Arial Black"/>
                          <w:sz w:val="72"/>
                          <w:szCs w:val="72"/>
                        </w:rPr>
                      </w:pPr>
                      <w:r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Arial Black" w:hAnsi="Arial Black"/>
                          <w:sz w:val="72"/>
                          <w:szCs w:val="72"/>
                        </w:rPr>
                        <w:t>BOWLING NIGHT</w:t>
                      </w:r>
                    </w:p>
                    <w:p w14:paraId="6D548032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              SUNDAY &lt;20.07.202&gt;</w:t>
                      </w:r>
                    </w:p>
                    <w:p w14:paraId="5DC6E50A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  MUSIC BY: DJ RIVER | DJ GHOST</w:t>
                      </w:r>
                    </w:p>
                    <w:p w14:paraId="324D999C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$5 ENTRY | $2 PARKING | 2 DRINKS</w:t>
                      </w:r>
                    </w:p>
                    <w:p w14:paraId="660ABB81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FREE FOR KIDS OR LADIES BEFORE MIDNIGHT</w:t>
                      </w:r>
                    </w:p>
                    <w:p w14:paraId="44C828CB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             20 KIDS | 25 ADULT</w:t>
                      </w:r>
                    </w:p>
                    <w:p w14:paraId="4DD1C0EC" w14:textId="77777777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 ADDRESS | CONTACT # +82428825</w:t>
                      </w:r>
                    </w:p>
                    <w:p w14:paraId="02E2FB06" w14:textId="6D891D44" w:rsidR="004460C8" w:rsidRDefault="004460C8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                 FACEBOOK | INSTAGRAM | TWITTER</w:t>
                      </w:r>
                    </w:p>
                    <w:p w14:paraId="4034B4BC" w14:textId="41067407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2F9E0151" w14:textId="5BA552EC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706B010C" w14:textId="541416FB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21C26B22" w14:textId="3A94C9EC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79134304" w14:textId="72FED9F3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35FC35E4" w14:textId="27AC33FC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14532151" w14:textId="5431E0F0" w:rsidR="00A503EA" w:rsidRDefault="00A503EA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</w:p>
                    <w:p w14:paraId="188F4017" w14:textId="1335F980" w:rsidR="00A503EA" w:rsidRPr="00A503EA" w:rsidRDefault="00A503EA">
                      <w:pPr>
                        <w:rPr>
                          <w:rFonts w:ascii="Arial Black" w:hAnsi="Arial Black"/>
                          <w:sz w:val="40"/>
                          <w:szCs w:val="40"/>
                        </w:rPr>
                      </w:pPr>
                      <w:r w:rsidRPr="00A503EA">
                        <w:rPr>
                          <w:rFonts w:ascii="Arial Black" w:hAnsi="Arial Black"/>
                          <w:sz w:val="40"/>
                          <w:szCs w:val="40"/>
                        </w:rPr>
                        <w:t xml:space="preserve">              </w:t>
                      </w:r>
                      <w:r w:rsidRPr="00A503EA">
                        <w:rPr>
                          <w:rFonts w:ascii="Arial Black" w:hAnsi="Arial Black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0E66B5" wp14:editId="15606BF3">
                <wp:simplePos x="0" y="0"/>
                <wp:positionH relativeFrom="column">
                  <wp:posOffset>-962025</wp:posOffset>
                </wp:positionH>
                <wp:positionV relativeFrom="paragraph">
                  <wp:posOffset>-914400</wp:posOffset>
                </wp:positionV>
                <wp:extent cx="7810500" cy="101060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0" cy="10106025"/>
                        </a:xfrm>
                        <a:prstGeom prst="rect">
                          <a:avLst/>
                        </a:prstGeom>
                        <a:blipFill dpi="0" rotWithShape="0">
                          <a:blip r:embed="rId4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27FC0" id="Rectangle 2" o:spid="_x0000_s1026" style="position:absolute;margin-left:-75.75pt;margin-top:-1in;width:615pt;height:79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NT1xsAgAA0gQAAA4AAABkcnMvZTJvRG9jLnhtbKxUTY/TMBC9I/Ef&#10;LN9pkmq7H1HT1apl0UoLrFgQZ8d2Ggt/MXabLr+esZOWXTggIXKwPPZ45s17M1leH4wmewlBOdvQ&#10;alZSIi13QtltQ798vn1zSUmIzAqmnZUNfZKBXq9ev1oOvpZz1zstJBAMYkM9+Ib2Mfq6KALvpWFh&#10;5ry0eNk5MCyiCdtCABswutHFvCzPi8GB8OC4DAFPN+MlXeX4XSd5/Nh1QUaiG4rYYl4hr21ai9WS&#10;1Vtgvld8gsH+AYVhymLSU6gNi4zsQP0RyigOLrguzrgzhes6xWWuAaupyt+qeeyZl7kWJCf4E03h&#10;/4XlH/YPQJRA7SixzKBEn5A0ZrdaknmiZ/ChRq9H/wCpwODvHf8WiHXrHr3kDYAbeskEgqqSf/Hi&#10;QTICPiXt8N4JjM520WWmDh2YFBA5IIcsyNNJEHmIhOPhxWVVLkrUjeNdhQSdl/NFTsLq43sPIb6T&#10;zpC0aSgg+hyf7e9DTHhYfXRJ6Vqt/K3SmgiP6mBocPGrin3mOh0cnSa2sVf+3pOjjhvHd0baODYm&#10;SM0iTkXolQ+Yppamlcgz3InME1IJPHGdWzBEkJH3KXmH6KZzxH66wP0Re/LSlgwNvVogH8kMTiuR&#10;6soGbNu1BrJnqevzN5H2ws2oiLOnlWno5cmJ1UnMt1ZkWJEpPe4xvbaTuknQsTFaJ55QXOQwc4k/&#10;Atz0Dn5QMuBQNTR83zGQlOg7iw1yVZ2dpSnMxtniYp74f37TPr9hlmOohkZKxu06jpO786C2PWaq&#10;cu3W3WBTdSqrnRpuRDWBxcHJTTANeZrM53b2+vUrWv0EAAD//wMAUEsDBAoAAAAAAAAAIQBZvsuG&#10;foUBAH6FAQAVAAAAZHJzL21lZGlhL2ltYWdlMS5qcGVn/9j/4AAQSkZJRgABAQEAYABgAAD//gA7&#10;Q1JFQVRPUjogZ2QtanBlZyB2MS4wICh1c2luZyBJSkcgSlBFRyB2NjIpLCBxdWFsaXR5ID0gOTAK&#10;/9sAQwADAgIDAgIDAwMDBAMDBAUIBQUEBAUKBwcGCAwKDAwLCgsLDQ4SEA0OEQ4LCxAWEBETFBUV&#10;FQwPFxgWFBgSFBUU/9sAQwEDBAQFBAUJBQUJFA0LDRQUFBQUFBQUFBQUFBQUFBQUFBQUFBQUFBQU&#10;FBQUFBQUFBQUFBQUFBQUFBQUFBQUFBQU/8AAEQgDRQJyAwER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ta6j4cKACgAoAKACgAoAKACi4BQAUAF&#10;ABQAUAFABQAUAFABQAUAFABQAUAFABQAUAFABQAUAFABmgAoAKACgAoAKACgAoAKACgAouAUXAKA&#10;CgAoAKACgAoAKACgAoAKADNABQAUAFABQAUAFABQAUAFABQAUAGaACgAoAKACgAoAKACgAoAKACg&#10;AoAKACgApgBpAFMBOKACgAoAWgApAJTAWkAlMBaAEoAWgBM0AHFAC0AFACcUALQAcUAGRQAnFABQ&#10;AUALxQAUAGaAE4oAWgAoATIoAWgAzQAZoATigAoAKAFzQAUAFABxQAcUAFABkUAHFABxQAmRQAtA&#10;BxQAZFABwKADNABmgAoAKACgAoAOKACgAyKACgAoATigBeKADigAzSAKYBQAUAHFIApgFABkUAFA&#10;CcUALQAUAFABQAUgCgAoAKACgAoAKAAUAFABQAUDCgQUAFABQAUAFAwoEFAwoEFABQAUAV7jUbWz&#10;/wBfcwwf9dJAv865K2Lw2H/jVIx9Wl+Z3UMDi8V/u9KU/SLf5IqHxPpAOP7TtP8Av8tcLzrLFp9Y&#10;h/4Ev8z01w9nDV/qlT/wB/5E0Ot6fctiK+tpGPZJlJ/nXRTzLA1nanWg/SSf6nJWyjMaCvWw84rz&#10;jJfoXBzXonki0AFABQACgAoAKACgBryLGMscCvIzPN8Dk9H6xj6qpx8+volq36Jnfg8DicfU9lhY&#10;OT8v1ey+YiTJICVYHHWuTKuIsqzqnOrgK6mofFumvVSSaXnaxvjcqxuXzjDE03Fy22d/Rq6HA5r6&#10;CMozipRd0zy2nF2a1BmCgkkAD3rnxWKw+CpOviZqEFu27L72a0aFXETVKjFyk+iV2V2vUU8AtX49&#10;mXitk2Em6eEhKtbqvdj8m9f/ACU+8wnBOYV481eUaflu/wANPxE/tKFSokPl7mCgnpk9BmvS4e8R&#10;8sz3ERwc4OlUltezTfZNdfVL1uc2Z8I43L6TrwaqRW9t0u9u3o/wLOR0yPzr9TlXpRmqcpJSfS+v&#10;3HxKpzcedRdu4tbGZSbUo2kkSIhzG2xzngHAOP1r8U4s8R4ZDjHgMJRVScfibdkvJW1b77W21P0X&#10;JeEJ5jh1isRPkjLZJatd/Ly7jZbtnA2kr64r8u4i8S8fmlOjDLm6Flednq5X2T35ba9Lt2eyPscq&#10;4QwuDlUli7Vbv3brp6d7/lpuIbyQgfNjH615eI8SuIq0aUadVQ5Ek2oxbk11d09+ysjtpcIZVTlN&#10;zg5cz0u3ouys1+N2W4p1dFJYBj2zX9JcPcW4DM8BhquKrwhXqLWPMk7ptaJu+rV0vPqfkeaZFicH&#10;iq0KNKUqcX8Vm1a197W06ktffHzAUAFABQAUAeS3v7U/w4tb25tYtakvZbd9khtbWRlDegYgA9Oo&#10;yK8atnGDoPllL7kz6Shw9mNePNGFl5tDV/ao+HrDJ1G6U+hs5P6CsP7dwP8AM/uZ0PhjM19hfehP&#10;+Gqfh9nH9oXR9/scn+FH9u4H+Z/cw/1XzP8AkX3osW/7T3w6nOG1uSHP/PSym/ohqlnmAf2/wf8A&#10;kZy4azSO1O/zj/mbunfG/wAB6oQIPFWnKT0+0S+T/wCh4rrhmeCqbVV89PzOGpkuY0vioS+Sv+Vz&#10;rdO1ex1eLzLG9tr2P+/bzLIPzBNd8KkKivBp+h5VSlUpO1SLT81Yt1oZBQAUAFABQAUAFABQAUAF&#10;ABQAUAFABQAUAFABQAUAFABQAUAFMAzSAM0wEzSAUGmAmaQC0AGaYBmkAZoATNAC5pgFABmgBM0g&#10;FoATNAC5pgJmgBaADNABSApazrFtodhLd3L7Y07Dqx7AV52YY+jluHlia70X3t9ketlmW4jN8VHC&#10;YZe8+vRLq35L/gbnkWu/Eq41aVkF/FZwnpDFKFOPc9T/ACr8OzLiTMsxk1FuEO0b/i93+Xkf0flH&#10;CWUZVFOaVSp/NKz+5bL8X5mKJBKNwYPnnIOc18g7t3e597GyVo7BSKDNAjS0vxHqOjMDa3bog/5Z&#10;k5Q/geK9jBZxjsvaeHqtLtuvueh4GY5DluaxaxVFN91pL71r+h6L4X8fW+tMttdhbW8PC4PyOfb0&#10;Psa/Xsk4qo5k1QxK5Kj27P07PyfyZ+D8RcFYjKIvE4RupRW/80fW268180jra+8PzMM0AGaADNMA&#10;zSAhlu0iYr95h1A7V+c8Ucc5dwzNYeonUrNX5V0XeTe1+m78rH1uT8N4vOI+1i1Gn3fX0XX8EU55&#10;vOfdggAdK/lzjDiZ8UY6GKjFwjGKSi3ezu729e9k+nQ/Zchyf+xsPKi2pSbvdde33EecZ5PNfEwr&#10;VKcZQhJpS0avur3176q59FKEJNSkrtbeXTQg0HUvPTUXLb41ujHGPYIoOPbOa/pLhTiihwzwt7TH&#10;PmlzyVOF9Xon8opvV9PN2R+XcRZFUzTOIU8Ore4nOXRay+92Ssv0LUkrSnLH8K/Ec/4lzHiPEe2x&#10;s/dXwxXwx9F383qz7rK8owmU0vZ4eOvVvd+r/TYZXyx7Rm+IwDoV9kkYiYg+hHI/WuvCSlHEQlHe&#10;6NKaTmkyxpUfl6dbAsXYxqzOxyWJGSSfc08XiKuJxE61aTlJtttu7+8yVOFNckIpRWiS0SXoaEV0&#10;8ffcvoa/Q+HvEHN8jlGnVn7aj/LJ6pf3Zbr53XkfH5rwtgMxTnCPs591t81s/wAH5nmDeMbnwZ4j&#10;vrTVoCkF3cyTW8hOFkBY4KnpnGAVNedmsaWf4irj8K370m7PdXbdn/mtD7fA4LkwVGjF6wjGLt5J&#10;I77StTi1exS6hV1jcnAfrwcdq+HrUpUJunLdETg4S5WW6xIM/XNWj0XT5Lhz82MRr/ebsK6cPQlX&#10;qKKNKcHOVjY0Qz/2NY/acm48lN+7rnA6+9f6B5Mq6y3DrE/HyRvfe9lv59/M/lrN/Y/2hiPq/wAH&#10;PK1trXe3l2L2a9g8kM0wEJABJ4A70gPjj9pbVZbXxXN4o8OeOIdUsHVI7iw07V1aawZQFysavnYc&#10;ZOBkMWJ4PHxOcU6k5+2w9X5KWx+m8PTpQpfVsVh7Po3Hf5tHz+ZbfV72W/S4Ml3MxeWZXy7k8ksD&#10;1J65IzXx9SdXarr6/wCZ+gU4Ukl7LT0/yLi5A5OT61zHQLn2oAM+1ABmgCa0vbjT7hJ7WeW2nTlZ&#10;YXKMPoRzVRlKD5ouzInCNRcs1deZ7L8M/wBqHxF4Vu4bbxBLJr+kEhXaU5uYh6q5+99Gzn1FfSYL&#10;PK+Hko13zx/H7+vzPj8y4ZwuKi54Zck/wfy6fL7mfYejazZ+INKtdS0+dbmyuoxLFKnRlP8AL6dq&#10;/RaVSFaCqQd0z8jrUamHqSpVVaS0ZdrQxCgAzQAZoAM0wEzQAuaADNIAzQAUAGaADNABmgAzTAM0&#10;gDNABmgAoAM0wCgAzSATNABmgAzTAM0gCgBHkWJGd2CIoyWY4AHqaTairsai5NRirtnnniT48+FP&#10;DzvFHcyarOvBSxXeoP8AvkhfyJr5LGcU5dhG4xlzv+7qvv0X3XPvcv4JzfHpTlBU4v8An0f3K7+9&#10;I4a9/ajkLEWnh5QvZp7okn8Av9a+ZqcbyvalQ++X/A/U+zo+GsbXrYrXyj+rf6FWP9qLUA37zQrZ&#10;l9FnYH+RrBcbV+tBfe/8jol4bYZr3cTL/wABX+aNrTf2odOlIF/od1bDu1vMsv6ELXo0eNqEv41F&#10;r0af52PIxHhviYr/AGfERl6px/LmO50H4yeEvELKkOrR2szf8srwGE/TJ+U/ga+nwvEWWYuyjVSf&#10;aWn56fifG47hLOcAnKdByj3j734LX70dmrq6KykMpGQQeDX0aaeqPkGnF2YuaBBmmAZpAGaYBSAK&#10;ACmBX1DUINLsZ7u4cJBChd29AK58RXp4alKtVdoxV2deEwtXHYiGGoK85tJLzZ4rrXiG68R3Zurg&#10;lUP+qgzxGvYfX1PrX84Zxm1bNsS6tR+6vhXRL/Puz+tsjyPDZFhVh6KvL7Uusn/l2XRed2ZrxrIp&#10;V1DL6MM14adtj6FpPRlGTQrJmLxwfZpD/Hbkxn/x3GfxrVVprRu/rqYOhTeqVn5afkCpfWP8f2+E&#10;dmAWUfjwG/T6mhuE/J/gCVSHXmX4/wDBLFpfwXqkxPkjgqeGU+hHaocXHRnQtVcsZqAAEg5HWntq&#10;hNJ6M9W8A+KG1qza0uW3XcA+8erp6/UdD+FfuvCmdyzGi8NiHepDr3Xf1Wz+R/NXG3DscpxCxeGV&#10;qVR7fyy3t6PdfNdEdZX3p+ZBTAM0gGXFxHaQSTSuI4owWZj0ArCvXpYWlKvWlaMVdt9EjehRqYmr&#10;GjSjeUnZLu2cVoWoXWq6vqF3AP8AiVzSZUzDD7goHy+3FfxDxnj8Lmma1cXRb95q1+ySWv3aeR/U&#10;GVYGWW5bRwla3PFa221bf6/edFnmvgD0TyPx/wDE3U4/iBY+EPDyfaby5CrKdwCw5ySxOCeF5OMc&#10;D3r7TLcpovAzzDFu0Y7efl83se/hcBCWFliqzslt5np2iaRFoenx2sRL7eXkb7zt3Y/546V8niK8&#10;sRUdSX/DI8Oc3OXMy/mucgKAOa8eaktpoxgB/e3BCgf7I5J/kPxr1Mupc9bn6ROnDx5p37FzwlqS&#10;6joduQ2ZIlETjuCBj9RiscbSdKtLs9SK0XGbNiuEwOe8eeCbDx94cuNLvlwW+aGcD5oJB911+n6j&#10;Ir08ux9XLsRGvS+a7rqmduExU8JVVWHzXddjzL4VeMNX8M6VdaNrEBnuNPuHt3DMQcg4BBxyD/8A&#10;Xr6zOMDh8XUjicO7KaTPVx9ClVqe0ovSST+89V0HxNb6vZNK7x28ik742f7o7Hn2718diMJOhPlW&#10;qPEqUnB2KN1440mWGeNxJJjIC7OHx0INddLBYmlONSm7NWd76or6tOSs9mbngTVrjWPD6TXL+ZIs&#10;jR+YerAev8vwr+1ODswxeZZTGtjHeV2k+6XX9L+R/OfF2Aw2XZpKjhFaLSduzfT9fn2OhzX3B8WF&#10;IBskaTRtHIodGBVlbkEHqCKNxptO6Pj34rfsU3djqc+seATBeWzksdDvnCsme0Uh4I9AxGPU18pj&#10;cnc7vDv5H6DlvEsY2hjFr3/zX+X3Hztr5vfBmry6ZrehyaXqMON8D43D0NfIVcDVpycJvXzPv6GO&#10;o14KpS1XkTwatazQJKZ4kBGcGQZH1rz5Upp2segqkWr3IZvEVhDx5+8+iAmrWHqPoQ60F1NBHLoG&#10;KlcjOD1Fc7VjZA0iqVBYAt0BPWizYbDs+1AwoA+jv2ZfjCmjW9h4PuijLNeTzmeeUIlpbCLdnJ45&#10;lwAPVz7V9vkWNcYLDPa7d+yt/mfm/E+WKc3jI72Sst27/pH8kfVauHVWUhlIyCDwRX3B+ZDqAEzQ&#10;AZoAWgAzQAmaACgBaAEzTAKQC0AJmgAzQAZoAM0AGaADNAC0AFMApAFAB+dABQAUAZniPxFYeFNF&#10;utU1KYQWduu5m6knoFUdyTgAdya58RiKeFpSrVnaK3O3B4Otj68cNh43lJ2X9dj5W+Ivxb1bx9cP&#10;Fuex0kH5LKNuvu5H3j+g7etfhWcZ/iM0m4p8tPpHv5vu/wAEf03w/wALYTJIKbXPW6yfTyj2X4vr&#10;2OF/Ovlz7UM0AGaACgAoA6rwb8S9e8DzobC7Z7QHLWc5LQsPp/CfcYNe5l2c4zLJL2M7x/leq/4H&#10;yPmc34dy/OYv6xTtPpJaSXz6+juj6q8CeNLTx54eh1S0UxEkxzQMcmKQdVz36gg+hFfueV5lTzTD&#10;LEU9OjXZ9j+Zs7yitkmMlhKzv1T7p7P9H5nQ16x4IUALQAlAC0AJQB5p8ZNbKx6dosbY+0uJph/s&#10;A8D8Tk/8Br8z41x7p0YYOD+LV+i2+9/kftnhrlSqVq2aVF8C5Y+r3fyVl/28cMzBFLMcADJPpX4y&#10;fu++wRvvRWAIBGeRQN6DqQhsjrGjMx2qOSTRuNJvRGN4c8P3PjDxVb2FgRHc3chCu2QFGCSTjsAC&#10;a9TC4eeKqRoQ3ZeLr08Bh5YiptFa+fQ1Ne0fxD4Jujb6xYSRqDhZWGUf/dccH+dGKwFbCy5asWvy&#10;+8wwuKwmYR58NNPy6r1W5Tj1+3YfOrofpkV5/IzrdGS2Om+HutLJ4vsIrYSOzllYAcbdpzmvq+Fn&#10;Vp5tR5Ot0/Sz/wCHPheNsPCWRYh1rK1mvXmVreux7hX9CH8nCDpQApoAwfHNrc3vhi9jtI2mmAV/&#10;KT7zgMCQPfA6d+lfJ8VYGvmOUVsPhvidnbvZptfgfV8LYzD4HN6NfEu0dVftdNJ/j8tzyzw98TFs&#10;IRpsKrNIC21ZFZSh6kHj1r+PMXk8nN1Kl1bc/qKeHjV/eJ6MWbxNqU909wbp0kZdvyHAA9AO1THC&#10;UYxUOXQtUoJWsUfhjoduvxB1bXGbzbu6220ZbkxqiAyEf7xCD8GrozbETeAp4ZaRjq/O70+7X8Df&#10;F4iUsLCgtEtfW+33a/gez18IfPhQBm6x4gs9FiJnkzLj5YVOWb8O31rqoYapiHaK07msKcqj0MBP&#10;CGq+L/EGnw3QaCa6HmtCBza2wPDN6E84B5P4iv1TLOGq0qlHC7OfvPvGP8z7X6L/ADMqmY0cLRnO&#10;Gqjon3l2Xp1Zbj+HvibwkZ7qzt2vPJkMc8CKT5idVdf7wI9OQc5FbZjwfjXSl7jk4t7b26SXdPqt&#10;090YwzfB4lqE3y3V0/Pqn2/Jlmz8ZafOTHcM9lcLw0U4IwfrX5fWy3EUZOLje39bHa6Mt46ryLU/&#10;iXS4IjIb6FgOcI4Yn8BXNHCV5OygyVSm9LHjvijxHbxarNfSxlZrlBkKPvspIH/ju0fhX2+Ews3S&#10;VKL0X6/8G57NKm1HlRBa61azQhpJUgkA+eOVtrKe4wa2q4WrSm4OLGveV46o6/wZ4FHjKxbUZ7+5&#10;tbEzFI4oUVTKgA+YMRkAtuH4V+t8L8F0MzwscZjW1q9O6Vtb+t1t0Py7ibjCrk2KeCwsIylypttv&#10;3W76WXlZ79T1vT9Pt9KsobS0iENvCu1EXsP896/ecPh6WFpRoUY2jFWSPwPE4mtjK0sRXlzTk7tl&#10;mug5goAKACgDy+x/Ye+GOuXM+p6hp2oSvcSNIVOozHcScliS2Tk5718ljKFCE+WC166n6ZlOJxdW&#10;iqlaS5dkrJbdTqNL/Yw+DmlMGTwbFcOP4rq8uJc/g0hH6Vweyh2Pc9tN9TxX4i/8E77jxL4ov9S0&#10;TxVpul2E8rNBpy6SIUto8/KgMbfNgYG4jJ6msZULvRm0a9lZozdO/wCCceuyOq3/AMRo4Ih1FtYP&#10;ISPxkWsfqcOy+41+uS/pl/Wv+CeZsruD+xfEUklvHZyvdX1789zLN/BHDEAFReOWZmPzcDinPCRk&#10;kugo4tq76nyRperR6gzou5WjRSwbg55z+VfP1aTp7nu06insWbm9itoFmdj5RIBYds9DWUYOT5Vu&#10;aOSirsz9UvpdIvbDV7eKzuvIkDCO7t0njf0DKwIZfYiu/BT5J26+e33HDjKftadm9H2dn96PvD9m&#10;7476Z8X/AA0bMWsGka3pkapcadbjbF5fRZIh2Ttt/hOB3BP6TgcZHEwta0l0/wAj8ZzfLJ4CrzX5&#10;oy2b39H5/mex5r1DwAoAKACgAoAZNNHbxPLK6xRICzO5wFA7knpSbSV2XCEqklCCu3skeU+MP2kf&#10;DPh1ng07zNdu14/0ZtsIPvIev/AQRXz+JzvD0Pdp++/Lb7/8rn6flPh5muYJVMTajB/zay/8BX6t&#10;Hler/tQeK752+xQWGmx/w7YjI/4ljg/lXgVM+xMn7iS/E/TsJ4a5PRS9vKdR+tl9yV/xMZf2hvHi&#10;ybjrKMP7ps4cf+gZrl/tnG3+P8F/kew+AeHmrfV3/wCBz/8AkjrPDH7VGq2syR69psF9b9GltMxy&#10;geuCSrfT5frXo0M/qxdq8U15aP8Ay/I+VzLwxwdSLll1Zwl2lrH70k166+gz4MfGqCz8ZeLW8S62&#10;YbK6jS9hS4dm2t5jghFGT90qMAdFHpW2WZjGMqs8ROybvr+hy8X8J1KuGwVHK6F5xXK7JLSy1k9F&#10;vfV9X5nv/g3xvpHj3SpNR0ad7i1jma3Z3jZPnUAkcjn7w5H06g19Vh8TTxUPaUnofiea5Ti8mxH1&#10;XGJKdk9Gno/T0N6uk8cKLgFABQAUXAKLgFMAxSAMUAGKADFABigD5P8A2h/iP/wkvxBj8MW03/Eu&#10;0cF5QDxLdEc59dinH13V+T8W4+VV/Vqb92L19f8Agbfefv8AwFlEcNQ+vVV79Tbyj/wd/Sx51ivz&#10;I/XhqsGzg5xwcGmA6kAKrOSFVnIBbCjJwBkn6AAk+wrSFOVSXLBXZE5xprmk7Iqw3iywC4fEMJGV&#10;3nHHqaJQalyLVgpXXM9Eaeq6Lqmj6Ra6neWMmn2V25S2mvv3Pn45JjVvmZQDksBt6DOSAe14CtCn&#10;7WorLp3fyOKOOo1Knsqcrtb9l6s6rwv8FfHHjbR7nVNI0RvsUMRljlvWMH2rHOyEEZYnseF/2q7c&#10;Nk2JxEHNqy8+pwYrOsLhpqm5XfW3T1OP0jxpe+FpU1HT7u60+RW2u0eQUIOCrr354wQa5MNUxWCr&#10;/uJuM12e/wCj9GdeMwuDzGhyYqmpwfdbenVeqPp74N/GmH4gxjT74xxasqb0eL/V3CjqQOzDuPxH&#10;cD9dyHiD+0X9WxK5aq+6S/z8vmvL+feKeFHky+t4R81Fv5xfZ912fyfn6pivtT84DFABigAxQBh+&#10;KvGek+DbJrnU7ny+CyxIN0j49F/qeK8zG5lhsvinXlZvZdX8v6R9HkvD2Y5/V9lgad0t29Ir1f6K&#10;78jwrW/F8XjfxVHqsEckNs6qkUc2NwUA9cEjk5P41+E8QY9ZljZ1opqNklfy/wCDc/qfh7I58PZW&#10;sDVkpTu3Jra7fnZ7WWxHqU++4t7UdHYF/pnpXzMVo2fQU1ZOZc+1RiaSMsF2AEknHWoszPldkytc&#10;azbQAgN5reif41Sg2XGlJmVLdXWsXCQRRvIzsFSGIFixPQYHJNbwpttRirtnRaFGLnJ2t1Z7/wDC&#10;7wVa/CfTBr3iIP8A2xfEW9tZwRtNMuediooJZzjJx0A6gZr9FyrL1l8fb4j45aJb2/4J+U59m/8A&#10;ak/q2G/hx1b2u+/ounf7j1rSdWsvE2nNLCrtFuMUsF1CUeNh1R0YAg9DyOQQRkEGvqIyjVj5eZ8X&#10;KMqUt9fIwvEGh+D9GEEt74esJ57iXyoYoNNWaWVsFjhVUk4AJJ7AVx1cLg46ypRbf91P9D0KWOxz&#10;0hWkkv7zX6mdfabpNrerNpdna20UkSENbQrHlSMjoB2Ir67K8PRp0VOnBK/VJLQ/MuIcZiK+KdOr&#10;UlJK2jbauR4r2j5UMUAGKADFAHLeNvA0PimyH2d47HUY5BLHdCIEkgEbW7kEE/pXymf8P0M7wzpa&#10;Rne/Nb8H1sfYcPcR1sjxHPK86bTTjfvZ3XRPT9Dy7xL4N8TeGZ4xDatrkc0YxJZwnET5OQVGTjGO&#10;TX4pmvA+LwMoKgnUT3cU3r2t+p+25RxjlmZxm601RcXtKS1Xe+ivvoV9IstS8ISQi6Hkakp851zn&#10;BbnB/A818HnWX1MJiJYTExs0lp2uk0fVYXG4bNKHt8O+aDbSfo7fmtDvdO8S6/q1sZbHRJLxQ2xp&#10;LeJ3UNjocdOvrXz9Dh2vilz0ITlHbRX/ACRz1fq1GXLVqKL82kXrfwx468QH54RpNv8AxSTERBf5&#10;vX0+C4JxlV3dHlXebt+G/wCBw1Mzy/D7S5n2Wv8AwDvfB3wi0zw7Ml7eyf2rqAO4SSj92h9VXnJ9&#10;z+lfrmT8KYTLmqtX95NbaaL0X6v5WPlMfndfFJ06a5I/i/V/odpZ6Za6e8z28KpJM2+WTJLyH1LH&#10;k19fRw1Kg5Spxs5at9X6t6s8GdWdRJTei27L5HO3uueILO3OrfY7WbSl+drSMP8AahD/AH852lsf&#10;Nsx7ZzXkVcVjqUfrXInT35Vfn5e99r215beV7nbCjh5v2PM1Pvpy37d7dL3+Rv3uj6fqyg3dlbXg&#10;xx58Sv8AzFerWwmGxWtanGXqk/zOSnXrUf4c3H0bR4D8brbTdG8WWlnZwWtgptFfy4VVNxLuM4HX&#10;oK/FuLsLSw2NhDDU1GPKm7Kyvd9j9HyCpVrYaU6snJ83V36Ip/DnRdP1ie9W/sbe9EYR08+IPtOT&#10;0z0r6bw6wuHxdTExxFNTSUWrpO2su58Zx9jcVgqeHlhqsoN8yfK2rrTex6DfeGNH1O4E95pdndTD&#10;pJNAjt+ZFfulbLsHiJ+0rUYyl3cU3+R+K4fNMfhYOlh684R7KTS+5M0EjWJFRFCIowFUYAHoBXfG&#10;KilGKskebKTm3KTu2OxVEhigAxQAYoAMUAa+veDLXxTbaaLrUby0SK3ZLeO1uWhxOygrN8pBZ0Cn&#10;aDkDLHB7fE4qHtasm31Z+uYGXssNTUV0X5HUWizLawrcOr3ARRIycKWxyR7ZqVtqbvfQo+ILLUNR&#10;sVtdPvjpjyuBLdxqrSxx858sMCu48DLAgZJwcAVMk2rRdiotJ3auYngOPX9OvNe0rWbm41K1s7lD&#10;p2p3SKsk8LxqxVtoCsyNuXcAMjGec1nS505RlrbZl1OVpSjpfc678a3Mj81P2rv2aH+Ciaj4ss9R&#10;Waw1nXDDZ28SlTbRPHJIUfseRgY7ID1OB51ait2ehRrN6I+cZNbll0oWTKCBgb884HIFcSopVPaI&#10;7XVbhyFEyu0YQuxQHIXPAP0reyvcyu7WPYP2W7LxJH8S7LWvDcP23+zpYl1GzjcCR7OVtkjBT94L&#10;kEjqDtODzj1MvVRVlOnrbf0Z8/nUqDwzpV3bmvZ+a1X3/wCZ+kYFfdH5IGKADFABigD5sX9obxT4&#10;S8Y3mn+JrCCa3imKSwQp5cka54KHOGGMEZ6jHI618T/bOJw1d08TFNJ/1Y/oh8A5RmuW08TlVVqU&#10;o3Tbum+0l0d9HbZ9GeffEv4uax8Rb2RZJGs9IVv3NhG3y47F/wC8314HavHx2ZVcbKzdo9F/n3Pv&#10;OHOFMFw/STiuas95vf0j2X4vqcL0ryD7YoahrVrpktstxII1nyFkJ+XjHU/j1q1FyvYLl1JFlQMj&#10;B1PIKnINTYCK8voNPhMtxMkMY7sf85ppN6IDhtLgvfE2tX11a3EtpZO21pM/MV7KPT19s10yahFJ&#10;7kbn0b4A+Pmu+BrGy0z7NZXukWyiNbZYFgZV/wBkoAMnkkkHJJJ5r1sNnVehaLScV0tb8j81zjgH&#10;Lc0lOvGcoVZa813K781K+nkmj6j8FeNNN8eaFFqmmSFo2O2SJ+HicdVYevP419zhcVTxdNVKe35H&#10;83Zxk+KyPFywmLWq1TWzXdf1psb2K6zwwxQAYoAMUAGKACmAE4oASgBaQCUAY/jLxHF4R8KatrUw&#10;BSxtpJwpP3mA+VfxOB+Nc2JrrDUJ1n9lNnfgMLLHYqnho/baX+b+SPzcudUurvUptQlnZryaVpnl&#10;zyzsck/iSa/EKjdZt1Nb7n9XUoRoQjCmrKKsvRFyPV9S1SeK2+0t+8YL8oC/yridGjRTny7HWqlS&#10;o1G56X4N8H6j4u1uw8PaFbfaL6f7oY4SNB96SRuyjPJ7kgDJIFefhcLVx9blj13fY2xeKpYCi6lR&#10;6L8Tsvhl+zx4t8f387eTLpejCd1OsajCY/NQMQphhzubIweSF5PzE17lLJKlep/LBfezw8RntHDQ&#10;/mm+i2XzPpWb9l7wr/wgdx4ZtLi9sTeNH9u1WIobu5RW3GMsVIVCQDtUAcDg85+shllClS9lTVr7&#10;vqz4ueb4ipXVeprbZdEbngP9nzwN8OzFNp2jJdX8eNt/qLG4nB9VLcIf9wCuihgsPh9YR1ObEZli&#10;sVpUnp2WiO11Hw3pGr3lrd3+l2V7d2ufs89xbpJJDnGdjEErnA6eldcoRk02rtHDGpOCcYyaTNGr&#10;Mj85vj7Yw+FP2gvFmmxKEs7ydLoKOAJJYkkb82Zv0r88zihy1pThutf1P1PJa3tMJCM+qt92h718&#10;GfBHh7VPDvh7xadKjg11Y3VrmB3jErqzxGRkUhGZgCSSOpzX6hk+Ew2IoUMfKmlVtvt5Py1PwjiP&#10;McbhMVicqjWbo32dnppJK71svXoetZr6s+BFoASgCnrOqxaJpN3fz/6q3jMhGeTjoPxPFcmKxEMJ&#10;QnXntFX/AK9T0suwNTM8ZSwdL4ptL0v1+S1Plbxfq134ka/vLqQyTygt7KB0Uewr8CxOLq4yu69Z&#10;3b/qy8kf29lOXYbKMPTwmFjaMfxfVvzfUpeHrjbp9tIp+ZP5g14uIX7xo7q8bzaZuTX6SalHcDOx&#10;duR3965eX3bHGoNQcSbQNHm8W+JLPTonEc17OIw7DITJ5P0A5/CuvDUHiKsaMd27GOKxEcFhp15L&#10;SKue4aX+y1aRuralr00y90tYBGf++iW/lX2lLhqC/i1G/RW/zPzutxjUatRoperv+Ct+Z6d4S+G3&#10;h7wUN2maeiXGMG6lJeU/8CPT6DAr6PC5fhsHrSjr33Z8hjc2xmYaV56dlovu/wAyo15qGv69Pe6L&#10;a2jw2YezS/1Bm2lw371YUUZI3KFZyRzHgA4Jr3/q1GlaeIb5mtEuieurfV6O1npbY8P2tSacaa0v&#10;u+v/AAxf8Pao7axe2Oo2a6drDos7JFJ5kNygwnmxsQCcfKrAgFfl6gqTFXDwhH21J3i9OzT7Na/J&#10;3s7d00nGrKT5JqzX5eRVvdRvNb8TT2uirZRz6WnlT398rShGkCsY0iVlJ4CEuWAGQBuO7FxoUacI&#10;1a923eyWmm122n1Wit06aXl1Kkm4U9urff8Ap9zldP1i4udSvNO1CCO21C2w2IGJiliJIV0zyB8p&#10;BU8qR1IIJ+sjRhSowdL4fxXk/wDPqfl2KnKpWnUk9W2adI5AoAM0AGaACgBM0AeXfFq3j029t9Sl&#10;YRwTJ5bMem9eQPqR0Hsa/n7xEyqosZTx9ON4zXK/VbfevyZ+9+HmYRq4WpgG/eg+Zej3+57+qNT9&#10;nz/hI21f+0Psaw+G75GTdI+HZlyVkC+mQV/4F3rm4SwOJwk/av4JrX5bO34fM+o4iqYWdP2V/wB5&#10;H9d1f8fke1eIfD6+Im0+KeQGxhn864tmXK3ACnap9gxBweDiv0DGYNYx04zfuJ3a/m0dk/K9n8j4&#10;mhX9hzOPxNWT7f0iTw4tglhIul3UNzYJNJHGLdw6QlWKvGCCfuuHGP4fu4GK6aFCOGj7OHw30XZd&#10;l5du22xlVqOq+aW/Xz8zU/E10mJwL+K9etvjknhySxmbwxceH2v47/yx5SXUdwqGPfjO4rJkgnoq&#10;4H3s1a603KUW9jvEkWQHBPFJqw5RcdzhPiD4E0LxHqUVzqWkDULiaD7N5zEjy0UluCOjZc49cda8&#10;PHYDD4mfPVhdtW/r7z1sFj8ThoclGdknf+vuPMPg7oMukyeIna4kubZb5rO2kkbO5ImYbh9c/pW3&#10;BOXLCQxNaK0lLlT7qN9fx/A+e8QMwjiauGw63jHmfk520+5fiej1+mn5KLQAGkAlMBaQAaYBSAr+&#10;MfCOs+Kdb+Gt/p1/FaWuh6o17fxzDJliNtLGAgII3ZcLnjAdiDxz8piFarOx+rZbGU8FTk+yPTPx&#10;rjOw83/aO0vX9Z+CXiy08MW73muPbK1vapyZwsiM8eOM7kDLjvnHeqi7O40dv4da9Xw9pY1TYmp/&#10;ZYvtSxn5RLsG8Dk8bs96W+qGovoaNIk8s/aV+D03xx+FV74cs7iC01NZ4rqzmut3lLIhwdxAJAKM&#10;4yAetZ1I88bGtOfJK5+R99bizvbi3DiQRSMm8cBsEjNecemQUAfRH7C8kqfGi5WPOx9InEmPTzIj&#10;/MCvayj/AHh+j/Q+V4kS+pK/8y/Jn39X2R+XhTAKAPPvi7YePL/TbdPBV3ZW3X7SJ5DFKR22PtYA&#10;dc9D79q8vHU8VUilhpqPfv8AefacM4nI8NWlLOaUp/y21ivVXTfluvI+J9X+Ir6zK13rOsDUbpWM&#10;KN9oa4ZgGIG0kA4JyRwOtfnVf2tWfvycmup/WmAw2FwdBRw1JUovXlSS1fdLS4Xmoi0jiAhknup2&#10;CQ2sS7pJXPRVA6muaMHN2R6EpRgnKTskO8F6H4l+K+m3tt4U02fUNQt7aS4unijbZbqqs23OOXbG&#10;1FGSx+hrohQlKWi0RwYvH4fBRi68rXdl/XZdX0PZvgn+xpdfFfwZd6n48j1LwtIVSDSLZV2TRhfv&#10;yyI46McAKcHCk9wT30cNo3I+PzbiZYWvGnhLTS+Lt6Jon1P/AIJu61Zsx0bx7bSoTwLmyeA/iVdv&#10;5Vo8M+5z0+Mab/iUWvR3/RHJ+LP+Cf3jXw74Z1fWpPEGl6k9hayXQtbcStLMEUsVXco5IBx71Dw8&#10;oq53UOK8LWqxpcjXM0ru2lzyjwN5Y8N22zGcvu+u4/0xXk1b8x90tjfzWQz1n9m3xZJofj5NMaQi&#10;z1VDEyk8CRQWRvrwV/4FX0OSYh0sT7PpL8+h+W+ImVwxuUPFpe/Raa9G0mvyfyPrXNfoh/K4lAC0&#10;gDNMAoAKACkAYoAP89aAE/z1oA8T/a5146V8KfsaNhtSvYoCAeqLmQ/qij8a+X4jrezwXIvtNL9f&#10;0P0DgjDKtmvtH9iLfzen6s+Jq/Lj+gC5pN6unXyXDoZNoOFBxyRisK1N1YOCdjWnLklzM/RD9lT4&#10;XHwT4Cj1zUogPEGvItzMWHMMB5iiHpwdxHq3PQV9hleDjhaCstWfnmc46WLxDin7sdP8z26vZPny&#10;jrmtWnh3SLvUr6QxWlrGZJGAycegA6knAA7kisqtWNGDqT2RtSpTr1FTgtWYvhzxhe6rqKWep6Dd&#10;aHLcQNc2onlSQyRqVDBtp+RxvQ7Tnr14OOajiZVJ8lSm43V1f+tHrsdVfDQpw56dRTSdna+/z3Wj&#10;1OoruOAxD410Qa+NF/tCP+0i2zysNjft3bN+Nu/bztzuxziub6zR9p7Lm97+tO1/Lc6vqtb2XtuX&#10;3f6V7b289jwL4lfBP/hYOufEW6vPKt7rVJ7VdMmfkwfZ4VQOcdNzGQEddtd0Mo+tUazqaOduXyst&#10;/nr8jw8RxJ9QxeGjRu40ubnS68z1Xysvmd54R8OQeEPC+l6LbtvhsbdIA54LkDlj7k5P419VhqEc&#10;NRhRjtFWPzzHYuWOxVTEz3m2/wDgfLY2K6DhD/PWgBMUAcB8cL9rHwRtBwtxdRQt9OW/mor5Himo&#10;4Zc4r7TS/X9D9T8NsPGvnyk/sQlJfhH/ANuPBSMgjqK/GT+rTI02T+y7+SykOIpDuiY/y/z6VFeH&#10;PHnXQ2qx9pFTXzPW/gj4V0/xZ40NvqUP2q3gtnuBblsCVgVUA+3zZ/CuzJsLTxWK5aqukm7d9v8A&#10;M+K4ixtbA4LnoOzbSv23f6WPRpPhTJpfxR0DXPC8sdjpFwsoZHg89LacRuORuBwenXgg+wr7ahgc&#10;JhcZSqRotp31UrWdn0s/+HPz+rm2KxmW1qFat7yto0tVddbrVfl8z1D+z/Fw6a7ox/3tHlz+l1X1&#10;vPhP+fcv/A1/8gfE8tb+Zfc/8xrw+MY0bbeaJcNg4/0WaLn/AL+NQng3vGS+af6IVq3dfj/mcr8O&#10;9S1+LV/C9jHZvL4Tn8LQTG74Hk3qOA6ucZLOrg4J6o3BOcLH3+tVb/zP8zTDqP1eDW+n5HQ+OrSe&#10;61jwoljetp17JfSRG5ijV5FgNtM0gAYEcskfJBAIU4PStcHKMadZ1I8ystOl+ZW29X8rmNZNyhyu&#10;zv8AhZnJ+AfBd34e+L/iC+uteluZJbHyWs541VrtTOZo7oFQB8vmSxEKBggHABFPGP20YV6atGyV&#10;lsmtLa66rXXv5Mui+VOlLe9790x2polz8SZzbsHi0+1lhmdTkeZM8bqmf7yrGSR2Dr619JhpN4KL&#10;lvJr8E1f53/A/N8xpewxNSHd3+/X9TVxSPMEoAWgA/z1oAT/AD1oAP8APWgDO8Q6BaeJ9HuNOvU3&#10;QTLjI6oezD3Brgx+Bo5jh5Yaurxl+HZrzR6eW5jXyrFQxeHdpR+5rqn5Mn+H8lvpEuhaJdXgt9St&#10;YTbpCTgXaIhwyDvwNxA5BznjGfgKWHeXzhg6z95Ky/vJLdfquh+u/XIZtTnjaC91u7XWLb2fz2ez&#10;XzS9KedVbGGNe0otq5zqk2r3OP8Ahd8PZ/h3beI4JtWl1aPVNbudWhMy4a3jl24hzk527Tz3zSbv&#10;uZPTQ6fT7me6uLhpEWONWKKgYlhhiMkYGMjBHtWUW23cppIzZ/Guhjxnb+Ezexya9LavffY0bLJC&#10;rKpdv7oJYAZ68+hq+az0N40q0aTrpe7e1/M6AAKMDgUzmbvqzy74o3XiLWNdtNF0S7bS9OWItqF+&#10;FG87sbUjJGd2ATkdNw5zxXm18DjsxrRo0HyU18Uv0j5+eyvuaf2tl+VUJ1a69pW+zD9ZeXlu+1tR&#10;2l6Zb6Np9vY2kYit4ECIoPb39T3Jr7/DYanhKMaFFWjFWR+R4vFVsdXnia7vOTu3/X4eRa/z1rpO&#10;QX/PWgClKZpSUUM25dy7eOSzKOfTCls+3vXyeJzKfPKmna0unZf5n6Dgckp+zhXkrtw2e13s/kn/&#10;AEx0ErNNuG545B8rE4DAZ+YDsvYevB55x25fjJ4ipLmu7/cl/wAE8zOMtp4OjD2dlbT+9Jvf5L+u&#10;l7f+ete+fIh/nrQAn+etAHb3UM/9jOlmQtwIcRE44OOOtfFVnKTk1vqfr2GShThFbJIbpVqYw0xk&#10;uSZFAMV0QWQjPAxx3PrnjmsorqbyfQ0Px/WrJK7xQpKiNIA752qW5bHXFXzvY39tOxYAAAA6fWpM&#10;G76gRSA/Lj4PfsceKvjJo9/ra6lZaDYLNJBbvehma4nV2VlwPugFcE89eAecefGm5K56Mqqi7HjX&#10;jvwRq3w48W6l4b123FtqmnyeXKituU5AKsp7qykEH0IrNpp2ZrGSkro+wf2J/hHL4fsJvHM08csO&#10;sWKwWka53xgSsJg3H96JCMdjX1WU4ZwXt291p9+v5H53xFjlVksIl8Lu/u0/Nn1PX0J8UJ/nrQAv&#10;+etAHCfHDwpr/jj4W69oXhm9isNXvoliSaZ2RSm9fMXcASNybl6d/wAa58RCdSlKEHqz3MkxWGwO&#10;YUsTi4uUIu9lrrZ2dvJ2Z+aPxN8CXPwe8ZjQL7U4tT1ezijkuvshbyoJHUMqKzYLEKVJOB97HbNf&#10;G4nDeybp316n9P5NnCzOisbGDUG3y3erS0v1trfvsffH7Bfw98P3XgaXxfqGnyzeNY7uaxuZdRJZ&#10;7MAKypGpHybo5EJOMncRnHFZ06EaXTU+Z4gzSviqipRl+6tdW6+r66r0PqLw74W0bwhYGx0PSrLR&#10;7MuZDb2ECQoWPVtqgDJ9a2SS2R8nVr1cRLnrScn5u5z2oXHirWta1mLRb+w0y30x44Yku7RphdSG&#10;JZG3kOpVMOqjaM5DHnpWLc5N8rtY9GEcJRpU5V4uTnduztZXa00d3o3r5Gx4Q12+13S3fU9Ll0jU&#10;reVoLm3clkLgA7o3x86EEEMPcHkGrhJyXvKzOTF0adGpalPmi1dPr6NdGuq+exuEBgQeQeoNaHGf&#10;mF8SPAy/C34yeMPC8KeXpy3AvrBR0EEo3BR7LkL/AMBNfP4qHLM/fMmxjx2Cp1Xvaz9Vo/v3OM0j&#10;xRb3V9eWc8qxzRTOsZY4Drk4x7iueUGkmj2rnX/D3X4I/it4NsreYSXE2q24YI2dq7wTmu/LYv61&#10;Tfmj5bimzyTFp/yS/I+/P89a/UD+Lw/z1pgL/nrSAT/PWgA/z1oAWmAUgCgAxQAUAfMf7bV0yWPh&#10;K2z8jyXMhHuoiA/9CNfC8UytGjH1/Q/XPD+Cc8TPsor7+b/I4r9kX4TWHxK8d3l9rNqL7RtEhWeS&#10;0YblnmYkRIw7r8rHHQ7QDwTXyeAoRrVG5q6R+kZti5Yaio03aUvy6nrfxY+Cmg+MPjn8PIdG0O30&#10;zTtR899TS0jVImS2dS+QvygkELuHXetd9fDQqYimoRsnv8jycJjqlLCVXOV2rWv5n1yqhQAAABwA&#10;O1fQHyguPagCtqOmWurWwt7yBbiESRy7H6bkcOh/BlB/ConCNRcs1df5alwqSpvmg7PVferP8DDi&#10;8XaJqPj6Tw2js+uWNiNQwF+QQvI0Rw3QndGQR7exxThqpP5EqTs4o6XHtTJOS1bQtJm0qTTLa4jW&#10;5067h1R1Rw0yyed5wZx1HmFXGT1BbHSsYYOFZwpbe8n873f3l18fUw0KmI3fK1/5LZfdp9xksS7F&#10;mOWJyT6194kkrI/G23JtvdiUxBigAoAKAPNvj/AZfh+7/wDPK6if+a/+zV8jxTDmy+/aS/y/U/WP&#10;DKpyZ+o/zQkvyf6HhcD+bCj+qg1+Mn9VNWditqmmrqNvtztkXlG9KqMuUuE3BnrHw90nU49M0rxb&#10;4YMZ1KBTBe6fOflaRRtcDno33sZ43DB6V9jRyarUpU8yyprm+1B9+tvXez26Pofi+acQ0MFjq+R5&#10;4mqbd4VF/K9Y3XeO10ne2q3b9d+GfxQ1HxF4nn0XVdHj0QCAyW8QRlLuGywyevByMDsa6cFjsTUx&#10;Dw+Kpez000a167nm5hl2Cp4SOKwNdVVfVpp2T2227O56rivoT5cMe1AHLHSNW8N3U7aIbG6sLqVp&#10;f7Pv5mg8mViWcxyKj/Kxy2wr1JIIHA9D21GtFKvdSWl0k7pbXTa1S0vfbp1ObknBv2eq7P8Az1LW&#10;j6HetqraxrE0Mt/5Rggt7bPk2sZILBSeXZiq5YgcKoCjnMVa0OT2NFPlvdt7t9PRLotd3q+lQhLm&#10;557/AJEeueGNO8SX1t9v0eCdLeQym4uo1Yj5SMIeSM8egwPWuWlWq0Z3otxvvbr5G04wlH95ZmTB&#10;ptpJfLZaZbQWVmvyxxwRhEVRySFGBzyfxr6dVJUaPtKzbl1vufnFaKzHHclHSOy9F1/UmGhzSRwG&#10;NtzzZYKeMKO5P41LxcIuXNsvz7ErK6s403B3c7u3kur9TOxiu88cKBBQAUAFABQAsIjjvba5aJZH&#10;t5PMjLDlTgg4PbgkfjXNXw9PER5Zq9tvJ90duExdXB1PaUnbuu67P+vM7yzvIb6ESRMGB6juD6Gv&#10;lqtKVGXLNH6Zh8TTxUFUpO/6epi+P9X1zw/4R1PUvDukx69qtrEZYdMeUxG4xyVVgDhsZwMcnA4z&#10;msT08NClUqxhWlyxfXex4L4d/a51n4majPoPg74d3y6/BFuuZfE10LGxsm6ZkCAyP83AVWUnnjg1&#10;1JUoq7d/wX9fM+hqZFHDRVXE4hcj25Vdv0vovXU1/gR8GfG2h/EzxL8RPiPrlhqus3tqtjZppwdL&#10;e3t9wdlVWRNiggAAD+8xJJycatRS12SMcxxuFlhqeDwUXGEXd33b+93PS9b+Lei2VzJZWE39o3aD&#10;5jbkMifiSA34Z968rD5pga9d0Y1OZx3t/nt622Pk5udWMo4drm872/BMoW9zc6jCLprO5VZDu3SA&#10;bj74BJr6+GaYWyWqXp/lc+MrZFj3JydpN+f+dhxZlPMM4/7Yv/hXUsfhX9v8zz5ZRjo6Ok/w/wAx&#10;yRzynEdtM3+8uz/0LFY1Mzw0Nnf0R00sixtR+9FRXm/8rstRaRPJzNKsK/3YvmP5nj9K8mtm1SWl&#10;Jcv4v/L8z6LDcO0Ya15cz7LRf5/kLNe2kVk0FsyOVUIu5GdDj1IBzXkqhWqe9yNp+TPoZYrD0r0/&#10;aRTXRtafiZ8DF9zNuLk/M7Zy3vyBx+Ar7TBQhCiuWDj67n5jmdSpUxDdSop+a29ES13HkhQAUAdj&#10;Y3Et5oqtbMguVTaN/TcOx9j/AFr5HF03TqyS9UfqGWV44jDQl20fy/q5zHjP4yeHfhrZW9z4vlk8&#10;PxTuY45J13xu4GcKyZ7euD7VxKbbtZ3PoMPg62Lk44dczR0vgLWv+FqeH7XXPCgtr/RrnPlX8l0o&#10;jODgjam5gwPVWCn6V2U8PWqq6Vl5v/K5w4p/Uqjo101JdLGZ8W/F3hH4U2FnYa9qv9reMdTmiXTt&#10;Ns4t8y4kUmRYgSUiABLyMegOD0WuithqdGjJyd5f5dh4GjisfN1KUbU43u3tttfq+yX/AATqMe1e&#10;eAY9qAPPvF/jrwB8OdSW38Q6/pPh9/s73MVjPKsJKs7mSRUH3izE9BklT71jLlT1ZpHma0R+efxK&#10;tNW/ay+N3jHXPBmnvc2cEUXkCXEZkjTZCpJbADPhnAPOAR2qKdGpipy9ktgr4yjl8I+3drs+4fhh&#10;4N/4V/8AD7QPD29ZZLC0SKWRfutJ1cj2LFsV9xh6XsaUafZH5JjMR9axE638z/DodRXQcYUAFABQ&#10;B5/f/ATwLqnxBk8a3ugQ3viByjGa4dnj3IoVX8snZuAVecdgevNczw1J1PaNanvwz7MaWCWAp1Wq&#10;euisnrq1fe3zIrP4M3c/j7xBc2tzBP4d8Q3Njf3+lXDMv7+BwkhXAwVeIliDg7417Hjw8zwbb9qt&#10;m1dH3PDXEMYUo4SomqkIzUZLs9V809PRvtr7v4d02fR9KisZrhrwW5McU8jFpGjB+Tee7BcAnvjP&#10;evKinFWbPTr1I1ajqRVr7rpfrbyv92xU8Z22oL4V1t9EkltdXa2d4ZrWKOSUyKvy7Vk+Rm4wA3HT&#10;JHWtElfU525NW7HKfs+/FK4+Lnwm0XxJqVmdN1Z/MttQtShTy7mJzHIAp5AJXODyM4PIptO9kVyt&#10;uyPRkkWTO3nFJprcJQcdz4h/bn8Gajc/Gb4e3mlMIbnxFCNDEhXcvmCcbSR/23H/AHzXnYmmpSXm&#10;fpfC2MVHB11L7HvfK3/APP8A9q79l3QfhT4bsPEnhK7vrmxjuBY6lDfNuZZCG2zKdo+VijqeozjH&#10;eoqU4xV4nfkWeVcwqyoYlJO11b8UcB+yT4Xl8SfHHQ5FQtb6asl/Ow/hCqQv/j7IK7crpupiovtq&#10;c3HeNjg8irJvWpaK+bu/wTP0br70/kkKACgAoAKACmAUgCgAoAKAPnf9s3w5Pf8AhHRNYiQvHp1y&#10;8U2P4VlC4Y+25FH/AAIV8ZxNQc6EKy+y/wA/+GP1DgLFwpYurhpbzSa/7dvp9zb+R5j+y38edP8A&#10;grrmsRazaz3GkatHEJZLZQ0kTx7tp2kjK4kYHnPTrXxeBxUcNJ860Z+rZpgZY2EXTfvR7+Z98eBd&#10;d0nxl4a07xDpEbGzvUeaB5kCyBWb5h3xyo4z/CPSvqqUo1IKcdmfB16c6NR0p7o6LFbHOIcgE4ya&#10;Brcg+0kHDJj8a15OzOn2Ca0Z5n8IfgTbfDHxj4+8Uy6nJq2q+LNTe8MkkewWtuXd44F5OcGRsnjO&#10;F4GKhu+hhLsemyXkEVwkDzIkzjKozYLDPb1rO6TsTZ2ueaeFfAGr+H/HXxM8Taxq0eoJrrWsWm26&#10;Ek2tpAjlUOQMHzJ5jgZ4wc84Hbh2/aw9ThzGD+p1Hboy2JFLlAwLjkrnkV9VzxcuW+p+XOnNRU2t&#10;H16D/wDPWqMwoAKAOQ+KniJvDfg+4miu2sbuZxDbzqpbD4LYOOmQhGfcV4Od4t4PBylGXLJ6J+e/&#10;42aPueDMqWbZvCnOmqkIpylG9rx0jdX3s5J26pfI8e8b/Fe/8deHYtK/stbHcyvcTGTIYr2UYGBn&#10;nvX53mfEU8xwyw/Jy7Xd73t27fifvnDnAmH4dzGWP9u52TUVa1r93d3dtNl3OThj8mJUHO0YzXxp&#10;+mN3dyK6n8u3Mi/wsP54NNFRV3Y9W/Z/1Zhqet6YTmJkS6Qeh+6x/HK/lX6RwfiHerh3to/0f6H4&#10;L4q4GLpYXHpapuD9N193vfee2xyNE6ujFWXkEHpX6TKKkuWWx/PMJypyU4OzRvWniwRp/piYCjmR&#10;P5kV41XLtb0n8mfX4TPW7QxEbvuv8v8AL7jUs9f06/hSWC8ikjcBlbdgMD0IPevAlOMZOEnqtD7T&#10;2VSybi16rX5roSTPY38WHlhlVWyGDg7WBxkHsQa19m5rRGMqsaUuWUkn5lWbU1tVO6/hkx0/d7m/&#10;HawH6CtoYWvPRL7zgrZlg6KvKafpqYd/rclxG0MZZY2OXZj8z/lwB7Cvcw2BjR96bvI+PzDN54pO&#10;nSXLD8WaOi2UUbrdROzxOhQgrlkbj0rjxleXL7Kas07+qPVyrB0+dYijK8WmnfdPQ1jHG1u5Dgps&#10;2Fo+CFHavLhOTkuuv4n0VWjBQl0VrfJdjjb2eO4mzFCsMYGFVeuPf1NfW0oShG0pXZ+ZYmrCtO9O&#10;CjFbL/PzIK2OQKACgAoAKACgClrXiE+FNGvtWEdzOLSFpTDaIXlkwM7VUdSfy9eK5MVOlSoyqVVd&#10;I6KM61Od6DfN5HzT8Pf22fHnib4mWGl3WnaYmj6hdeTHCbd2liUghAHDDcc4ySOcnAFfkWb53Vwm&#10;FrYrDxjeKuk72876p7HuYDPMRVrQpVGmm7ba/ge0+Nfi3410i9VbXTLaCGVRsuFs3Z89xkkj9K83&#10;hzidZ3h3KbiqkXql26PVt2/U/RsMoVo67jhbeMPE/guefW5pQZY2cifESgH7vyKB7dq/JOJ+JPrW&#10;bPD06zlTi0rJ+7db+W+h52LlHmko7HPeHfD8Og3kN3kXFzGwYFh8o/CvLoZtXwteFehpyv7/ACfk&#10;zy4VJQkpR6Hstr4jt7q3SURzKrDP3c/yr+nsAqmZYSnjKEbwmrrb7vk9Geq81wUXyyqWfaz/AMiV&#10;tbh/himf/gIH8yK9FZfin9j8v8yJZxgIrWr+D/yIZNYnf/VQrGP70jZP5D/Gu2nlFWX8SSX4nl1u&#10;I8PHSlBy9dF+v5FOYyXP+vkaUf3Dwv5Dr+Oa9mjluHo6tXfmfNYrOsXibxUuVdl/nuLjFeoeCGP8&#10;5oAKADFAB/nrQBf0nVW0uYk5aFvvr/UVxYrDxrx7NHrZdj5YKp3i91/l5lT4peBPDfxu8D3nhvVJ&#10;k2XShoJMhZYZByrqDzwfzr5JyV/deqP1rA4qtg6scRTVvX8mfnj4n+B3xu/Z61a9t/Dtz4hh06ds&#10;C/8ADF1PGlwvbesTA5x2I/GuqGIS3dmfqNLMcrzSCeIUeZdJpaejZ9Qfsf8AwnudB8HNr3iK1uZv&#10;F/ieRxeXmpFmuYrZSR5fzZYbguSSRyyg/dFc9SuqjcI636nyud46NSp7Gg17OG1trn1dimfFGVrm&#10;tf2dZT/ZhFPfhG8mGRyql8cBmAJUZ6nBPsa66WFqVtYqy7s8vFZlh8JpJ3fZbnwp4v8A2R/iF8Wf&#10;H974j8aeLNISS7kBZrFZZfKjHCxxoyoAoHA+b3OSSS1lFWUrzmvl/SOaXE2HhC1Km2/Oy/zPov4X&#10;fCrQvhH4aTR9CgYKzeZcXUxBmuJMY3OQPyA4FfQ4fD08NDkgfE43G1sdV9rVfouiOxxXUcAYoAMU&#10;AFABigAoA3NBjiju4W2uGKFt/VT2Iz2696+UxOKrTrToP4T9HyzLsPGjSxMF77Xfv5HO/Dnwf4h8&#10;N/E34lahfXFvN4c1q5s7zS0hwrJIISlxvUdDlYhn+IAd81zS6XPecXHdHoVheJqFuJ41Ihc5jY/x&#10;r2Yex7e1ZJ8yuhNWdhzWqlic4BOcCtVKysjWNVxVkiVECDAHFS3cylJyd2YGv+F/D/ivUtKm1O1g&#10;v77RLoX9nl/nt5gpAfAPo3Q8ZwcZArN8sn5o6KVetQjKNN2U1Z+aPmL9uL4k6NZfCKPwra2902qa&#10;7epIkckLbUWN1lYhvuk5aMYUn7/ODXHUnFwtHqfZcM4Oo8W8TJrlgu/fT/PfsSfsnfBeb4X+DJdS&#10;1aDyvEGsbZJo2HzW8I+5GfRuSze5A/hr63LMI8NT5p/FL8D8s454hjnWNVDDu9GldJ/zPq/Tovv6&#10;nuteyfmgUAFABigAoAKYBSATFMA/z1oAMf5zQBm+JfD1n4s0C/0fUI/Ms7yJoZAOoB6EehBwQfUC&#10;uevRhiKUqVTZ6HXhMVUwVeGIou0ou6/rz6n55/EX4f6l8NfFF1o2pISUO6CcDCzxn7rr9e47HIr8&#10;axuEngq7oVN1+K6M/p/K8yo5rhY4qjs912fVf10Prn9hz4t2upeGZPAl9Oseo2DPPYK5x50DEs6r&#10;6srFjj0b/ZNexlmITj7GW62PAzvCONT6zFaPf1PqrH+c17p8sIcAEnoPegCKP7QNKs9VmRF02+UP&#10;BMhyFU/cLnoN4II+uDzjOkqU4QVSS0f9a+pmqkXUdJbr+vwJsf5zWZoZuraONTVotsMaS8Sy7AZC&#10;PQHsffnHpWcoc2hpGXLqReJrmOy0qUkAM4xx6dT+leng03U5ntHU8TN6zWG9knrNpI5A2bNdWdmv&#10;yS+R5krjqNx+Y/muB9R6V51HFyp+0q39+X9P7jrxOXQrexoW/dwvf5WSXz6/MgViY7qW2XNvGcqX&#10;cnPACqDySW6/8CFelRx08PThTfvTlrvtfb7/ANTxMTldPGVqlaLVOnBWulu1u7aaLa/kWMV9QfCB&#10;SA5D4sWenXngTURqfnLbR7HEsCb3jfcArAZGQCeeehNeDntOhUwE/b35VbVK7Tvo/wDPyufc8FV8&#10;ZQzyh9Rs5u6tJ2UlZtq9nZu2mm9j5XF5NAzJHMWQHAJ7j6Gvw5pX0P7SUVJJyVmWxfm2hJeTzZ2/&#10;hB4Wotcjk5notBgWW6jt7OIF5pDuI+vP/wBetKcJVJKMd2RUqQoRlWqO0Uez/s8+HrlRqGuzxmOK&#10;ZFtoM8bwDlmHtkKPz9K/SeEsHOCnipKyei8+/wCn4n89eKmbUakqGV0pXlBuUvJtWivWzb9Ldz2g&#10;V+in8/nmPxgGtP8AuHtZYtFCgOwPEpYfxAHIHOBn/CvTw/1DG4Kth6VRPEpXS1TtHWyurNtJ7XPo&#10;sgrY7Is/wWYYmlbDOXK5aNJzVlJ9Y2bWrsUvgF4vjn0RvCV7KE1bRsxxq5wZ7XP7t19cAhTjpget&#10;fmOaUGp/WYr3Zfg+q/U/pvizLpQxH9pUl+7q6vyn9pP1eq738jM8F+IX0v4ja1AJm+wyardRFd3y&#10;5Lk5/BiRX2GX054jLq1Gl/EjCM4/9u6NfNPb0Pz7j/C0aEMnzLER9ySVKfpOPuPy5XG9+zfc9xMT&#10;CFJOqsSM+hHb+Vc+AxixlK7+Jbn4/m2WvLq3KtYPZ/oMx/nNemeGdB4TMvmTqB+5wCc/3u1eLmSj&#10;aL6/ofXcPupzTivh/Uta1rUMCT28QLTkbGPYVz4XBynJVZbHfmea06UJ4enrLbyRytfRHwQf560w&#10;FpAJ/nrTAP8APWkAtMBP89aALOnJvvUJ6Ipb8en9TXz+cVLU4w7v8j67hulzV51X9lW+/wD4Y+Gv&#10;2jdE/wCFU/tB/bdIRbVLkQa7aIowkcokIcD/ALaRlsf7dfl+bYSFenKE17s00/mrHjcQYdYLHqtS&#10;Vr2l8/8Ah0e0fEv9r7Q9R8HaNH4ZnmXWL24gku0eNlNkiOrOpYjDEkbRtyMEnjivwDKeCsVRxlWW&#10;MS9nFSUdfibTS80lvr1sdmKzylKlD2D95tX8u56rrPje41jTBaNAkW7HmOrZ3Y54HbmvksPl0KFX&#10;2id+x9JKo5KxzdesZGv4Q8SWNxqN1oi3cUl/AguGtlfLohIGSO3JH51/S/hdja08FWwdRPli+aL8&#10;n8SXo9fmfL5nye1Ti9bao63/AD1r9uPHExQAtMA/z1pAH+etABTAMf5zQAUgExQA+0do50tyXe3k&#10;BURfKwBHP8XbAPA/Kvks0wkKKjUpqye5+h5DmNXEuVGtK7Sun5bP13RtJbiNQEeWJf7scrov5A4F&#10;eGm1sz6169ChNdX1hf7bCB5AkCjKoX25Y5/PaPyr4PiTiqpw7KnCjRU3NN3k3ZW8la9/U6aeCji1&#10;eVbkS9Lv7+3oczol/wCKdb8T/wBn3lzcoq7hLuTy1RcdSAB7Y+tcfEOfSlkn1vCYjllLltyuz1au&#10;tNVZXv1VjaNLD05fvIqSX4nqEvhm3vNOeGFQs0Me5H7kDrk96+E4T4rzPLsVKtUrSqQSvOMm5Xjf&#10;3mr7Sje67pNM+YzPLqGLg+WCjJ7NK1n0WnTocS6NG7KwwynBB7Gv7GoVqeIpRrUneMkmn3T1TPym&#10;cZQk4yVmhMf5zW5IUAJj/OaADH+c0ALigAx/nNACYoA1vC90/wDajQMy+UY8hT1PPUf4e4r5nMmo&#10;1o+7ut/0Pvcg5nQk1U2fw9vPv3OtOyJSx2oo5JJwBXmt9z6dty3Mzwxqmm+Kb6/svDM1pqtxaOFv&#10;Fsp0KW7NnHmEHgnB4GTweKulSlVf7tf5BX5sPFSrJpPa639DnPit8avhX8FrK6HjrxTb6lqqoQPD&#10;ukv5s+7H3SinIPo0hRe+ARXorDUqa/fO77GuDwGY5nJfVKbjH+Z6L7/8rstfDXxgfHXw10XxFbQS&#10;h72zEyQ3BAkzjgOemeOe1eQrpNdjTE0Pq9eVGT2diGfUd19FOALa4kfAY52+YBgdeRkDaynnpjua&#10;4ZT97m2Zajpy7o4vV/BOh6/4o0jX7zS459WshJa2b3ILC1IlAyFzt3YK/NjOF4IrswlalQc6jV5J&#10;aeRx454ytSjhKVRxpzfvpaXVu+9tHptrqjpYrWcwSzhJXtklMazMvHHHJAxnOfwxX1mBrTrUVKo9&#10;T81zXCQwuIcaMWo+ff8AruJXoHih/nrTAT/PWkAv+etACf560ALTAKQBQAUAAoA4D4u/E1fh5pES&#10;2yJNq13kQI/KoB1dh6DIwO5+hr5XP86WU0UqavUlt5ebPuOFeHXn2JbqtqlD4mt32S/XsvVHyn4s&#10;+I1zrcjN4ugXXba4b92QBFNb4A+4VAGPbj61+KYieKzPEfWvatVUrN2VmrvRpdj+i8JgcLlVBYbD&#10;07U73td3v3u7nR/Dz4EnxRo1n4s8Ka/qej38UzPBDPaDzEKNw6yh1GPfGM5Hau+pmOEwFCEq9a9f&#10;rGMdF2d2+3q/I+CzbiNYLGzwfsFOFlrzd1qmrO337WZ9M+CP2gX0u7tvD3jcH+1Viy2qW9vsikxn&#10;l4wSVOB1XIPoBX3WW4z63lTzOo7RUuV9eyT+9n5+87w9THfVYwcebVa376bL9T16x13SvFNjIuna&#10;lbXiSIVJt5QxXI9ByD9a9K8ZrRnv2cHqj598dfGPxr+yTqNgmgeGm8V+BdSEguPDpV1XTrgYLNby&#10;qrbIZd27YVZQQ2AucV6NDF8keWX4n0tLLsHnsW6tT2dWNve01XmtLtd7p7bmF8PPiv8AHH43+O7a&#10;90jwpY/DfwWh/f8A2q3kkDrnnYJCMt2GxFXnJzXJWdOT/d6Py2/y+43xOByvLsO4TqurU6Wa/S+n&#10;q2z6ZuLeHT18y/1S6ugoyI3ZUB/4DGq5+hyKVPD1Kr0u/wAj4jEY2jhl77Sfbqc/q9xea+pZbV1h&#10;kTbHl0wAe5+auqONw9OhKnBO7T1t/wAE8irluMxGLp16rioxa0u9Enr0tcvy2Kym5bcUknj8ouvV&#10;VAOMfixP418/Y+uuZF9am2MUHmJbWUQyhb53lfqSFHJP/wCvB4x24etKNTnjHmn0/wA7f1Y8vGYe&#10;nOiqc58lNb9L+V3svvb/ADigDDeSXKlvk8zG4DHfAx6n8a+ywnt/Z3xD95/gfmmYPC+2thF7qXnq&#10;++pJXYeaQXtlBqVnPa3MSzW8yGOSNujKRgis6lOFaDp1FdPRnRh8RVwlaFehLlnFppro1seEeIv2&#10;dNRivHfRb23ntGOVjumKSIPTIBB+vH0r8yxfCVZTbws049no1+Gv4H9IZV4qYOVFRzOlKM1u42cX&#10;52bTXpr6nJ6v8H/Eml3UdrFp89/MRl5baMmFc9AHOMn16Ae9eJXyDHUZqnGDk+6Wn3v8T7XA8dZL&#10;jKUsRUrRpx6KTXO/PlV7Ltq2/I9Q+FPwbbw7I2p66kU168ZjjtOHSJWGG3HoSQSMDjBPXPH2eScP&#10;vCP2+LScmrJbpX3v3fTsfj/GnHqzWKwOVNxpppueqcmndW6pJ662bdtra+rxRJBGkcaLHGgCqijA&#10;A7ACvuIxUUlFWR+KznKpJzm7t7t7skQAuuemeaJbOwo2clc6Hxvplvf6JIJ4w6cRsPVWO3H6ivhZ&#10;VZ4eUcRSdpxaaZ+xqlTxEJYaqrwmmmvI+Q9c8Ex3muS27h0urCZkju4ZDFKgyRkMpB5Hav1+nkMc&#10;whTx2Gmo06qUnFq9r7pdN9ux5WA8X8Tw5ha2T4+i6tWleCldcs0tIuafW1rtXv5Gpp3ho6LepBF5&#10;bW8RLCSNiQxPJ685yTkn3r0Mjy1Kq8y5ZU1NNKnNJSjrbWzatZaeTR8Fxnx/Xz3KoZLiVGpUg4uV&#10;WL92fLHS0eVNPWz6Jp2Vnp9D/DfUU8QaU0Fx8xK4Y55Dr3HuQQa/Lc1wcslzWpTpaRl70fR9Pk7r&#10;5H1WT4ynxDk1OdfWUfdl3uuvzVn8zSn8O3cVz5SJ5iHpIOmPf0ruhjqUoc0nZ9j56rk+KhV9nBXX&#10;fp8+x0CJFoOlk5BKjJP95jXityxlb1/BH10Y08pwb8vxf9fgcdI7SuzscsxJJ96+pilFJI/OJyc5&#10;Oct2NFMgKACgApgFIDF1m9ZNd0GzQ4Ms0szjsY0iYH/x946iT95I2gvdlL+tzaqzEvaOv76c/wCy&#10;o/U18pnEr1YR8j9B4bjahUn3f5L/AIJ8gft6Wwh8deBbrGDPZ3UJP+4yN/7PXx+OV6VzyuK4/wAO&#10;Xk/zX+Z84V86fnJ9eW3xd8O6N4P0i+1PU4hdTWcUjWsR8yYsUGRtHTnPJwPevxqWTYuviqlOjDRS&#10;au9Fv3/yP0OOY0KdCE6ktWlp1PI/HP7Rmra6slroUZ0ezPBnJBuGH16J+GT719jl/DNDD2niXzy7&#10;dP8Ag/P7j57FZzVq3jR91fj/AMAqfs1+JJNI+MmlNLKzLqIktJmZsli6krk9/nVK/UshqrD46mlo&#10;np/l+NjxaMn7S76n3XX6+ekZHiC8u9IhGowK1zbQDNzaou52j7umOSyjnbzuAIAziok3H3kawSk+&#10;V7s0Ir63ntoLiOZJLecKYpUbKuG5Ug9MHjHrkVd1uQ4tNpk9BIUAFABQMKBBQAyWJZUKt0659D61&#10;lVpRrQdOezOihXnhqsatN2aNyzt7640uS5eWCJUViJGQ8gD0z+v6V+B8UcVYbh7H/UIRdRpJy1ty&#10;36dbu2vTdH6zlWIqZhRVSULNuy8/P7x2n6gVEV9bhnVlAkj7so7f7wOf1HfIWf5PR4ly+NWg/fS5&#10;oPo79H5P8Geo06cnCW6OpgmS4iSWNg8bjKsO4r+Z61KdCpKlVjaUXZp9GM1dATzL/B5XYc/yr67h&#10;Ol7XMWmtOWV/R2X6nDjHy0/mec+Johb61Mg/iAf+n8xX9EeGedLGZfPLKr9/Duy84Nu33O68lY+G&#10;4hwLo1I4uK92p/6Ut/vVn95mV+yHyIUCCgYUCCgAoAZM4jiZiCR0IFZVZqnBzaul2OihSlWqxpxa&#10;Tb67ENqJbaaBoIjFcxHfGvAS4UdQCPl34z0PPX6fB1asYr2dJ3juk90z9ZoUJykq1eKVRaNrZr+u&#10;+q9DutP1eO8LRyrtZSCGI4IwDn2PPT2qoVVLSR0SpuOqPkT9of8AY78TS+JtT8W/CjUpNOm1QE6l&#10;pFvdtamUk5YowIBDHko2BnkV1wqOnp0Ps8szygqUcPj48yjs7Xt/XdGB+yD+yze+Hdd1TxH8QfC9&#10;wdVs5Fi0vT7yIOm/G5pyeUOMgKSeDuPXGLdWNtDvznOqdSnGlhamj3a/L/M+uvEXiXRPBmgNbavq&#10;8dpdNmZo4GzKzMxc7UHO0kkc447iuOo1GHvO1z89jL2lR8urRwfgj4j6Z4512fTvLngnZGcJM25Z&#10;kUjDdSVccdCcY9q4UpSTl02N5VYU6io395pv5Kyf5no0kMIAkkVP3Z372A4OMbvyoC50fw51mO4t&#10;W0uYLJFKGmiVhkFWYtg/UHP519lhYuFGKe58hi3GpVk1qmZfjjwqmhzJdWo/0SZsbP8Anm3p9K9S&#10;nPm0Z8jjML7F88Phf4HK1qeYFABQAUAFMBKQC0AFACf560AfKP7QGqPqHxLvoS2Us4ooEGeg2hz+&#10;rmvwriuu6uaTi3pFJL7r/mz+neBcMqGSU5pazcpP77fkkc38M/ha3xS8awR3KE6NpwElx2Ert0jz&#10;9Bk+31FfGYjG/UcO3H45beVupvxPm7wFNUqL/eS28l1f+Xn6H1jcNb6fbJp1giRWkICfuwFDY4Aw&#10;OgHYV8TrJ80t2fhNWpdtJ37vuzz69t4r/wCISRTRrLGsBBVhkcqf8a/dsLKWF8Pp1Y6N1U18px/y&#10;PjlNxzyEo7xX6Flfh3p4ull5jCtuHlMVP8+K+Kr8VOpQcKdO02rXvovQ/Uq2dqpRcYQtJ/cN8Eaj&#10;qOn+J9YiTWtTaGKU7IpLx2jHzkY2k4r9B4nxVfLsgynG4aXLOUY38/ci9V1+Z+bZdjsTPGYik6js&#10;m7avuz1iy8RXF+m1rmUSDqvmHn6V73DOf4PPKXJKCjWjvHv5x8vLdfc334itiob1JNerJCSxyTkn&#10;1NffbHlttu7I47fNzFHAWheRskxMV4HLEgdfx7kV4OZ08PTpOTiuZ7f5n1mR1sXWxCpqo+SOrvqr&#10;dte/kbN3qsdpOIjHJI23edgBxzx374P5V83Rw9Wvf2cb2Pt8RjMPhLKvPlvtv09DJeR7m4eeRdrM&#10;Aqrn7qjoPr1J+vtX12Awn1Wm+b4nv/kfnOb5isfVXs/gjt592LXqHgh/nrQAn+etAC/560AJ/nrQ&#10;AtACf560AMuJPKt5H7Kpb8hVwXNJImTtFs6Pw5fr4z8A6beBgzXlnG5OekgAz+Tg/lXyua4P6rjK&#10;2FeiUmvlfT8D9TyrGfWsHRxS1cop/O2v4nzRFdzX2v6pcTxmGZ5CXjP8Byfl/DpX9D4HC08DgaOG&#10;pS5lFLXv5/M/mPNMXUx2PrYmrHllKTdu3l8tjSmkErAiNYwFAwvfHesMFhZ4SEoTqyqNyk7ytdJu&#10;6irJaLZGOLxEMTNShSULJK0b2dla+rer3Z2Pwx1iTTtTmjQjLLvUHpkcEfiD+lfNcT4KGIowqyWz&#10;t959RwxmNbBV5wpu11e3R2PYrfxLaSxbpWMLgcqQT+RFfk08BWjK0dUftdHO8LOF6j5X21f3WMLW&#10;NXbU5QFBWBfuqe/ua9fC4ZYeN38TPlcxzCWOnZaRWy/Vmf8A5613Hjif560AB/zzQAv+etACUAR3&#10;NylrGHkyFLonHqzBR+pFDdhpXOb1Z9vxJ8NqfunTtQ/Pfa4/TNYv+JH0f6HRH+DP1X6nUf561scx&#10;o6P96b/gP9a+Qzf+OvRfmz9H4c/3SX+J/kjwr9prwlpHjDxr4Eg1WF5kgNwAqSFOJDGDnHP8Ir8u&#10;4nx9fBUP3Ds2m9r7WOjN8JSxSgqqva/6FfRvhd4T0B1ey0K0WReRJKvmsPoXyRX4hXzbHYjSpVdv&#10;LT8rHg08BhqWsIL8/wAz54/aH0caX8SLidV2x3sEdwuOmQNh/VP1r9J4bre1y9Re8W1+v6nx+cU/&#10;Z4pvuk/0/Q8zr6k8Q6P4dXUWl+N9C1K5le2s7K+gnmnVS2xVcH9cYr6vhvJ8XnGPjDCr4Peb6JLX&#10;73sv8kzrwtCdepaHQ/QbSvF2ia2iNY6rZ3O4ZCpMu7/vnqPyr9eq4PE0HarTa+X6nqSpTh8SNb/P&#10;WuMyOF0qxNtPr3g4ym3jEf27SpgOYoZGPC+8MwOB0CtEK54qzdP7v68n+h2yldRr/J/15r8bnTeG&#10;NZPiDQLO/aMQzSJieEHPlTKSskf/AAF1ZfwraEuaKZzVIck3H+vI1f8APWqMw/z1oAP89aAD/PWg&#10;A/z1oATOASeB9aHoNK+iNbUruZ/D0UDMkPCggDG70X86/mfOuBVnGYVMVha7Uqkm7SV1dvutUvKz&#10;P23A16eU0FOsrqEenkiPSrRrKwSYEmGSQo/+y3GD9D0+uPU10ZPN8PZlPhrEVOblUXF+bipSivK7&#10;bj8x08es0prFqNr308k2l87GpY3v9mTHccWkhy/pG3976Hv+frXDxlw19epvMMJH97Fe8l9pL9V+&#10;K06I1i76HWaBr+m20NzcS3SR7QRmTgYXOTnpjivD4aybFZbhauPr0/iimur5bX2XftvocGKhOrKM&#10;Io848UXyXGu+ZG6yIqKpdTkc5PX8a+V4Nzp5NndHEzdoTfLP/DLr8naXyPZzDLHjcnqUWvfV5R73&#10;X+auvmVa/uQ/AQ/z1oAP89aACgA/z1oAKAEzzj+tACQOLK4SUKRHu/eqvQj1x6g4OevFeHmODjUp&#10;+0px95duqPqclzKVCsqNafuPRX2T6ei6dizrfi/SNAsjcXN7AAQSiK4LOfYDJ/SvmaOHq13anG59&#10;pjszwmXQ58VUUey6v0W7Kej6y17p8N3a3EginHmgqxHJOTx9Sa+3pYanCnGnJJ2PzCeY1cRUliKc&#10;2lLXRs6TRdE1fxLHK0FwViQ7S00jBSfQYzUVacIRtCKv6Hfg518RPmq1JOK83qedfG/4CapItr4j&#10;tSb97ePyLy1tELOY8kq49cEnPHQ+gNebUwaxEPZydn0PQrY2vltdY2hDnVrSj1a3TXmmZXwC+Ec+&#10;u+KH1i5sbjTdOtIWWK4cFXeUjACk9cZJOOOAO9bQwVKjQdB633Z5GFzDGZrmizGUXCEFaK/q1923&#10;8ix8Vk8V3PjCXwXbAi1ZUcyoNpuI2H3nboqZyCB1wc5zilhsBRov2knftcrPc1zHF1Fl+GjyprVr&#10;qvXou56FpHw51X4U6Lo10l++rpaSg3IUcQIxGQncxjg88jB6A4Xuk7u6O/L8NPCYeNKpPma/qy8j&#10;1HxXDHqnhid1IZSqyofy5/ImpTs7nbUgqkHB9Tx9lKkg9QcV3J3PjZRcW4voH+etMkT/AD1oAP8A&#10;PWgBaYBSAKACgBskiwxtI7KiKCzMxwAB1JpNqKbexUYuTUYq7Z8TeN9XbxV46vrm0VpjfXrCBVGW&#10;ZeQnHqQF/Ov5yx9b6/ja1aGvM3b77L8D+vspw39mZbQw9TRwir+trv8AE+gfB2mXnwb8IQ2mpWO2&#10;5vXLSSxclSQC2W6E9FA44UelfP5plNdVbzVklp2Z8ZmWVU8/qzxGEqWqWtZ7ei6r11Nxtbtjp32u&#10;JxMhIVFX7zOeAuPXNfKzpTpy5ZKzPyLHYSvl1R0cTBxkvx9O6PJPFfxSsPA3iW81KYf2o8MiWssV&#10;tIAUdo89/wDdPFf1JlvDFfOuCsNl0JezlJ892ntzSa+9NH5jXzCGEzOdeS5raaeiKkX7W+gH/W6L&#10;qS/7hjb/ANmFfHy8IczXwYmm/XmX6M9FcT4frTl+H+Z0Oiayt/Z63qsBaFphHcRq+N67pAwyPUZG&#10;a9DxFwssvyfLMDPVwXK2trxhFfj0OfKavta+IrR66/e7nofh3X49Xskuo2EcycSKD9xv8K/AKNat&#10;hK0a1CTjJaprc+0g1Wjax0PhfxXF4ke7jjjYG2YAyfwuDnkfka/qHhnO6ub4drERtUja7Wzv+T01&#10;X3HZnfD9bJadGpWkv3ibt1jbo/vWve6831mjQjy3vHwN4whPZB3/AB6/TFY5hifrFZ2+FaL/ADPq&#10;cnwX1PDLmXvS1f6L5fncz1lNzJJcHgytuAPZei/pj8c19Nl9D2FBX3er/r0Phs4xX1rFycXpHRfL&#10;/gj/AMK9I8QKYBzQAlAC0AJQAtACUAZviS8Fh4e1GdiBst3I+uCB+uK7cDTdbFU6a6tfmcmMqKlh&#10;6k30TM39mjxMLjRNQ8Oyv++0+UzQAnrC5zx9Gzn/AHhXRxxgPZ4mGNitJqz/AMS/zX5Hu8CZgq2E&#10;ngpPWDuvR/5P8zL+KXg/+wPFVzqUK4s9TxJx0WUffH4/e/E+lfQ8L5n9cwSw0379PT1j0+7b5Luf&#10;HcZZU8Dj3ioL3KuvpLqvnv8AN9jj6+yPgDV8LXBttfsm/vPs/MY/rXlZrT9pgqi7K/3anp5bU9ni&#10;6b7u336Hqlflh+lhQAUAAoAQ0ALQAUAYXjac2nhq6us4Fs0VwT7JIrn9FNZVNI3NqKvNLuZ3ixvs&#10;vjPwTc9pbu5sif8AftZJf5wCpnpOD/rb/gGlLWlUXkn+KX6nXVucpf0c/vJx7Kf518jnC/fRfl+r&#10;P0PhyX+zTj/e/RHiX7QFwYfiL4VOeERH/wDIvP8AKvx3ixcy5f7rPWx3ReptZr8JPGPCv2ntHW8t&#10;9FvIBvuoTIjxryxjOCGx6Ag/n7V+r8E5dj8ZRxVbD0nKlT5eZro3f7/O23U+YzuhKpGFSCu1v6Hi&#10;GleHJbzUY7a6LWe9PMAZfmYew9evX0r+gcj4BzLM7VsWvY0vP4n6R6ert6M8PD5bVqu8/dX4/cdF&#10;ZTR+HJJdNvoV+xSsTHPt4YHs3+f0r+kMqyfB5Rhlh8DDlS37t92+r/4ZH1VGjDDx5ILQ04rW406M&#10;Pp0gu7M8i3d+g/2G/oa9a6fxbnQeofAHxHNqfxBsrFbq6hWOOWSWyldlBAQgZXOCMkV8xn9KnDBS&#10;nyq91rbzODGKPsm7anuvjtf7KvNB8QrwdPvFt7gjvbXBWJwfZXMMh9oq/J6mjU+35M8mj7ylT7r8&#10;Vr+V18yfwsP7O1/xLpf3UFymoQp2WOdfm/OaOdvxpw0lKPz+/wD4NxVfehCflb7v+A0dPzWxzBSA&#10;KADmmAUANdd6MvqMVMlzJplwk4SUl0NWHUoZo9s+I2Iwwf7p/Hp+dfC18FWoPWN13R+rYXNMLi0u&#10;WVpdno/+D8i1HGv2Z4onKwOCCqNlSD146V8rjMmwOPxCxeIp3qK1pXaem2qa2PVhGNJWgkkQwzGN&#10;/s07ZfHyOf8AloP8fUfj9PZXY0a6ohvYVuYhYxkogALlBnYo6D8eOPQH2rkxeHji8PPDSbSkmm1v&#10;Zq2hpTm6c1U6olOi248JzPEA9wBueQdypP8AQn9K/k7NcvqZVjamDqO/K9+6eqfzR7dLGzq4mLei&#10;elvX/gmLbv5kSnv0Nf2rwdmv9s5Hh8TJ3mlyy/xR0f36P5n4fn+B/s/MatFL3b3Xo9fw2+RJzX2h&#10;88FAGL4m8WWnhWCF7m3v7uSYlYoNOsZrqRyOvEanaOerYHvWc5qG/wCVzanSlVejS9Wl+Zz0Xinx&#10;pr7f8SvwjHotsel14ivFV8eogg8wn6M6GsuepL4Y29f8kbulQh8c7v8Aur9Xb8madp4X1e6IfW/E&#10;lxdE9bbTIhZQfgQWl/8AIuParUJP4pfdp/wfxM3Ugv4cPv1f+X4G/Z6dbaehW3hWPP3m6s3uzHkn&#10;3JrRJLYwcnLcs0yS14A+FPhnWfFOpaxqls2oXcpSRLedswptUKfl/i6A/Nkc9K56kmnZHoYTLMLX&#10;f1iquZ9nt93+Z1vjTwvv1+wWzjSKO7AiAUAKhXA7dBtxx7GinOydztxeFcpxdNb6HV3Qt/CvhwxQ&#10;4UImyP1Zz3/rWLd3dnrUqcaUFCPQu6Hf/wBp6RaXPG6SMbx6MOGH4EGpNS9QBwvxM0iQx22rWqb5&#10;7fMcij/loh52/wCHvj3oAf4M8WwXdpHaXDh4XG2KR+mOmxs/lz9KYFvV7e48PaNdW0CCfTXG2PLf&#10;Nb5PK+6+npnHpSA8zvCBduo64DEfWuym7xPl8dDkrN99SLmtDzwpgFIApgFIA/z1oAM0AfLf7Q/x&#10;D8W+HtWk8N3OraZFpl6zyobXIuPs5JKrKO2PujB+bHfmvzHiPEY6nzYeVRODu7R0k10UvLppa6P3&#10;Lg3AZXXjHG06MvaRsm5axUktXHz663s3pY6L9l74VXN5q8ni/WbOSC3tlEWmQ3KbWckAmYg9sYx+&#10;deBluXuj+8rK0v6/Q+szjNI117HDyuurXl0+/c9E+NvjPATQLV/SS5YH8VX+p/CvH4lzJ0orCUnq&#10;9X5Lovn/AFuflecZnUwfLSw8nGe91o0v+D+XqfKnj/4ty2jPpuh3JWUZEt5G33TgjCH15Pzdu3PI&#10;/QODeBZ4rkzLOoe6tYQa385rt2j166aP8z4l4yxubQp4ec03C65krb7/AD81b79TzS/8SXmo6XDY&#10;SCFbeIq37uMKzMq7QWPUnHrX9EqKWx+YOTasZP8AnrVEno3w68ZXl18RPDsC20Kw3d+lvcQRFws6&#10;yvGrBsk9NikY6FRXz2d5Tg83wcqGMjzRXvLya/pp+TZ6eArzpYiLh1dn6M+mtX8Fan4e1lrSxM01&#10;veArEyfxL1KtjuP5V/KOP4Ur5fjlSpRc4yfuf8HzX/B9P6W4LoZbBVMyx1VJ0tovp2l566K2z87H&#10;snhfwbY6T4ctrRGErkeZJcxHBdj1wfTgDHsO9faYCg8vpqFN2fV/mfS5nWjmlVzqxTjpZPpbb+v0&#10;NTWZgsKWaYHmD5gP4UHX8+n5+le3gcP9YrJNaLV/15nzmbY36nhnJP3paL/P5fnYof56190fk4f5&#10;60ALQAUAFAB/nrQAn+etAC0AJQB578YNcFtptvpcbfvLg+ZIM9EU8fmf/Qa+04awnPWliZbR0Xq/&#10;8l+Z8tn2J5KSoR3lq/Rf8H8jzvwZ4nl8E+K7DWogzRREx3Ma9ZIW+8Pcj7w9wK+wzfLo5rgp4V7v&#10;WL7SW3+T8meHkmZyynHU8Sttmu6e/wDmvNI+sNX0yw8deGwiyrNa3UaywXCc4JGVcfn+RIr+fMHi&#10;sRk+M57WlF2kn+Kf9b6n9GZhgsNnmBdJu8ZK8Wuj6Nf1tofPetaNdaBqU1leR+XNGfwYdmHqDX73&#10;g8ZSx1CNeg7xf4eT80fzVjsDXy7ESw2IVpL8fNeTG6L/AMhiwx18+P8A9CFGN/3Wr/hf5Mywf+80&#10;/wDEvzPXP89a/Iz9TF/z1oAKAE/z1oAKAFoAT/PWgDF8b6dJq/gvX7GH/XXNhPDHj+80bAfqaiou&#10;aDXkbUZKFSMn0aOd8canHf8AhHw34ih/1UWpabeqw7RyypE5/COdz+FZVHeEZrujooxcak6b7SX3&#10;K/5o73NdBwlrSm23jL/fT+RH+Jr5vOYaQn6o+24aqa1afo/z/wCAfJv7cs17pPxB8Dahb3E0CyWd&#10;xGDG5UFkdW7f74r0eH8JhMdQrUcXSjNJp2kk979/Q97MVaUX6nK3PxC8Qx6xpsSavcCGVJMruB3Y&#10;AI7V+if8Q54RmnN5fT+5/wCZ87zy7mJqGs3t54z3X91Lcm4tgqNK2cbSTgf+PH8a+xyvJsvyXDPD&#10;5bQjShe7UVa7dld93ol8iG23qM1/S5L2GOe2Oy8tzvib19RXrwdtHsDHafeW3iGwIliVmHyywuPu&#10;N/nvQ04PQNzPl8P3mkuZdIuCF6m1lOVP0/z+NXzqXxCPQPgPJq/iPx9BFbQ3GmT2i+Zd3KL8qxZG&#10;Vyf7xAAHPr2r5/PKlCjg5e1SlfZeff5HHipwjTakrn1b4h0eLxFoGpaVMdsV7bSWzMOqh1K5HuM1&#10;+QyjzRcX1PBpzdOamuhyfhjVZdR8Q+HdQlUJcav4fZ7pR/DLDJEdv1BuZR+FYwleUX3X5f8ADnTU&#10;iowlFfZlp87/AOSO8z/nNdBxC0AJn/OaAF/z1oAT/PWgAz/nNAC/560AXtI8PW2tNKZXaN0x9zHI&#10;Ofav5t8Wo1sPXwmJpSceZSi7NrZprb1Z+mcJY+VGlVo2T1T1+79Cxd+BpLeUNYSoyEYZJ8c/pg1+&#10;JZZnuOyuv9Yozu3o1LVNef8AVz9D+uUa8OSvG3oUoLp7eC6guIktntyNyxLjr3A9c8/lX7zw7xLH&#10;NsHVxGKSg6e9trW319GceIwyhKHsnzKWxv8AhWJrjRJTMMC4kdtvoDxj+dfz9m+PeZ4+ri3tJ6X6&#10;LZL7isSlQqRjHeKX37nHWqtFLLE3BU4P16V++eEWMquOKwTT5FaSfRN6NX7tJWXkz5HjqhTboYlN&#10;czTVutt192v3ln/PWv6LPygT/PWgBc0AJ/nrQAf560AU7TUo9Ty1qfMtxx9oB+Vj6J/ex69PrzhJ&#10;32LcXHcuAYH/ANemQbPhjVW0rUo5l5CnJUHqOhFYVV1Pay2prKm/U9I8Ryx3egrfW8g3QOlxDJ6E&#10;HH8iRXMe8cHq2tXOpHzrqXcFHCjgD6Cmk27GVWpGlBzl0Ol+F+pm4028s3PzwTeYo9Efn/0IPV1I&#10;8rOTB1nWpty3TO0zWZ3kF7aR39rLby8pIu0+3vQB4/rGjXXh/UpvLTcCcyQjgSf7ae/t39jQM19P&#10;8YTS6XNa7luoHUx4lzujOOh7jHoaAOVuv3l5LKPuACIH1K5J/Vsfga6aWzR4GZRfNGQzNbnjCf56&#10;0AH+etAC0wENIAz9KADP0oA56/8AAfh6/wBeGtz6JZXetHaiXM8Qd8jhevTHr1Ary8VRw1K+KqQT&#10;kur/AAPfwGJx1fly+lVlGm3qk7K3X/hjqNe1e38FeFrq+lYbLaMtljje/XJ+p5P418HisQ6cJ1pJ&#10;t7+bfb5s/Rqk6WCw7k9IwX5bI/P34k/GSXxVd30OmXDNFLI32i9HBmJ6hfReevf6dfo+EOB3Gr/b&#10;GdRvVbvGD2j2cu7XRbR9dv55zvOKmJqyUH8W7/ReR5lmv3I+NDNABmgDuvgXZ/bvi/4UixnbfJLj&#10;/c+f/wBlrjxj5cPN+R34CPNiqa8z9Ds18MfogQyS2jlreQR7jkow3IT649foRXlYnLqWIfPsz38D&#10;nOIwcfZv3o9n09GJ8zSPJI++V/vN0+gA7AeldWGw0MLDkh833OHHY6rj6vtKnyXYXNdZ5wZoAKYB&#10;mkAUALn6UAJ+VABmgBk0yW8MksrBI0UszE8ADkmrjGU5KEVdsmUlBOUtkfPfifW38Ra5dXrZCO2I&#10;1P8ACg4Uf575r9MnjcLw5h6NCvf3r3t36v01seNkvC2Z8b1sTWwHL+6S+J2ve9op2etk3rZeZnW0&#10;DXM6RAcscfQV7eGzDC4yHPh6il+fzW6Pl824fzTIqvssyw8qb7taP0kvdfybPXPh58QpfAxWxule&#10;fQmP3V5e1PcqO6+q/iO4Pxuf8PxzVfWKGlZfdLyfn2fyfl9Jw3xPLKWsNibui/vj6eXdfNdn6zr3&#10;h7SPiLo0U0U6SZXdb3sBDY9vceo/ka/M8BmGMyHEuEotfzRen/DPs/zR+r5nleB4jwsZxkm/szWt&#10;v813X5M8rtvAOtaT4rsrWSzeUeaHWeIZjZQc5z2/Gv0+rnuBxeX1KsKiWjVnvd9LdfkfjseHMxwm&#10;Y06Eqbet018LS636fOx6fJoJsrdpbqTnB2xxDJJ9z2r8xWM9rJQpL5s/S55U8NTdXEy9EtdfXoZF&#10;emfPCZ+lABQAUAGfpQAUAH5UAeb2ujSa98HNZ8NQ/Ld2cF5pEH95GiLpbt9dqxOPqK5VHmouC6XX&#10;+R6DmoYmNV7Oz+/f9TtvDOtx+JPDmlavDgRX9rFdIPZ0DD+ddEJc8VJdTjqQdOcoPo7GtbS+TdQu&#10;egbB/Hj+tebmdP2mGbXTX+vke3kdb2ONintK6/y/FI8I/bp8LPqfgDQteiTe+kaiFlI/himXYT/3&#10;2Ix+NYcM11TxUqT+2vxWv5XPvsfDmpKXZnzbbX4uovDt1nlXMD/7xXb/AEzX9EYGp7bDp+X5Hyc1&#10;aRb8XxPFBbahEMy2sgJ/3T/9fH513U+sX1IZtWd0l9bRTxHKSLuFZtWdhmPrWlz21x/aem/Lcr/r&#10;Yh0lH09f89auMk1yyFY0/CV+3jG7hsbCB5NSkOBaqMsfUj29+3esa8oYaDqVHaK6kynGK5pM+ofA&#10;XhjTfhTosk2p3ka31yV+1TZPlx88LnsBnljj8q/Cs+4wyyrjoYOrXjGX2Y319X2v0vYxWWZlmdN1&#10;8PQk4R6239O/yueiZyMjFM+ZOR8L6UhvZSW2zaVqF7HjHBSdhOB7YEkf5VjCOvo3+Op1VJaeqX4a&#10;HX5rY5QoAM0AGaAEzQAZ+lABmgDa8KTbNSZCeHQj8Rz/AI1+MeK2D9vkcMQlrTmn8mmvzaPquHKv&#10;Ji3B/aT/AA1/zOur+Rz9MOX8RaDp6XEmqX9/FYWa4aZ52VFGP9onA6V0UnWd6VK/vbpX1+S3PWoY&#10;2cKapRjdrY8h+LP7U9n4V8OX0XgTT/8AhINRt4SEupEZbGIjvngyY9F4P96vrMr4f9vWgsfPki3s&#10;vif+Xz+40p5biKydWpp18zyX9jbxbr3jTUfH+q+ItTl1PUbme0meR+FUkTfKijhV46AAe1f1hwpQ&#10;w+Eozw2Fhywjb9dX3Z+c8Z0+R4dt62kvu5T6YzX3Z+ahmgBc0AUNc13T/DWlXGpapeRWNhbrvlnm&#10;bCqP6kngAckkAVMpKCvLYuEJVJKMFds5fTl1T4hEXeo282jeGjzDpso2XN8v964HWOM9ovvEffwC&#10;UrJc1XV6L8/X/L7+x0y5KGkXeXfovTu/P7u52qIsSKiKqIowqrwAPQVucYBwXK5GQASP8/Q0ASRS&#10;GJww6ilJXVjWlUdKanHoaY1RfI2eYwQnJjycZ+lcvs5XsfRLH0OXmb+Rn3NyZ29FHQZreEOU8XE4&#10;qWIfZG/8PtSFh4hRGICXK+UT79R+vH40qqurm2X1OSryvqes1yH0oUAUdV0a21iEJcISR9114Zfo&#10;aAOO134d29vaT3iytJJGueF2MVzz8wOcYzTA5Oe3UWuxFCBBlQvQVcHyyOLGU/aUXbdamZmuw+UC&#10;gBc/SgApgBpAFABQBPpUPn3zSHlIBgf75H9B/wChV8tm9e8o0V01f9f1ufe8OYXlhLEyWr0Xp1/H&#10;8j5//bo8Sy2PwtSzgmeNbrUIrVgjY3jY8j59R8iD8TXrcMYVTqyxE1tt/meTxjjXGlHCQe+r/Rfr&#10;9x8Q6MMWI92Jr9Up/CfiGJf7wvVqcgcUAFAHq/7Ltn9q+NmhNjIhS4lP/flwP1IrzMxdsNL5fmet&#10;lcb4uPlf8j7yr4w+9CgAoASgBaACgAoASgBaACgAoA84+MPi5dItrPRgXhl1LcRKVIRlXBKBum49&#10;cZzgGvsOG8JGtXlXm/g2Xm+vy/M+bzyvOnQVOK+Ld+Xb5nlK9K8fjVyeNpp7cv6u/wCh/R/gnCms&#10;kxM18TqtP0UI2/Nj1YoQVYgjuDXwMJzpyUoOzXVH9AV8PRxNN0sRBTg900mn6p6HV2YcWsYlYs+O&#10;Sa/fsujWjhKaxDvO2t9/6Wx/m9xPUwNXOsVLLYKNHnailtZaXXk2r/M1fD/iHU/Cd20+k3RgDHMl&#10;u43Qy/7y+vuMGozDLMJmcOTEwu1s1pJej/R6HFlmcY3KJ8+Fno94vWL9V+qsz2nwH8S4PF7m0uLY&#10;2Goou7ZvDJIO+w9ffBH581+Q51w9Wype2hLnpvrbVev+f5H7hkPFFDOX7GceSqltfR+j/T8zs3OE&#10;OM/h1r5Jbn2cnZM5bXtrqrjypMtjzE+Vx7MK+hwV4tx1XluvVM+EzblklNWeu60fpJfqY1eqfNBi&#10;gAoAKACgAFAHJ6Uf7H+Ies2J+WLVrePVIc/xSxhYJ/wCi1P1Y1ivdqNd9f0f6HVL36MZfy6fqv1I&#10;Phif7PsdY0B+H0XUprdB/wBMJCJ4MewjlRPqh9KVLROHZ/8ABQ8R7zjU/mS+/Z/irnYygtGyjqRg&#10;fWjESUaM29rMMJGU8RTjHRtr8y/4n8Naf4w8P32i6pF59hexGKZO5B7g9iDgg9iBXwNKrOhUjUpu&#10;zWqP2OUVJOMtmfFHxW+AV94C0/Udc8JXkfiXwnaSC4m8mZZLiyKffLheGAGckc46gYzX7Dw7xRGF&#10;RYfGLlcvLR32a/rXp2PnMXgWk509UjGPkapYcESQXEeQQeCpHWv1mMk7SieGcz4XvX0rUJ9IuWxh&#10;iYyfX0/Ec10TXMudCR6N4d8I6t4quVh0yykuCTgyfdjX6seBXj4rMcLg3y1qiT7dX6Lcc706bqyX&#10;urqfTfwX+CkHhOxmWQwR3l25a61CKABgMD5FPVgMZ57nOK/I+JM2WZRlRjNwTi0rPVXTXN2TXQ5c&#10;LRq4yvGuoXhFp2ezs9vnsdn8XPAOiaLotolsrf6UGgmjkfd5qFeWOfr245r+T+OOHcvyCjhsRgW1&#10;Ubs7ttysr82vW+9rLXY/bOHM1xeYVakK9uVK6srW8v8Ah9dDifhXqj6t8P8ARZpG3zRwm2kY9WaJ&#10;jGSfqUz+Nf0XkeJ+t5bQrPrFfhp+h+J8R4VYPN8RRitOa69Je9+ptaZprWN9q8xIxeXSzrj0EMUf&#10;P/fuvaSs2+589KXMorsv1bNGqMwoAKACgAoAKACgDhPi14mvtH0MWWkX7adql3wtzHnfDH/EykEY&#10;J6A/X0r8144zahg8EsFUgpur0dmrJ3vZ362t82tUfo3BeSvMcW8VPSFP8W+n3av5LqeQ678YfGHh&#10;fS98up6pfWsahWnjvyJD7sDj9Ca/nnD5bhcXU5YqMZPpy6fI/dJ4HC0lzOkmilp+vXHjLT7XVdRF&#10;xLJMPMj+3TGaQKehy2cZHNOtRWEqSowastHbRHdQp0owUoQUbk17bx3VnPDJ/q5EZW+hFYQk4TUl&#10;ujpaummdJ+yPo0Vj4f8AEF7FEsS3F3HESoxkohP/ALUr+luD1KVCrUk73aX3L/gn8/cd1I/WaFJd&#10;It/e7foe+V+gH5gFAgoA5/U/BOn634lstZ1Fpr1rBQbOymYG2glyczBMcyYIAZs7QPl2kknN01KS&#10;k+hvGtKEHCOl9319PT+mdBWhgV9Qv7fSrC5vbuVYLW3jaaWV+iIoySfoBSbSV2VGLk1Fbsq+H/tE&#10;umpdXcbQ3V0fPkhbrFn7qH3Vdqn1IJ70o3tdlTtey2RpVRmFABQA6KRoJUkQ7XQhgR2IpNXLjJwk&#10;pLoe3aPqK6tplvdL/wAtEBIHY9x+dcLVnY+yhNTipLqXaRYfnQA2RFljZGG5WG0g9waAPnz4rfED&#10;Q/g/pN5qGv3ggiido4YRgy3Ljoka9yevoBycCvQwOBr5hWVGgrvv0XmzixeLpYOk6tV6fn6FHwn4&#10;kt/GHhnS9ctFMdvqFslykbHJTcoO0n1HT8K6MTQlha06E94tr7j5KFRVYqpFaM1q5ygoAKYBmkAZ&#10;oAbJKsKF3YKo7k1MpRguaTsjSnTnVkoQV2zRtT/ZujmZ1/eEGRlPUsei/wAlr8+qTliKzkt5P/hj&#10;9goU4YLDxg9oLX5at/qfH/7ed60Gh+DbEtuM1xczuf7zKsYJ/OQ1+r5NRVGDguiSPw3OsRLE1fay&#10;3k2/69D5e0mF/wCzI3CtsBwWA4BJJAz74P5V9dDSKPg6+tRlnFWcwYoAKYHuP7Htus3xZmdiAYdN&#10;mdcnqd8a8fgxrx80dqHzR7uTq+J+T/Q+2M18ifbBmgAzQAZoAM0AGaADNACUALmgBKYC5pAZviHw&#10;9p3irSptN1W1jvLOX7yP1BHRlI5Vh1BGCD0rooV6mGqKrSlaSM6lOFWLhNXTPFde+Ges+DGkkgju&#10;fEujdVkgAN9bj0dOkw/2lw3+yetfU1sTgs/pxpY393UjtLp/wPR/ea5Dm+acG4ieIyu06c7c0JbO&#10;2z0s01rZr5pmZoF1o2qzE2uoR3U0Z+a3PySIfRkPzA/UCtMFwrQwlVV6s3O2q0sv1ue7xF4t5pm2&#10;DlgcNQVDmVpNScpW6pOy5b9dG+zR02a+0PwMM0AU7P4gaN4a8VaTbz36fbZrqOBLeE75MuduSB0H&#10;Ocn0rhzDDuvg6sbaWb+7U9LL5yp4qnOPf/gH0Paa1LHbyxyyuxxujfOSrD+lfitXCRlKMoJLuu6P&#10;2ehmVWFOVOpJvrF9U1+jKl5ePfTebIED4AJUYzXTSpRox5I7HnYnEzxVT2k0r+RBmtzlDNIBKAFz&#10;QAZoAM8UAcl8Q/8AiV22neJF4OiXAnuCO9q4KXGfZUbzcdzCtY1fdSn2/Lr/AJnVQ95ul/N+fT/L&#10;5kN6f7A+KGn3Y4tPEFobCQ9vtMG6WH8Wja4yf+maik/dqJ99Pu/pjXv0GusXf5PR/jb7ztEI86HP&#10;TzE/9CFc+Pv9WnbsdeU2+vUr9ywlzLcWbokmZXgIQn+8UGP1D/ka+CW+p+uvXVHwpa/s3fErR4J7&#10;OKWAR3Efk3JtdQKxzqRyGHBYH0Ir9Qr5/lcanLV3i9Pdvb0PncPgsTXpKrT2ku/5nq3gf9mi5tdF&#10;tLa61hLZYRtMaReawGTgbtwHTvj8K+ownF+GrQlHCUm4x0Tbt59jwM0jUy2cYVFdyVz1bwn8BfCd&#10;pPHG9nBd3pO4Xt9bpNJkdAMgbR6V8vn2aZjjafNSqumluotpNednqTkuOg8U414JqS08mvvPU7Lw&#10;NZ6b5HlbpCjjOcBQvOQAK/O6VOVGoqsZNy7n3OIlDF03RqxXL29Njb1PUIdF02a5dcpEhIjTALYH&#10;Cjtk0YvExwtCpiqt+WCcn10RjShFzhRjZczSXzPni++Ifjbxf41RdY8ORWOlhCq3Ed4JViQA7QOm&#10;STjPHcnpX828RZjRzqcsbKu3JWUYWsku36t9X9x+sYDL6OX0fZUvVvuy98CQx+HVtKfuTXV1In+6&#10;Z3r+peFIOGT0U/P8z+feNZKWd1kuij/6Sj0HNfWnwwZoAM0AGaADNMAzSAM0AIWABJIAHfNJtJXY&#10;0m3ZHz/4u1w+INfurvJMW7ZEPRBwPz6/jX8lcQ5o83zKrib+7e0f8K2+/f1Z/WHD+WLKcup4a3vW&#10;vL/E9/u29EeTeP7ptc1jT/D0TEJNKomx6Hk/koP/AH1RlsFh6U8XLotP69fyPTxD55Kkup38aJFG&#10;qIoVFAUKOwr51tt3Z3bGX4qvvsGgXkoOGKbF+rcf1rrwlP2leMf60M6suWDZ7P8As96OdI+FumMy&#10;7ZLx5Lph/vNhT/3yq1/UvDVD2OWwb3ld/jp+CR/MXFuI+sZtUS2jaP3LX8Wz0jNfUHxwZoAM0AGa&#10;ADNAHCeL73/hJfGej+D4PmgQLq+rEdBBG/7mI/8AXSUA47rFID1rnm+aapr1f9ev5HbSXs6Uqz9F&#10;69X8l+LR3ea6DiDNABmgAzQAZoA734Z6zgzadI3X95H9e4/r+Fc1VWdz6HLqvNB030PQKwPWMDxV&#10;4/8ADPga2a48Q+INN0WIDOb66SIn6Bjkn2FdVDC18S+WjTcvRNmFXEUaCvVmo+rPlz4wf8FGfC3h&#10;2Cey8BWUnifUsFVv7pGgs4z64OHk+mFHo1fbZfwjiKzU8Y+SPZav/Jfj6Hy2M4jo0044Zcz77L/N&#10;/gfn78Tfih4l+KfiabWvFWpS6jfyyr5TkBY413D92ijhAPQdevJzX6RhsHQy+mqNCNldfP1fc+Lr&#10;YirjZurVld2fy06Lsff/AOzlFJD8EvCSy/eNqWGfQyMR+hFfkmeNPMa1u/6I+gwWmHgekZrwjtDN&#10;ABTAKQEVxOsCAkqu44Bdtqj3J7DAz+FcmKxEcNSdSR6GAwcsdXVGLt3fZGhpaWiJ57vumCeYZJRt&#10;2p2IH8IOO/Pr0r4iviqmJlzVH8uiP1TC4GjgYclGPq+r+f8ASLOqbLm3e1WRRcMvmRpnklTkfhkV&#10;nTqOlNVF0ZrXpRr0pUpfaTR8Qft5XX2rWvBcSZYfZriRQBydzRj/ANlr9iypqUJTXWx/P2aRdOoo&#10;S3VzzPWFTwV4CtfDe1DrOoqs94SAfIUHIH1yAB/wI+lfQq7aR8pNqLc2cXGzFBvGGHXHQ1uvM4ZW&#10;voOzTJDNAHV/Cvxe/gX4g6JrIcpFBcKs+D1hb5ZB/wB8k/jiubE0vbUpQOvCVvYVo1Oz/Dqfo6GD&#10;KCOQe4r4M/SBaACgAoAKACgAoAKACgAoAKACgAoAwfEPww0Dx8T/AGnoNrqUyD/XGPbMo9pBhh+B&#10;rkxmZ4/L6UXgqji79Ntn0en4Hu5NluCzCvOOMpqS5eve66rU467/AGbtFgbEGpeJtHjP3Y7fU5Ao&#10;+m/dXpZTxbmtaUo4hRlZdY2/Kxz5/wALZVhIQnhk02+9/wA7kMf7OXhxzi/1XxDq0feK81Vyp/BN&#10;te7X4ix84SVLljLo1Hr87nymHyjBU6sXVi5Rurq/TrtY9L8E/BHQPB8e/StHstLcrgSRIHmb2Mhy&#10;xH4mvzGpmeZ4utGrjK0pWe19PuWn4H7P/ZWWUcNOjg6MY8y3tr5avX8S2wKkgjBHBFfUp31Py9px&#10;dmJTEFABQAUAFABQACgCOeCO6gkhmRZYpFKOjjIYEYII9MUWvoxptO6PMzp99eeCdT8PREzeIfC0&#10;0cuntIfmnEREtoxPUh0XynbuRLXJZuDh1jt+n+X3no80VVVR/DPf56P7t18j0PRdWtvEOjWOpWje&#10;ZZ3sCXETEdUdQRkfQ10JqpG+6ZwtSozts0/yLYDK0bK5QxklNuOM9f8APua86rltCrNzktWe1Qzr&#10;F4enGlBqy7rfyf8AV/M6fw9ZWd7pqia2hmeJiu541Jx19PevGxuGpwqJWvovw0PrsnxtSvh272d3&#10;t5u/6jPE9nHBb2zRRrGisVwgAHP/AOqu7LGouUEeTxDByjTqvo2vv/4Y55XKMGUlWByCOxr3mk1Z&#10;nxcZOLUovVG5F4smSEK8KvION+cfpXkSy2DldSsj6iGf1YwtOCcu/wDwDG1a6m1ZJBM+SylVA4Ar&#10;PMcshi8ur4KGjqRlG/m00n95w0M0qxx9LF1nfkknbyT1seS+MtfOm2h06xKza9fMbWztVI3+Y3G4&#10;jsq/eJPTFfxtlOR4vHZjHBum01K0rraz1X9ep/UVXG4ejhXjZS/dpc1/Ly9eh6F4W0CHwt4c03SI&#10;Dujs4Fh3f3iBy34nJ/Gv7bwmHjhKEKEdopI/lDH4yePxdTFT3m2/TsvktDUrqOAKACgAzQAUAFAB&#10;QBS1rS7jXNJu9OtLs2NzdRNDHchA5jZhgNtJGcZ6VyYylHEYapSk2lJNNrezWp3YGrKjiqVSMU2p&#10;JpPa99C+nwX8N2GnbfLLtHH80syIxbA5J4r8wp8OZekqcKa17pP89T9tqZ5ioJ1Jy0WvY+b9O/Zk&#10;1fTdcPiHUvF8NzevePMbWHTwsSQvnMSsWzx8oDEdARjnI78bwrgqWFae2mi0X+Z4uWcW4vGYtU1H&#10;TV3e/wCVvI6DxN4Nl0TRL6/tbaXVZLaF5VtLONmnmIGQiKM5J6V8u+F8HWahCnr5N3/M+0lnk6EH&#10;Uqysl3tY+b7TxV4z8by2Wiar4G1nSb15gPMWwn8pmPC5BXKAZPJJHfIrj/1Rr4So54e8k9LNar9H&#10;+BnT4pwlWFq8lG3VPQ+8dE0yLRNHsdOh/wBVaQJAn0VQB/Kv3ihSWHowox2ikvu0P53xNeWJrzry&#10;3k2/vdy7W5zBQAUAFAFTVtVtdD0u81G+lW3srSF7ieVuiIqlmJ+gBpSainJlRi5yUY7s4X4K6deX&#10;WiX3i7Vomh1fxTONQeJ/vW9tjbbQf8BiwT/tO9c9BNp1Jby1+XQ7cZJKSow2hp6vq/v/AAPRa6Tg&#10;CgAoAKAPHPiZ+0jpHg6xMekwPqupuzIgdGjhjI4yxIBP0HX1FfeZdwli8TNSxXuQ0e6bfp/wfxPm&#10;sTnlCnFqj70vuR8s+LPif4n8aakL3UtYuS6EmKO3kMUcP+4qkY+vU9ya/UcLk+BwdP2dKkvV6t+r&#10;f/DHydXMMVVnzub+Whymu+NvE8SLGPE+sSxuD+5k1CUgf+PdKirgcNTd4U4/cjvoY3EVU1Ob+9nL&#10;2UF5rUjTN8i7iHnmO4se+PX6nFaUacqnwqy/rYK9WFH4ndv+tTei0q2iTb5Yc9y3Jr0lSglax48q&#10;9STvc5q/jCStGvIEoA/Bv8BXl1FZ2Xf9T26TuuZ9v0P0++GelHQvh14Y09l2yW2mW0bj/aEa7v1z&#10;X4Fj6ntsXVqLrJ/mfcUI8lKMfJHS1wG4UAFMApAMmj82Pbx1B+YZBwc4I7isK9L21OVO9rnVha/1&#10;atGslfld7FZZGVkEyyOvmtNMSOZpB9xeOijC+3FfG1MurQbtFvWy/wAz9Mo5zhqiV5pNRu/J9lfd&#10;7lhEkV1m3j7UG3mQjILYwePTBIx6V9K8vpvDqht1v59z4hZxWWMeLevS3l2/rqfK/wC1fJpOheNv&#10;D+ralMk76ZphNpYE/PPMZCFP+6uMn8Px+xymCp0XFdLL8D4TOKkq9fm/mu382fM93e3Op3k97eP5&#10;t3cNvlf39B7AcAe1fTRVkfG1J878iKqMitd38dltDhiW6BRUyko7m9OlKrsLbyTXBDsnkx9Qp5Zv&#10;8KE29QnGENE7ssVRgfoz8H9fPib4X+GtRZt8kllGkjeroNjH/vpTXwmKh7OvOPmfo+Dqe1w8J+R2&#10;Fcp2BQAUAFABQAUAH4UAFAB+FABQAfhQAUAdH4SiOLmTHoo/X/61eHmUvhj6n2XD0P4lT0X5jPFs&#10;uZbeP0BY/j/+qqy2OkpGfEM7zpw7Jv7/APhjn69o+RO10K4+06XCTyyjYfw/+tXymLh7OtJd9T9N&#10;yqt7bCQb3Wn3f8A5jXIPs+qTqBwx3D8ea9/Bz56MX8j4fNKXscXNLrr9+pRrsPKCgAoAKACgAoAK&#10;ACgDjvGgPhvU7LxbGMQWq/ZdUA/is2OfMP8A1xf589kaXuaxqe41U+/0/wCB/mddH95F0X11Xr/w&#10;dvWweDGHh/XNX8MscQK7alpvo1vKxMiD/rnKXGB0V4hSh7snD5r+vX9ArfvIxq/J+q/zX43Oxrc5&#10;Db8LXXl3jwk8SLkfUf8A1s15OY0+amprofT5DX5K8qL+0vxX/AubWu232jS5hjlBvH4f/WzXlYOf&#10;JWi++h9LmtH22Emuq1+7/gHFV9WfmYUAFAFVNKskv2vls4FvWG1rkRr5hHoWxnFZKjTU/aKK5u9l&#10;f7zoeIrOkqLm+RdLu33bFqtTnCgAoAKACgAoAKACgC/oUQl1a3B6AlvyBNcWMly0JHrZVDnxlNP1&#10;+5XOj8QymHSpcdWIX9a8PBR5q6v0Ps84qOng5W62R57rLfu419ST/n866c3laEId3+X/AA55fDFO&#10;9apU7JL73/wCHSIt0zvj7ox+dcuUU+apKo+i/M9LiavyUIUV9p3+S/4LNavqj84CgAoAKACgAoAy&#10;/E3hqw8X6Hc6RqkRn0+52iaIOV3qGDbSR2OMEdxkd6icFNcstjSnUlSkpw3RphQoAAAA4AHarMxa&#10;ACgAoAdHG0sioi5ZiAB71MpKCcnsi4QlUkoRV2zxz48fBZprm4v7a2WYzDfNAi8S+rr/ALQ7jv16&#10;9fp+FeN/q9f+zszdqb+CXb+7Ly7Pp102viLghzwyx+Wa1Ir34/zf3o+fl1Xnv8e+MtEu/DJaWKEz&#10;2bHAm/uH0Yf1r95nUcVdI/HcPCNV2bs+xyKaLqmsabeanFC7Wlu6RS3RGER3bCqD3bqdo5wCegJr&#10;yKlePtI0nL35bL9fRHvU6ahBzS92O5twQpbwpFGNqIAoHtXuxiopRR87OTnJyluwnlEELyHooJok&#10;+VNhCPNJRIfhd4Rk+IPxN0DQlUyR3Fwr3GO0QOXP/fCv+lfKZlilhMPUrP7Kf3vRfifV4al7SSgu&#10;rt8lqz9PAAoAAAA6AV+DH2oUAFABTACaQCZoAM0AGaYHxT+3cP8AivfDBPT+zz/6NavoMs+CXqeD&#10;mXxL0PDa+kPig4oA7S2+Dtx4n+DGv+M7be1xpN4q+UOjwBczED1G9Gz6K1eZXxChXjSfVf8ADHu4&#10;LDuWHnVXRnA6XP59mhPLL8p/CvQg7o8qvDkmy1xVnOfb/wCyLqZv/hDHAWz9ivp4APQHbJ/7Ur5H&#10;M48uIv3S/wAj7nJ5c2Gt2b/z/U9pzXkntBmgAz70AH40AFAC0AJmkAufemAnrSAX8aAEzTAM0gOx&#10;8OQeRpaE8GQlz/IfoK+Xx0+es120P0bJqXssJFv7V3/X3GB4guPP1SXB4TCD8Ov65r2sFDkoLz1P&#10;ks3q+1xkrbLT7v8Ag3M2u88Y6fwlLmCePP3WDfmP/rV4GZRtKMj7bh+penUp9mn9/wDwxU8WR7b2&#10;J/7yY/In/GujLZXpteZwZ/C1eMu6/JmJXrHzAUwEoAM+9AC0AJmgAzQAUgGyxJPG8cirJG4KsjAE&#10;MD1BHcUWuNO2qPMo9KvNKuodGt236xoObzQ5JWx9tsThZLVmPdQRGSc4xBIcnIrks4vlW62812/r&#10;yZ6HNGS53tLSXk+/6/ej0XS9Tg1jT4by3LGKVcgOu1lI4KsDyGBBBB5BBB6V1JqSujglFwfKy9bz&#10;tbTxyqfmRgwqakFUi4vqaUasqNSNSO6dzvYpUurdXXBR1z+Br46UZU5OL3R+rU5xr01NbSRw19bG&#10;zu5YTn5W4z3HavrqNRVaamup+W4qg8NWlSfR/h0K+fetjlDNMBfxpAJmmAufegBPxpAH40ALTAM+&#10;9ABn3pAGaYFjTrz7DeRzY3BTyPUd6569L21NwOzB4j6rXjWte35Hawzwahb7lKyxMMEH+Rr5SUZ0&#10;Z2ejR+m06lHGUrxfNF/1qcT4w8Oy2oW5t1MlsudwHJT/AOt71OMryxEY8y1VwyzBU8DOpyPSVreV&#10;r/5mTpC4t2b1avZymNqLl3Z8pxLU5sVGHaP5tl6vcPkRfxoATPvSAX8aYBn3oAPxpAFABmmAfjSA&#10;PxoASmBs+GLYTX7SHkRLkfU8D+teVmFTlpKK6n0eR0FUxLqP7K/F/wBM3dc0+31DTpUuR8iAuGHV&#10;SB1FfMyoLEWp9z9A+sfVYut0Suz54+I/wWtfEsUl1pixRXrjE0Ev+quM9SfQ/of1r9v4c4gllVGG&#10;CxTc6cVZPdr/ADXl06aaH8/Z7l39p4ieNoJQnJ3aWif/AAfPru9Tn/GPwVu28H6FoGnW2nHSdOUS&#10;yW6jZ5lzyDJjHJwSMk55NdOF4myvL69bHY1STnKydua0ei3/AEJeQ5nmap4PBtOyu9bXfXoecXnw&#10;U1G3yG8OiT08gK5P/fJzX1+E40yHGyUKWJSb6NOP5pI8TGcI59gYupWw75V1TUvybOW1v4YWsUbQ&#10;32l3Vhu4O8PGf/Hq+sp4ihio/upqS8mn+R8s/b4aV5xafmj0/wDZV+FmmeGtb1/XIRNNOY47eKSc&#10;g+WGyXC4A/up/k1+bcYz9lGlRi/ibbXpZL9T7XIassRzzmvhsl873PpLPvX5efXhn3pgH40ALQAc&#10;0gCgAGaAEwaAPiz9vJSPGfhd/WwkH/kT/wCvX0GW/BL1PCzH4o+h4VzX0p8SHNAH378B/B8OlfBX&#10;RtNu4FkXULVp7mNxw4my2D/wBlH4V8VjarniZSXT9D9By+kqeFjF9Vf7z4L8ReGJfA3jfxD4dlJJ&#10;sLt4kZurICdrfipU/jX1OGqKpBS7nyePp+znbsVua7Dyj68/Yqui/hDxFbZ4jvkkx/vRgf8AslfM&#10;Zsv3kX5H2GSP91NeZ9G14R9GJigAwaQC4oATFMBcUgDFABigBMUAHNMBaQD7eFrieOJfvOwUVE5q&#10;EXJ9DalTdapGnHdux3Mzpp9kzdEiTgfQcV8jFSrVLdWz9SqThg8O5dIr8tjhHZpHZmOWY5Jr7BJR&#10;VkflMpOcnKW7G0yTd8JsRdzr6pn8j/8AXryMyXuRfmfU8PytWnHy/X/gkvi5f+PU/wC9/Ss8sfxr&#10;0/U34hWtJ+v6HO4Ne2fHi4pgJzSAMUwJrayuL04t4JZz6RIW/lSukXGEpfCrmnD4M12cZXSrof78&#10;RX+eKXMjdYWs/ssn/wCEA8Q4/wCQXN+a/wCNLmRX1Sv/ACkE3gzXYAd2lXR/3Yy38qfMiHhqy+wz&#10;NubG5s2xcQSwH0kQr/OncwlCUfiVjn/FOgSa3ZwyWkq22q2Un2iyuWGQkgBG1gOqMCVYejHGCARE&#10;48y03RpTnyOz2e/9fkSeGtWh1nT2nS3+xXIkMd3asBvhnGNytjqemG6MpUjIIohLmVxVIuDs3ddP&#10;Q1easyOl8LX26NrVzyvzJ9O4/wA+teDmNGzVVddz7XIsXzReGk9tV6dRPFVgSqXSjp8r/TsaeXVr&#10;N0n8ic+wt0sTHpo/0f8AXkc5g17p8YJg0wDBoAXmkAlAEiW8sv3I3f8A3VJoGk3sSf2fdgZ+zTY/&#10;65n/AAouiuSXYhdGjOHUqf8AaGKCWmtxvNAhcGmAc0AJg0AWbG+m0+YSRNj1U9D9awrUYVo8s0dm&#10;FxdXCT56T+XRnW6dq0GqJtBCy4+aJjzj+or5fEUJUJcsj9GwONhjaftIqzW6MfVvDK2ytNZJhMlm&#10;iHb3H+Fd+AxMKa9lLQ8POsBVry+s09dNV6djCxXvnxIYNACYNMBcGkAYNMAwaADBpAGKYBzQAYpA&#10;GDQBueFJ1juZoicNIoI98f8A668jMoNwjNdP1PqcgqxhVnTe8lp8v+HOmeMSIyMMqwwR6ivATcWm&#10;j7eUVOLjLZnGatpEumy5ALQE/K/9D719ThsTGvHzPzbMMvngp33g9n+j8y54Uj3XczHnEePzP/1q&#10;5cyf7uK8z0eH4/v5y7L9S/4h0+1Wwkn+zxiZSNrhQCOR3ryMFSg8TGVtV/kfTZvWnHA1Ip72X4o5&#10;N4xIpVgGU8EMMg19em4u6PzBpNWZBZaba6asi2ltDarI29xDGEDNjGTgcngVtVr1a7TqycraK7vo&#10;RClTpXUIpX7FnBrA0DBpgHNABQAUgD8aAD8aAD8aAPjD9vRc+KvCXqbOYf8AkQV9Blnwy9Tw8x+K&#10;PoeC/jX0p8Qa3hPQJfFPifSdHhz5l9dR2+R/CGYAn8ASfwrOrNU4Ob6I2o03VqRprqz9L7a3js7a&#10;KCFRHDEgREHRVAwB+Vfn7d3dn6YlZWR8PftheH10b402+oxrhNX06OR2x1kQlD/46ifnX1GVzvT5&#10;ex8rnELPm9P8jxuvcPlz6t/YjfOn+LkzwJbY/mJf8K+bzfeHz/Q+syP4any/U+nK+ePpw/GgApgF&#10;IApgFABmgA/GgAoAPxoAKQG74WsvMne5YfLH8q/U/wD1v515GY1eWKprqfVZFheeo8RLaOi9f+G/&#10;MseKr3bHHaqeW+Zvp2H+fSsMupXk6r6bHXn2JtGOHj11f6f15HNV7x8UH40AbPhT/kIyf9cj/MV5&#10;eY/wl6/oz6XIP96l/hf5os+Ljxaj/e/pXPlm8/l+p28Q7Ul6/oc70Gc8V7h8abOieDtX8QhWs7Nz&#10;A3S4l+SPHqCeo/3c1LkkdtLB1quqVl5ndaT8G4UCtqV+8jdTHbAKB7bjkkfgKzc30PUp5dBfG7nW&#10;6f4I0PTAPJ02FmH8cw8xvzbOPwqG2zvhh6UPhijbVFjUKoCqOgA4FI6BaACgAoAR0WRSrAMp6gjO&#10;aBWuYmo+CND1QHztOhVj/HCPLb81xn8apSaOaeFo1N4nmPi/4GyadePrvhud5bgIEutPmx/pUY6b&#10;WHSRcnbkcglSeQVOaz5jjngE48sZel/62OZvNJu7GGKaWFhbzDMcwGUb6H19uo7it1JS1R4lWhUo&#10;u01YgtblrS4jmQ/Mhz9faoqU1Ug4S6hQrSw9WNWG6PWNJ0qx1TTluC32mC4jICsMYzwR9RXkUsKq&#10;M+Zu7R9xUxixlGyXus8n8Sxf8Iz4hXS7hJB5zBbeYr8smfu/iTx9eO4z58eI8Ks1/setGUKjV4tp&#10;cs/8LT9d0tjyavD2KjgXmFKSnBPVK/NH1VvyudFpPw51zVgrfZvskR/juTs/Tr+lfUuSR4lPB1qn&#10;S3qdfpvwatkwb6/klPdIFCD8znP6VHP2PRhlsV8cvuOjsvh54fsgNunpKw/imYvn8CcfpUczOyOD&#10;oQ+ybFvpFjaD9xZ28OP+ecSr/KldnTGnCPwxSLeMUjQMUAIyLIu1gGB7EA0AZt34X0i+B8/TLSQn&#10;+IwqG/PrTuzKVKnL4opnO6l8JNDvATbm4sH/AOmUm5c+4fPHsMVXMzlngaE+lvQ4zWvhNrWnBpLJ&#10;odViH8MZ8qX/AL5Y7T/31+FUp9zz6mWyWtN39Ti5Q1vcvbTJJb3MfLwTIUdR2JUgHHv3rRNPY8up&#10;SnSdpqwUzIqXYuEuIJrZikiZIZTjFfPZrTlKUHHz/Q+64aqQjCrGfl+p2nh3Xm1OOOG5UR3h4AHR&#10;/p7+1cUcPVdJVLXPaljqEcTLDt2elvMteKvCMkOkz6jZ28txeRI0j2cG3dLjnCZIG72yM172FlKE&#10;FGofN43L4YqvzUWo3fXb10v+R5d4M8aad470RNU00yCBnaMpMoV1YHkEAn27969DrY8jM8qxGU1f&#10;Y4i1+62N78aZ4wUhhmgQfjQAUAH40AH40wCkAUALHI0Tq6MVZTkEdqUoqSaexcJypyU4uzR0+meJ&#10;YpwsdyRFJ03/AMLf4V8/XwEoPmpar8T7jBZ1TqpQxHuy79H/AJfkbLKk8eDtkRh7EGvLTlB3WjR9&#10;I1CrCzs0/uMnS4orXXL63hXaixo2M5wTn/61VUxk68vZT+z19Tmw+W0sHetS+107W7FL4ia/a+Gv&#10;DEt9eb/s6yxIxQA43OFBOSOMmsZY+llq+s10+VdvPTujHMMPLF0fYxkk20rvRLXq+xzVhex6lZrd&#10;QZaFjt3eh9D7/wCFfV4PG0cdSjWoO6Z8VmWT4rKqsqWIWq7fg/Rk/wCNdx4gUAH40wD8aQBTAOaQ&#10;BzQAnNABzQB8Wftz3In+InhayBy0enmUj2aVh/7Ia+iyte435nz2aSs/keFc19GfGnuX7InhM658&#10;TH1WRN0Gj2zSgnp5r5RB+Rc/8Brx80qclHlX2j3cno+0xHO9or8z7Wr5I+2PlX9ujTRt8EakB8yT&#10;3NszeoYRkD/x1vzr3cqlaUl6Hg5tG9JP1PmHmvqD4o+rv2JIyNM8Wv8A3prZfyEn+NfN5vvBev6H&#10;1mRr3aj9P1Pprmvnj6cXFACc0AFABzQAtACUAMknWKSKMktLK22OKNS7yN6KoBLH2ApNpbmkKcqj&#10;5YK52WgfCvXdYCy3ax6NbnkC4/eTH/gCnAz7tkd1rNz7Hq08uk9ajsd3pfwm0OwAM6z6hIP4p5MD&#10;8kwPzzUOTZ6MMFQh9m/qeeftC/HTwv8As46Xp6RaDa6nrmoE/Z7BNsQEa8NLI+1iBk4HBJOfQkev&#10;l2XVMwk9bRXX9DSUadLaKJ7D4i6B4sj03ULfWtLCatIsNqEukCSSHA8tM4JYZAxgH1Ar46vhMXLE&#10;ThKnK6302Xd+XnsfT0p0aVJWkrHqx8IaTNaxxXFhBcMqgGRoxuPvnrXq0o+ygoR6HgV4QxE3OcU2&#10;zn9V+EelXgZrOSWwk7AHzE/I8/rW6mzzKmXUpfA7HBa/8PNY0ENI0Iu7Yc+db/Nge46j+XvWikme&#10;VVwdWlra68in4Twb+YZG4RdM89R/hXl5k/3cfU9rh9fv5vy/VG/c+EdS8VXkEdmiJBGD5lzKcImc&#10;cY6k8dB+JFY5c+WMmejnGHliKlNJ2STO28O/DPSND2yzR/2jdjnzbgAqp/2U6D6nJ969RybOOjha&#10;VHVLXudbUnWLzQAhzQAvNABzQAc0AJzQAvNABzQAc0AVP7LtdtwhgVorg7pImGUY9zg8c9/WhaCk&#10;lJWkcB4r+E8cqvc6L+7k6m0c/K3+6T0+h4+laqfc8bEZen71L7jnG1bVPhhoYe/tdwvC32aFj9xx&#10;jO7HQEHp147V8FxfxNDhzDwqKm5TndR7XVt/v6b2Pp+GckrZhOUKkuWKs331vt9x4l4y+OFr481K&#10;KyttSsP+Egsgz2cdtuA89CHTkkgkMi8A9q/Acxz7N8xxOFzTF0lBUXdOKa0bT1TbZ+1YHJcPgKVS&#10;jBtxnve3a3Zdz7D8JeJbXxj4X0rXLIk2uoW0dzGCeVDKDtPuOhHqDX9XYevDE0YVobSSf3n4hiKE&#10;sNWnRnvFtfca/NdBzhzQAc0AHNABzQAc0AHNABzQAc0AZXiDwvpnii1EGp2aXKrko/3ZIz6o4wyn&#10;3BFBMoxmrSV0eNeM/h5qfgxZLyEyatoq/M8ypm4tx6uqjDqP7ygEd1wC1aqfc8TEZfb3qP3HMJKk&#10;8KSRuskbgMrKcgg9wa4ccrxizuyJtVKkH2X4f8OPUkYI4IrXBu9I5M6VsVfyRh/FL9pTWPhJpFiq&#10;aNDrDXYkjiuprgp5LqBjeoU7wc+qn5TzXV7FSZ9XwxhFnHPTq1LOFum6f+X6njH7K3iF7h/EGlyt&#10;li63yAepO1+P++KuejTPo+NsGpUYVo9Fb7tV+p9CYpn4mHNABQAYoAKADBoAOaAExQAuKACgAxQB&#10;Pa39zZn9zMyD0zkflWNSjTq/HG510MXXw38KbX5fdsa/huZrnV7ueRsyyxrnHTjAr57F4Gnh37aD&#10;euh9vlebVsb+4qpe6rprffqY/wAeNOfU/hPr8MSNJLsjkVVGSdsqNx+ANfJ55B1MvqpeT+5pnr4m&#10;lOtSdOCu3ayXqfPHwT8bXWheKhoWp3Ei2F9/o5SZiRBKPuEenPGBXzHCeaSweMWFqP3J6ekun37f&#10;ceBiHXcvq+Kbbj7tn08vL0PoJ0aN2RxtdSVZT2I6iv3lO6ufFVabpTcH0E5pmQUAFABTAKQBTGGf&#10;ekIKAPgL9qvWBrnx+1GJW3JplrDag9vubyPwaU/lX1mWwtST73Z8lm07ya9EeZ17J8yfb37Jvg0+&#10;G/hkupTJsutZmNycjnyl+WMfozf8Dr5DM6vtK3Kton3OUUfZYfne8tfl0Pa815J7Z84ftywg/Dvw&#10;7P8AxJrUa5+sMp/9lr2Msdqz9P1R4+Zq9D+ux8i19afBn19+xVbbPBviG47SX6x5/wB2MH/2avl8&#10;2f7yK8j7DJF+6m/M+i68I+kCgAz70CDNABQAZoAu+E/DOq+Ppc6UFttLVismrTrmM46rCvHmHtnI&#10;UepI21lKfRHrYfAyqe9U0X4ntnhHwBo/g2MtZwtNeuuJb+5IeeX2Ldh/sqAo9Ky3PehTjTXLBWOj&#10;zQaC5oA+Qf20f2ddS+IepJ4r0pzJfwW626xM37tkXJCc8KcsxB6Etg4617OWZw8tm6ddXpS6reL/&#10;AFRnOl7RXW58D3tne6HqL211FNZXts+GjkBR42H6g9K/TadSnWgpwacX17nntNOzP04/Zt/at8Pf&#10;GHRrHStSu4tL8ZRRrHNZ3DBRdsBgyQk/ez1KfeHPBAyfzfMcrq4OTnFXh37ev+Z3QqKSs9z37NeC&#10;bBQB+W/xe+L3jHwL+0P491DSrx9Knk1CW0CSWyMr28TlY8K6kAELnIxnJOea/RKGW4LH4GlCrHmS&#10;V9G93vszkhWnh5t09LnO+Bv2mvHXgf4hTeLI9Vk1Ce6Ym8sLp2NtOh/h2A4Xb/CR936ZB7p5RhJY&#10;dYaMbJbNb/f18+5DrTlNzk7s+qvDv/BSLwtcwp/bvhTV9Pmx832CSK5TP1Yxn9K+aqcO1k/3c0/W&#10;6/zNVXXVHsXwp/aq+H3xh1ZdJ0bUZ7XV3UtHYajD5MkoAydhBKsQATgNnAJxgGvIxWV4nBx56ivH&#10;ujWNSMtEevZryTQM0AGaADNABmgAzQAZoAM0AGaADIoAM0AebftD+GJ/Fnwm1uztLg2l2sYkjuAu&#10;4x9mPUfws1fB8bYaNbJ51pQ5vZOM7ej1/Bs+o4bxH1fMoJ7Suvv2/FI+UvCHw+0bwbZW8dpaRPdx&#10;rh714wZXbHJ3dQD6Div5MxuZYjHTbqSfK+l9Eftzdz3b9mbxb9h1LWfBNw/yIG1bTQe0TvieMf7s&#10;rBvpN7V/SHhxnLxuAeCqP3qW3oflfFuA5KkcbBaS0fqtvvX5H0Bmv18/PQyKADNABmgAzQAZoAM0&#10;AGaAAmgAzQBzvjf4ieGvhvo8mqeJtZtdHsl/juH+Zz6IoyzH2UE0HTQw9XFT9nRjdn5+/Fj9rzQ4&#10;vF8svw50VxpMhLXP9pgpFLJnl4Y1OYwec5PJ52g5zjUiqkeVn2mA4XVOTr4iVpNWsv1/r5m78I/2&#10;gZPih48vNJXTlstPWwFxCWbMolUoJAT0Iy5x04XPfA0w0PZrlPmeKckjg8NDF815X5X2tq18/wDP&#10;yOu+L/wv1f4s6Npuj6GkT36XomLTPtVIwjhiT9StdnOoas8jhPMIZdi6lWrflcbad7q36nP/AA1/&#10;Zv8AGPwg8bx6lqQtbjTJ7Wa2kmtZM7GK5XcCPVRWU6kZqyPt83znC5ng3RUWpJp6/d09T1wHitT8&#10;RejsGaYBSEFABmgYUwCkAUCCmMM0hBQMPxoA1PDUvl6ogz99Sv8AX+ledj481Fvse7ks+TGJd01+&#10;v6G74nsJNU8N6rZwHbPPayxxt6OVIU/nivj8VTdahUprdpr8D9IhOpSkp0naS2fZnxLpnhCXWtf+&#10;z6RNLm0INxfTfdWQHqoHPUcV+A4zGwy5qd3zJ6d7r/Iw/sWGPxjw+XzclH45y2v/AHba+l27+mp9&#10;WCU3em6feswZ5ovLlYDAMiYBOPcFT9Sa/qHI8xjmuX0cZH7cU/R9V8ndHxOfYGWCxEqctXF29ez+&#10;4ZmvePlgzQAZoAKYBSAKADmgBskiwxs7sERQWZjwAPWmB+X/AIg8QN4w8ceI9eJJF/eyzpnsrOSo&#10;/AYH4V9zhoezgo9kfA4+pzzv3bZr+BPCVz468X6VoVqCJL2YIzgZ2J1d/wDgKgn8K1rVVRpuo+hx&#10;UKLr1Y049T9ItO0+DSdPtbG0jEVrbRLDFGOioowB+QFfBSk5Nye7P0mMVCKjHZFnmpKPnP8AbkkA&#10;+Gegp3bXIiPwhm/xr18s/jP0/VHk5n/A/rsz5Cwc19efBH21+yBYGz+ErzYx9q1GaXPqAqJ/7JXy&#10;GaSviLdkj7fJ42w1+7Z7fXkHuBQAc0AHNACMwRSzEKAMkk9KANb4c+A5PifL/ad+Hh8IxuViiGVb&#10;U2BwST1EIPHq/wBOuEpX0R9DhMGoL2lTf8j6DtreK0gjggiSGGNQiRxqFVVHAAA4AFQeuS0AJQAt&#10;ADJIkmjaORA6MMMrDII9DSavowPCPjT+yh4d+J9s88NuLe/Vf3ckZ2yJ7K3cf7LZHPGK2wmKxOWy&#10;5sLL3esXs/8AIJRjU+I+GfiX+zJ41+Gt7I8dnNqdrGdyzWsZEqAdCY+v4ruHvX3mC4hwmK/d1v3c&#10;+z2+T2++xxzoSjqtUfSH7CPx98UeMNd1HwN4lu59WjtLJry0vLolp4gjojROx5YfOCC3IwRnBGPP&#10;zzAUaUFiaKtd2aW3qVSm2+Vn2fXxx1HBeOfgn4W+IAkOp6fFLJISxMkayKWPU4YHB9xis4xnSn7S&#10;jNwfk7DvdWaueIeI/wBgLwnqLu9iTZk85hnkj/Rt4H4V69POc0o6e0UvVf5WM3SpvpY4i+/4J2AM&#10;fsusXYHbfJG//sq13R4kx6+KlF+ja/zI9hDo2bXw1/YQufBvjnQ9ffX7iNtMvIrsBdgLbGDbeM8H&#10;GD04Jqa2f4rEU5UpUopNW3bBUYxd7n2TivANhTQAHNAB3oASgBaACgA5oAKAD1oAKAIby0jv7Oe2&#10;nXfDMjRuvqpGCP1rCvQhiaU6FVXjJNNeTVmaU6kqU41IPVO6+R8l+LPDV14T125065U5jbMchHEi&#10;H7rD6j9civ4hzvKK+R46pgq62ej/AJo9GvX8HddD+gMvxtPMMPGvT67rs+qMf4d6pKf2kvANjY5k&#10;nSK+e9VP+Wdu0BALegLquPcD1r9G8NadaOYOpFe69PuT/LQ8niRQeV1efyt63X6XPtKv6fPxEKAC&#10;gBKAFoAKACgAoASgDjfij42bwbo0HkyRw3d7IYYppsbYuCS3PBOOAPUisas/ZxujWlD2krM8PvIL&#10;HVvNmvvK1CSX/WT3JEjP9WNeRKcpO7Z7EYxgrRPkv43fAyUeM4pPBtiLu2vFLywWzLst3B5yc4AP&#10;p7V3Uq3u++fY5bm0IUnDEy+HZ7tr/gHafAr4I6j8NtWtvEutz+WbnNjEsSsYQ7gkKZMYLHbwB6V1&#10;UpuU9FofL8T5rTx2DlQpLRNPz0PqvwFqtjo+qzzX0wg3RbI3ZSRkkE9Bx0FdFW7sfn2WuNpLqbni&#10;nxLDr1ubLS1kviMljDGzZYggAcds5z7Ad+MYxbZ61SapxbOZg8Ea9OAU0q5A/wBtNv8APFdfMj5Z&#10;YavLXlZK3gDxCgydLlP0Kn+Ro5kP6pXX2TOvNA1PT1LXNhcwKP4niIX88Yp3RlKjUh8UX9xQpmIc&#10;0AFABQAUAFABzQAUAFAE1jP9mvIZeysCfp3rKtD2lOUe51YWr7CvCp2aO+r40/WDyDW/B8GjapqM&#10;lhbiLz52mlRB1Y4+YfXj8frX5hxrwbiMfbNssjzNr3oLe/WUV1v1W99Vfprw1n2GyurUy3F+6uZt&#10;S6a7J9tNnt3sa+m5h0K0t2ILiSSUqP4QdoGffg/pX6ZwXl9fLcloYfEq00m2u3NJyS9bPXzPl+Lc&#10;ZSxWMqSpO6bXzsrXJOa+6PgAoAOaACmAfjSAT8aAF/GgDkPis943gfUbWyEvmXsb2jyQoWeJHRgz&#10;jHQjsTxnFduEhCVVe0dktThxs6lOl+7V29D41j+AsNkjJBq8i/MSRLbgn9GFfYQkktD4esnOWuh7&#10;T+zH8NIfCniPU76Rxf3P2cRpcFNghBbkAZPLY656KR3rx80nenFX67Hs5PTtVk7dNz6Q/Gvmj60T&#10;8aAPnn9rXQbvxvaaFotlLDC9rP8AbpGnYhWGGQAYB56/nXv5ZT3q/I+ezWslal1tf9D56T4M62z/&#10;ADXFii+vmMf/AGWvo+dHyXs2fYn7Pmltofww0/TGAJtJJUMoPEpZy5bHb7+P+A18hmK/2hu+59vl&#10;b/2ZRttc9H/GvMPXD8aAD8aAF/GgClYaFL8RvGlp4ShZ0sAn2zV5kOCtuDgRA9jIePXGTWU5dEex&#10;gMPzP2stlsfUlpaQ2FrDbW0SQW8KCOOKNQFRQMAAdgBWR9AS0AFABQAUALQAlAFe/wBNtdUgMN3b&#10;x3MX92RQcfT0qZRjNWkrjTsY+hfD/wAPeGtXuNU03S4LbUZ4/KkuguZCmQdu484yAcew9KILkjyR&#10;bt2u7fcD11OgFUIKACgAoAKACgAoAKACgAoAKACgAoAKACgAoAKAMPxb4J0fxtY/ZNWtjMg+7JFI&#10;0Uqf7rqQw/OvFzLJsvzeMY46kp22vuvR7/oehg8wxOAk5Yedr79n8noZPgD4QeE/hk91N4f0pba8&#10;u/8Aj4vZpXnuJvZpZGLY9s49q2wOV4PLY8mEpqKNMbmeLzBr6zO6Wy2X3I7KvUPLCgAoAKACgAoA&#10;KACgAoAzde8Oab4mtBbanapdRKdy5JBU9Mgggg/SpcVJWY03F3RxknwF8KPLvEVwnsJFP6kE/rWX&#10;sIdjb29TubOlfCvwzpLKyacty68g3bmUD6KxwPwFVGnCOyIlUnLdl3xx4NtPHHhG/wBBuD5EVxHt&#10;jlRRmCQHKSKOOVYA/hitTJpNWZn6B8L9H0e3i+0odTulUB5rgDaxxyQg4H0OatybOGngqNN3tf1O&#10;sgt47aMRwxpEg6KigAfgKg7rW2H0DCgAoAwta8D6LrwY3VjGJT/y3h/dyZ/3lxn6HIp3aMZ0adT4&#10;43PM/FHwn1bR1e40h/7atV5Ns+2O5Uf7J4R/p8h+pq1N9Ty6uXJ60n8mcLa3sV35gRmEkTFJYpFK&#10;SRMOqupwVPsRWqaex4s6c6b5ZqzJ/wAaZmJ+NAB+NAB+NAC/jQAfjQAn40Adxo9z9q06FycsBtb6&#10;jivk8TT9nWkj9Qy2v9YwsJddn8tDE8VW2y6jnHCyLg/Uf/W/lXq5dUvBw7HzGfUOWtGsvtK3zX/A&#10;ML8a9c+WF/GgA/GgA/GgApgFIAoAKYGD4zttVu9KWLR75NPvDICZJE3Arg5HQ98dq5cSuam4dz9C&#10;4JwNDF5jKeKp88IRvva0rqz/AAehxlnceJNEvYJNdTSLvT94WW5GQ6g9SAQMn2Arw8PhqWAqKspN&#10;L10P1vPOHsJm2DqUsJF+0tdLTVrZXeyv1ueiaZqFjewq1m6FGGQqrtJHrggGvoYVoVleLufzvjso&#10;xuVy5MXRcPlp960/Eu1qeUFAHI/EDRrOTTpNROhnWb5NsaxJIyMVz6j0yT0qpYmvQpNUpW/rc9nI&#10;8jwme5nTw2Klyp3116K9tGt/XQ4XRvs8F7F9r8CXUURYBpJJWkRAT947hjA615VHG5jGpzV6/NH0&#10;S/I/WMx8NspWGl9Q5edaq/M726K8nq9j1rTL7TZYFjsJrYwodipAy7QfQAV3RrwraqV/mfkOJyjH&#10;ZerYjDygvOLS/KxerQ8wPwpgFADJpVgieWQ7URSzMewA5pDSbdkd1+y9ohHgu+8UXKYvfEN49xlu&#10;qwISkSfQYYj/AHq5b31PsqVNUoKC6Hs34UGofhQAfhQAfhQAfhQAfhQAfhQAfhQAfhQAfhQAfhQA&#10;fhQAfhQAfhQAfhQAfhQAfhQAfhQAfhQAfhQAfhQAfhQAfhQAfhQAfhQAfhQAfhQAfhQAfhQAfhQA&#10;fhQAfhQAfhQAfhQAfhQAfhQAfhQAfhQAfhQAfhQAfhQAfhQAfhQAfhQAfhQAfhQAfhQAfhQBwXxK&#10;+FVt40jOoafIul+JYUxDfBfllA6RTKPvofzXqPQl2tUY1aUK0eWaPD9N1Kaa6vNO1C2bT9ZsH8q7&#10;snOSjdmU/wASMOQw6iuiMuY+XxGHlQlZ7GhVHKFMAoAKACgAoA3/AApebZZbZujfOv17/wCfavFz&#10;GndKovQ+tyDEcs5UH11X6/15Grr1p9q02TA+aP5x+HX9M15uEq+yqpvZnv5phnicNKMVdrVfL/gH&#10;EQzxzruidZF6ZQgivpqdWnWjzU5KS8nc/Oq1Crh5claDi+zTT/EfWpgFMApAFMBM0gDNABQBy/it&#10;fEVveRXmkw2+oWaR7ZbF22Slsk7kbp0wMH0rmqxk3eJ+p8G53lmW06mGxrcJTldTtdWtZJpa7318&#10;+hzp8faFdSpbazby6ZdRsGEGoQEYb1BwR+JxXFJRlpNfefuNCLrU/bYOopxfWLTKGu+KdP0u6L6K&#10;1vc3lxmV7wOJSmewOTj6dvSvJxNVYeV6S959T0qOEeLpunil7i05WtH6of4d+KN3ZyiLVP8AS4Cf&#10;9aoAkT8uCKMNmtSD5a2q79T8/wA+8O8Ji4utlf7qp/L9l/rH5aeXU9RtLuG+to7iCQSwyLuV16EV&#10;9VCcakVKLumfznicNWwdaWHxEeWcXZp9GZPi3WzoVhFObK6vIjJtk+yx72jGCdxHpWVa6jofdcDK&#10;h/aUpVqkYPlfLzO122tFfra5zR8ZeGPENo9tJqcKxvw0czmFuD05xXnzUKsXCWzP6EjRxFGSnGP6&#10;lPXtR0fRbYX1lJbXV1hYbdRIrpEOTkAdP8a4cQoUI+0grvZeR1YeNXES9lUulu/M5qw+IGtWNwZR&#10;fGdScmObDIfbHb8MV5lPHYmnK/NfyZxZjwhk2ZwtUoKMv5o+6/8AJ/NM9T8C+Kl8dCSG1t3a/hAM&#10;lvCN5wehGO1fU4TFrExbas0fzrxPwpiOHq0bS56c78r66dGu/wCD/A9Fsfhv4gvgD9i8hT/FO4X9&#10;Ov6V2uSPko4KvP7NvUsa18DNa1jQr6zTUbK1muYWiD/OwXcMHsOxNRKd1ZHbRwE4TUptaHqvgzw6&#10;nhLwlo2iI6uNPtIrYuowHKqAW/Egn8ayPdNrj1oATigBeKAEoAXigA4oATigA4oAXigBKADigBeK&#10;ADigBOKAF4oAQ4oAXigBOKAF4oAQ4oAOKAF4oATigBeKADigA4oAOKADigA4oAOKADigA4oAOKAD&#10;igA4oAOKAE4oAXigA4oAOKADigA4oAOKADigA4oAOKADigA4oAOKAPF/2i/A8sumR+NtGizrWioT&#10;cRr/AMvVnnMiN67eWB7Yb2ovZ3RhWpKtBwZwGmalBq+n297bPvgnQSIfY+vvXSnfU+RnFwk4y3RZ&#10;zVEBSAKAFoATNAGH4h8f2Pgy2W986Oa4V9sUIfAZvRmAO0e5r5fOc6weAw8lOSlJ6KKet/PsvNn0&#10;GWZfi51IYiK5IX+OSaj6XtbXY828f/tHeJ7vT10y3sI9AuWB8+4ifzTIh6bCRhRjOTyfQivyHGcR&#10;YmtT9nCPI+r3+7sfYZhPGYCp7GrHklvfe66NPa3mZ3wW8Z6rf+KmtLqQz2ksBDfKFCuOVY47nkfj&#10;XpcHZhOjmH1eT92orfNar9V8zzs3xOY59Qdet76oq7dkrJtLpvrb7m+57vX7ofACZoAKAFpgBpAF&#10;ABQAUAV7zT7XUYvKuraK5j/uTRhx+RpNJ7nTQxNfCy58PUcH3Taf4HN3vwr8LXxLPpEcTesDNHj8&#10;FIFZOjTfQ+sw/GefYZWjiW1/eSl+LTf4mefgzoAPyS6hEP7qXJx+orneCoS3ie3HxGzyKs3B/wDb&#10;v+TR12iaNbaBpsVjaBxBHnHmOXbJOTkn3NddOnGlHlgrI+CzLMsRm2KljMU7zla9lbZWX4F6tDzD&#10;M1PwzpOsktfaba3T/wB+WEFvz61DhGW6PXweb5hgFbC15QXZSdvu2M3Tfg5oHiTUGstM8OrfXKEe&#10;Z5TuscOe8j7sL646nsDWMqdJdD6jD8U8R1PgxLt3aj+qPUfDH7JfgywKT6vp0V7MOfs8TyCFfYkn&#10;c31+Ue1ZckOiPajxHnVv3mKb+UV+SPWvDvhDQ/CFs1vomkWelQvgutpAse8joWwOT7mqSS2PKxOM&#10;xOMlz4mo5vzbZrUzjF5oAKACgAoAO1AAaACgAoAKACgAoAKAAUAFABQAUAFABQAUAHegAoAKACgA&#10;oAKACgAoAKACgAoAKACgAoAKACgAoAKACgAoAKACgAoAKACgAoAKACgAoAKACgAoAZLEk8TxyIHj&#10;cFWVhkEHqDQB8eeG9Obwb4v8V+DXJ8vS7wyWgY8/Z5PmQfkVP/Aq0pvofP5jT5ZKoup1NbnjhSAK&#10;AK2o3f2O1aQct0XPrXyfFOdPIMqqY2CvPRRT25ntf01fnY+hyDK1nGYQwsnaO79F/nt8ziPEWkw+&#10;KLR4L8vIGGAysQVPqMfy6V/IeI4kzbF1XVxGIlK/Rv3f/Adl8kj+hZcNZU6HsIUFHzXxffu/nc8I&#10;ae48I6lqelzoLmE7oZImOA391x6djX12GxCq0lUjtJH5fSxdbI62IwNWPPCScXF6J9pLs+v9XM83&#10;F/rgs7JUe7khBSFI03Pg4445PSuqnCrXkqdOLk+iWrPGxGPxGLpUqNaV1TTUe9n0v1tbTse9/CT4&#10;Pat4Z06bWddVdOMxRrW1Y/vZCM8kdhzn/OK/VeHeGa1CrHFYzRqzUevz/wAvv7HTQzOWAwOJw6St&#10;VSTb7K+i9b/L8vTK/Wz85CmAUAFAATSATigAzQAUALQAZoATNAAKABnCKWYhQBkk9AKANHwF4Ovv&#10;ibL9qSSXTvC6MVN6nyzXpB5WH+6nYyd+i/3hjKfRHu4bA/bq/d/me/aLolh4c02Kw0y0is7SIfLF&#10;EMD3J7knqSeSetZntJW0ReoGGaADNABQAUAFAAKADPFABQAZoAKACgAoAO9AAKACgAoAM0AAoAM0&#10;AGaAAmgAoASgBaADvQAZoAKADNAAKACgAoAKACgAoAM0AFABmgAoAKACgAzQAGgBKAFoATNAC560&#10;AFABmgAzQAUAFABmgAoADQB8s/GWAaR+0lYyIMDVdGBf3ZS4/lEtOHxHm4+N6N+xazXSfMhmgAzQ&#10;Ax4YZ9qzx+dFnlA20n6HnBrzswy/DZnQeGxcFOD6P+tH5rU9bLcwqZbX9tSbT7r+vwK8vh7SnbKT&#10;3kQ/ueUjY/HcM/lX5bX8L8mqy5oSnFdlJW/GLf4n6PS46xEY2k4v1i/0aRgXfwk8Halq0mo6hBf6&#10;hNJt3IZBCvAAH3SfQV7uB4GyvAwVNKU0v5pf/IqJ8tj85p4/ESxNX4nbZO2it1Or0SDSvCsWzQdD&#10;sdKP/PYIJZT77m4z74r7PC5dh8HHloQUV5L+rnjzzFL+HH7x9xcy3czTTyvNK3V5GyTXpKKjseVV&#10;r1KzvNkdMwEoAM0ALTAKQBQAZoAM0AGaADNABQAUAReDPCsnxe8UT2OXTwnpcgXUp0OPtkvUWyn+&#10;73cjtxxnNYTlfRHvYHC2XtZ79D6dtraKztore3iSGCJQkccahVRQMAADoAKg9ol/CgAoAPwoAPwo&#10;APwoAPwoAPwoAPwoAPwoAPwoAPwoAPwoAPwoAPwoAPwoAKAD8KAD8KAD8KAD8KAD8KACgA/CgA/C&#10;gA/CgAoAPwoAPwoAPwoAPwoAKAD8KAD8KAD8KACgA/CgAoAPwoAPwoAPwoAPwoAPwoAPwoAPwoAP&#10;woAPwoAPwoAPwoAPwoAPwoAPwoAKACgA/CgA/CgA/CgD5e/aIOPj94Kx97+zpPyzNTj8SOHG/wAC&#10;X9dSSuo+VDPtSAM+1MAz7UgD8KAD8KYBn2oAM0gDNABmgAz7UAFMANIAoAKACgAoASgBaAOd8Yal&#10;eRw2WkaSN+t6vOLOzUH7pY4L+wUHr2yDWc5WR3YOh7aprsj6d+H/AIKsfh74R07QrAZitY8PKR80&#10;0h5eQ+5OT+nasT6o6LigBOKAFoAOKADigA4oAOKADj1oATigBeKAEoAXigBOKACgAoAXigA49aAD&#10;igBOKAF4oATigA4oAOKAF4oATigBeKAEoAOKAF4oAOPWgA4oAOKADigBOKAF4oAOKADigA4oAOKA&#10;DigBOKAF4oAOKADigA4oAOKADigBKAF4oAOKADj1oATigBeKADj1oAOKADigA4oA4zxf8JfD3jXx&#10;BY65fxTrq1lEYYbiGYjCHdwVOVP327Z96Fo7mVWmq0HCXU888Z+Ab7wnHJdorX2mIMvPEuWiHq6j&#10;nHuMgck4FbKa6ng1cvqQ1g7/AJnKxSpNGskbiRGGVZSCCPUGtDy2raMfQIKADNABQAUAFABQAUAG&#10;aACmAUgDNABQAZoAM0AFABQA74AaOPGnxb13xNKu+x0CP+z7LPTznzvYe4AYfRxXNJ3kfU4Kl7Ok&#10;u71Ppukd4CgAoASgBaACgAzQAUAFABQAdqAA0AFAB3oAB0oAKADNAB3oAKACgAoAKACgANABQAd6&#10;ACgANABQAUAAoAKACgAoAKACgAoAKACgAoADQAUAHNABQAUAFABQAd6ACgAoAKACgANABQAUAGaA&#10;CgAoAKACgDwH4v8AgNvATy+KdEgJ0Jm3app0S8W+TzcRAdBn76jj+Id6pS5fQ87FYRVlzR+L8znY&#10;LiO6gjmhdZYpFDI6nIYHkEV0bnzLTTsx9AgoAKACgAoAKACgAzQAUwEIpAGKADFABigAxQAYoAz/&#10;ABDqY0XQr++728DyLnuwBwPzxSk7K5rSh7ScY9z1D9lXw9/YXwb0ydxi41OWW+lJ6ks21T/3wi1y&#10;rY+yWiPXaYwFABQAUAFABQAUAFABQAfjQAueKAEoAKAFoASgAoAWgBKAFoASgAoABQAUAFABn3oA&#10;DQAUAL2oATv1oAWgAoASgAoAKAFoASgBaAEoAKACgA6UAFABmgBaAEzQAtACUAFABQAtABQAlABQ&#10;AdaAA0AFABQAtABQAlADJ4I7qCSGZFlhkUo8bjKspGCCO4NAHyZc6I/wz+IGoeDpSx02VTfaPI5z&#10;mBid0We5Q5H0BPcVpTf2TwswoW/ex+ZtYrY8QTFAC4oAMUAJigBcUAJigBcUAFMApAFABQAUAFAB&#10;QBxfxgujbeA74DgyvHH/AOPgn9BWdT4TvwSvXR9WfDWwXTPh34XtFXAh0y2Tp3ES5/WsEfUnSfhT&#10;APwoAKAD8KAD8KACgA/CgA/CgAoAKACgA/CgA/CgAoAKACgBe9ACfhQAtACfhQAfhQAfhQAUAH4U&#10;AH4UAH4UAH4UAFABigBaAEoAPwoAX8KAEoAWgBKACgAoAPwoAKACgAoAPwoAPwoAPwoAX8KAE60A&#10;FAB+FABQAtACfhQAUAH4UAFAB+FAC/hQAn4UAFAB+FABQB4l+1V4YkuvBdl4psUzqXhy5W4BA5aB&#10;iFkX6fdJ9gaT01M6kFUi4vqcRp19Fqlhb3kB3QzxrIh9iMiutO+p8bKLhJxfQsUEh+FAB+FAB+FA&#10;BQAUAH4UAFMAxSAMUAGKADFACYoAXFAHA/GxC3ghyO1xGT+tZVPhPRwH8b5H1/4FnW78EeHp0IKS&#10;6dbuPoYlNZH05uYoAMUAGP8AOKADFABigAxQAYoAMUAGKAExQAuP84oAMUAGKADFABigAxQAYoAM&#10;UAGKADFABigAxQAYoAMUAGKADFABigAxQAmKAFxQAYoAMUAGKADFABigAxQAYoAMf5xQAY/zigAx&#10;QAYoATFAC4oAMf5xQAY/zigAx/nFABj/ADigAxQAY/zigAxQAY/zigAx/nFABj/OKADFABigAx/n&#10;FABj/OKADFABigAxQAYoAoa9o0HiHQ9Q0u6G63vbeS3kGP4XUqf50AfHPwluZk0G60m64utKupLV&#10;1PYA5/nuH4VrTelj5nHw5avMup3GK1PNCgAxTAMUgDFABigAxQAUwDHtSATHtQAY9qADHtTAMe1I&#10;Ax7UwOX+J+nnUfA2qoq5eOMTD22MGP6A1nNXizswkuWvFnvP7NviNfEnwZ8OyBt0tpCbGQZ+6YiV&#10;UH/gIU/jXOtj6w9NpgGaACgAzQAZoAAaADNABmgAzQAUAGaAEzQAtABmgABoAM0AFABQAZoAM0AG&#10;aADNAB2oADQAZoAM0AGaAAmgAzQAZoAM0AFABmgAoAKADNABmgAoAKADNABmgAzQAZoAKADNABmg&#10;Az7UAGaADNABQAZoAKACgAzQAUAGaACgAoAM0AGaADNABmgD4ztIhpXxw+IunqMJJeNchfTLlv8A&#10;2pV092jxcyj7sZHXY9q6DwQx7UgDHtTAPwoAPwpAL+FACY9qAFpgIaQC0AJQAAUABoAWgBk0KXEM&#10;kUih43UqynoQRgigabTuiD9km/1Hwv4y8U+C5reaawGL2KcKSkbcKCT0G9Sv4pXJbldj7CjUVWCm&#10;up9T0zcBQAUAJQAtACUALQAUAFABQAUAFABmgAoAKAEoAXvQAnegBaACgAoASgAoAWgAoAKAEoAU&#10;0AFABQAUAFABmgAzQAUAGaACgBM0ALmgAzQAZ96ADigAoAKADIoAKADIoAKADNABQAUAGaACgAzQ&#10;AZoAM0AFABQAZoAMigAzQAn40AfGd7KJ/wBpDx26nKgFD9QYh/Q1VP4meRmX8Nev6HYV0HzwUAFA&#10;BQAUAFABQAUwD8KQB+FMA/CkAfhTAPwpAH4UAUr65uWurPTdMgF3rOoSeTaW5OATjLO3oij5mPoK&#10;mUuVHVh6Drz5Vt1PoL4feBLXwDoQtInN1fTN5t7fOMPcS45Y+ijoq9AAB71z+p9XCEacVGK0OnoL&#10;Dn0oAOfSgA/CgA59KACgAoAPwoAOfSgAoAKACgA5oAPTigAFAB+FAB36UAAoAKAD8KAD8KACgA/C&#10;gAz7UAH4UAFAB+FABQAfhQAfhQAUAH4UAFABz6UAFAB+FABQAfhQAdDQAUAFABz6UAH4UAHPpQAf&#10;hQAfhQAc+lABz6UAH4UAH4UAH4UAHPpQAZNABzQAc+lABz6UAH4UAH4UAHNABz6UAFAAeKAPh3wB&#10;fDxJ8RPHGvL80V1eO0beqvK7D8gFqqW7Z4mZS0jE9G/Cuk8IPwoAPwoAPwpAH4UwD8KAD8KACgAp&#10;AFABQACgAoAgvbyHTrOa6uJBHBChd3PYAZND01KjFyaiup3/AOz34Nlexl8barCU1LV0C2ULjm1s&#10;s5QD3fhyf92uVvmdz63D0VQgoo9lxQdIYNACYoAXFABigAwaADFABigAxQAYoAMGgAwaADFABigA&#10;xQAYoAKADFABigAwaADFABigAxQAYoAMUAGKADBoAMUAGKADFABigAoAMUAGKADFABigAxQAYoAM&#10;GgAxQAYoAMUAGKADFABigAxQAYoAMUAGKADFABigAxQAYoAMUAGKADBoAMUAGKADFABigAxQAYoA&#10;4r4zeLB4I+GHiHVd+ydLVooDnnzX+RMfRmB/A0nogPlr4L6SdO8GpOww95K03PXaPlH/AKCT+NbU&#10;1aJ8xj581a3Y72tTzgoAKACgAoAKACgApgH4UgD8KAD8KAD8KYB+FIDndT0xvHXjfw54KjJ8i+m+&#10;1agV4xbR/MRntu2kD3ArGo+h7GX0uaTqPofXkUSQRJHGgjjQBVVRgKB0AFZn0A/8KAD8KAD8KAD8&#10;KAE/CgBfwoAPwoAPwoAPwoAPwoAPwoAPwoAPwoAPwoAPwoATt0oAX8KAD8KAD8KAD8KAD8KAD8KA&#10;D8KAD8KAD8KAD8KADv0oAPwoAPwoAPwoAPwoAPwoAPwoAPwoAPwoAPwoAPwoAPwoAPwoAPwoAPwo&#10;APwoAPwoAPwoAPwoAKAD8KAD8KAD8KAD8KAD8KAD8KAD8KAD8KAD8KAD8KAD8KAD8KAD8KAD8KAD&#10;8KAD8KAPlf8AbC8WSa7rPh/wDp77pXkW7ugvZmysQP0BdiPQqal6uxnUmqcXJ9B+nWMWmWFtaQri&#10;GCNY0HsBgV2JWVj42UnOTk+pY/CmSH4UAH4UAH4UAH4UAH4UAH4UAFABSAPxoAPxoAKACgCz+zDp&#10;48Q/EHxt4pkG5Lcppdq3UbQcvj/vhD/wI1yt3k2fW4Wn7OjFH0pQdYUAFACUAL+NACUALQAlABn3&#10;oAWgAoASgBaAEoAX8aACgAoAT8aAFoASgBaAEoAWgA/GgAoAKACgAoAO9ABQAfjQAUAFABQAfjQA&#10;UAFABQAUAFABQAUAFABQAUAFABQAZoAKADvQAUAFABQAfjQAUAHagAoAKACgAoAKACgAoA+Yfix8&#10;NovCPxdXxfM0txY61+6jlkO4W11tA2EnsyghfTlfSnGylqedj4zlS935i10nzAUAFAwoEHNABQAc&#10;0AFABTAQ/SkAfgKAD8KAD8KAKes3w0zSL684/wBHgeX/AL5Un+lJuyuXTjzzUe53/wCyFpH9nfBq&#10;2uiPn1G8numJ6nDeX/7TrkWx9oj2rIqhhmgAzQAZFABmgAz7UAGaADPtQAZoAMigAzQAZB7UAGaA&#10;DPtQAZoAM0AGaACgA70AAoAM0AGaADIoAXNACZFABmgAJoAPwoAM0AGaADNABmgA/CgAzQAUAGaA&#10;DNABmgAyKADNAADQAZoAM+1ABmgA49KADNABmgAz7UAGfagAzQAZoAXNACZoAM0AGaADNABn2oAM&#10;0AGaADNABn2oAM0AGaAMjxZ4YsfGfhy/0XUYy9pdxlGI+8h6q6nsykAg+oFAHzPphvdNvtQ0DV8H&#10;WdJk8mZ8YE6EZjmHs64P1zW8Jcy1PlcXQ9hPTZ7Gl+FWcIfhQAfhQAfhQAfhQAfhQAfhQAtMApAF&#10;ABQAUAcv8Trg2vgTWHBxmIR/99MF/rUT0izswivXifQvwBsvsHwa8JRDjdYrL/32S/8A7NXOtj6w&#10;7/8AGmAfjQAfjQAfjQAfjQAfjQAfjQAfjQAfjQAfjQAfjQAfjQAfjQAfjQAfjQAfjQAfjQAfjQAd&#10;+tAB+NAB+NAB+NAB+NAB+NAB+NAB+NAB+NAB+NAB+NAB+NAB+NAB+NAB+NAB+NAB+NAB+NAB+NAB&#10;+NAB+NAB+NAB+NAB+NAB+NAB+NAB+NAB+NAB+NAB+NAB+NAB+NAB+NAB+NAB+NAB+NAB+NAB+NAB&#10;+NAB+NAB+NAB+NAB+NAB+NAB+NAB+NAHhv7SPh1tJOmePLOMl9PIs9TVBzJaO3DH1KOQR/vH0oT5&#10;Xc5cTRVam49ehycciyxq6MGRgGVhyCPWuo+StbQdQIKACgAoAKACgApgB+lIA4oAPwoASmBxXxjk&#10;2eA7wf35Ih/4+D/SsqnwnfgV+/XzPqf4SxiL4WeD0A6aPaf+iUrBbH1J1n4UwAfSgA/CgA/CgA/C&#10;gA/CgA/CgA/CgA/CgA/CgA/CgA/CgA/CgBPwoAX8KAE/CgBR06UAH4UAH4UAH4UAH4UAH4UAH4UA&#10;H4UAH4UAB+lAB+FAB+FAB+FAB+FAB+FAB+FAB+FAB+FAB+FAB+FAB+FAB+FAB+FAB+FAB+FAB+FA&#10;B+FAB+FAB+FAB+FAB+FAB+FAB+FAB+FAB+FAB+FAB+FAB+FAB+FAB+FAB+FAB+FAB+FAB+FAB+FA&#10;B+FAB+FAB+FAFHXdGtfEWi3+l3sfmWl7A9vKvqrAg/jzQB8j+A3udPt9R8O6gd2oaDdPYyE/xKpI&#10;Rh7EDA9hW1N3Vj5jHUvZ1eZbM6itDzheKAEpgL+FIAoAT8KAFpgFIAoAKACgDhfjRn/hBp/+u0f8&#10;6yqfCehgP46+Z9W/Clg/wv8ACDA8HR7P/wBEpWK2PqDqfxpgL+NACc+tAB+NAC/jQAn40AH40AH4&#10;0AL+NAB+NABz60AJ+NAC/jQAn40AL+NACfjQAfjQAfjQAv40AJ+NAB+NAB+NAC/jQAn40AL+NACf&#10;jQAfjQAfjQAv40AH40AJ+NAC8+tAB+NAB+NABz60AH40AH40AH40AJ+NAC/jQAfjQAfjQAfjQAc+&#10;tAB+NAB+NAB+NAB+NAB+NAB+NAB+NAB+NABz60AH40AJ+NAC/jQAfjQAfjQAfjQAc+tABz60AH40&#10;AH40AGPegAx70AfKvxYsP+EU/aIMqjba+I9PWU44HnRgqfxxGP8Avuqg7SPMzCHNS5uxdroPmgoA&#10;KACgAoAKACmAUgCgA4oAKAOL+MEPm+AdQIH+raJ//Iij+tZ1PhO7BO1ePz/I+k/gJqA1L4N+EZgc&#10;7bBIfxjyn/stYLY+qO+zTAM0AFABmgBPwoAM0AGf85oAXNAB+FABQAmaAF/CgAzQAn4UALmgAoAK&#10;ACgAzQAUAFABQAZoAKACgA/CgAoAM0AJ+FAC5oAKACgAoAKACgAoAKACgAzQAfhQAUAJQAtABQAU&#10;AGaADNABQAlAC0AJQAuaACgAzQAUAFABQAUAJQAtABQAUAFACfhQAv4UAfOv7X9n/Z8HgrxMox/Z&#10;+pGB2HdZAG5/79H86WzTMa0OenKPczOK6z40PwoAPwoAKACgBPwoAWmAUgD8aAD8aACgDC8dWR1H&#10;wdrEAG5jbOyj1KjcP1FTJe6zow8uWtF+Z6R+x3rg1T4QJZFvn029mt9pPIViJQfzkP5Vyx2Pr0e4&#10;/jVDD8aAD8aAD8aAD8aAD8aAD8aAD8aAD8aAD8aAD8f1oAPxoAPxoAPxoAPxoAX8aAD8aACgBPxo&#10;AUfWgBPxoAPxoAPxoAX8aAE/GgA/GgA/GgAoAPxoAPxoAX8aAE/GgA/GgA/GgBaAE/GgBfxoAT8a&#10;AD8aAD8aAD8aAD8aAFoAT8aAF/GgBPxoAPxoAPxoAPxoAX8aAE/GgBfxoAKAE/GgA/GgBfxoAT8f&#10;1oAPxoAX8aAE/GgA/GgA/GgAx70AH40AH40AeRftWaQNU+CWtPjc9nJBcp7YkVSf++Wak9gPLPC9&#10;8dS8N6XdE5aW2jZvrtGf1zXVHVJnxtaPJUlHzNSmYhQAUAFABQAUwENIAoAPwoAPwpgI6LKjIy5V&#10;gQQe4pDTtqY37Hmsnw5498VeErhsecnmxBu7wsVOPqr5+i1xrRtH2VOfPFS7n1vVGoUAH50AH4UA&#10;H50AH4UAH4GgAoAKAD86ACgA/OgA/OgAoAKAD86ACgBfzoAT8DQAtACUAH50AH4GgA/OgA/OgA/O&#10;gA/OgA/OgAoAKACgA/A0AFAB+dAB+FABQAUAH50AH4GgA/A0AH50AH4GgA/OgA/OgA/A0AH4GgAo&#10;AKAD86AD8KACgA/OgA/A0AH50AH50AH4GgA/A0AH4GgAoAPwNAB+BoAPwNABQAfgaACgDj/jHp41&#10;P4UeLrfbknS7h1GP4ljLD9QKT2A+Y/hPdfavAWmZ5aMPGfwdsfpiuin8KPlMYrV5HX1ocQUAH50g&#10;CgA/CmAtABQAUgD8aYBQAUgPLNd1V/hf8aNB8WRBhbPIrzbf4lx5cyj3KH8zXNUVpXPo8vqc1Ll7&#10;H3ZBPHdW8c0LrJFIodHU5DKRkEH0pHqkgoAKAAdaACgBM0ALQAZoAKACgAoAKACgBKAFoAKACgAo&#10;AKACgA7UAJQAtABQAUABoAKACgA70AFABQAUAFABQAUAFABQAc0AFABzQAUAGaACgAoAOaACgAoA&#10;KACgAoAKACgAoAKADmgAoAKACgAoAKACgAoAKACgAoAzPE9r9u8N6tbEZE1pLHj6oRQB8ZfA2cy+&#10;DJEz/q7t1/8AHVP9a1pfCfNZgrVvkeh1seYFABQAfjQAUgCmAUgEoAKACgAoA4z4q6APEPh2G3iX&#10;fqJuYo7OMD5pZXYKEH1z+ntWVRe6ejgJSVay6n1l4B8OS+EPBWi6LPdNeTWFpHA87H7xVccew6D2&#10;ArI+nN78KADjNAAPpQAuKAE4oAKACgBcUAJ+FAC8elACUAFABQAUALxQAn4UAFAC0AHFACcUAFAC&#10;4oATigA/CgAOKAFoAKAEoAOKACgBeKAEoAXigA4oATg0AL+FACUALxQAmKAF4oAOKADigBKACgA4&#10;oAKAF4oATjOMUALj2oATigBfwoAMUAJxQAcUALxQAfhQAlAC0AJxQAvFACYFAC4oATigBeKAGSIJ&#10;I3QjhgRQB8L/AAHbboGpRH+G7z/44v8AhWlLY+dzFfvIvyPTq2PJEoAXPtQAlABQAtMApAFABQAU&#10;AFAF/wCEOif8Jn8UbjUZF36Z4ZTbHn7r3kgPPvsTP0LCsJu7sfR5fR5Ie0e7/I+jfxqD1Q/GgBfx&#10;oAT8aAD8aAD8aAD8f1oAPxoAPxoAPxoAPxoAPxoAPxoAPxoAPxoAPxoAPxoAX8aADv1oAPxoAPxo&#10;AT8aAD8aAD8aAD8aAF/GgBPxoAPxoAPxoAX8aACgBPxoAX8aAE/GgA/GgA/GgA/GgA/GgA/GgA/G&#10;gA/GgA/GgA/GgA/GgBfx/WgBPxoAPxoAPxoAPxoAX8aAE/GgA/H9aAF/GgBPxoAPxoAPxoAPxoAP&#10;xoAPxoAPxoAPx/WgA/GgA/GgA/GgA/GgAoA+FPgWf9B1oDp9qH8jV0tmfP5l8cfQ9Prc8cKACgAo&#10;AKACmAhIpAGaADPtQAZHpQBQ1/V49C0W91CQZW3iZ8H+I9h+JwPxpN2VzSnB1JqC6ns37P3hR/Cn&#10;wu0oXIP9o6kDqV4xHLSS/Nz7hdq/hXKj7KMVFJI9G/OmUFABQAUAFAB+FAB+FABQAv50AJQAfhQA&#10;UAH50AFAB+dABQAUALQAlAB+FAB+FABQAfnQAUAH4UAFAB+dAB+dAB+dABQAfnQAfgaAD8KAD8DQ&#10;AUAH50ALQAn50AFABQAfhQAUAH50AFAB+dABQAfgaAF/OgBPwoAKAD8KACgAoAKACgAoAPwNAB+B&#10;oAKAD8KAD8KAD86ACgA/OgAoAR2CIzHoBmgD4S+Ap3aVqz/3rhf/AEGrpbM+fzL44+h6l+FbnjiZ&#10;HpQAfhQAv4UAJ+FAC0wA5oAMe9IBMH1oAUUwOS8b2reItW8L+FlJxrOpxRS4/wCeKsN/5ZB/Csaj&#10;0setl0Oao59j7IRBGiqoCqoAAAwAKyPoh1ABQAUAAoAKACgAoAOaACgAoAOaACgAoAKACgAoABQA&#10;UAFABQAUAFABQAUAFAAaACgAoAKAA0AAoAOaACgAoAKACgAoAKACgAoAKACgAoAKACgAoAKACgAo&#10;AKACgAoAKACgAoAKACgA5oAKACgAoAKADmgAoAKAIrsE2s2Ouxv5UAfC/wAA1/4p7UT63IH/AI4K&#10;0pbHzuY/xI+h6hWx5IUwD8aQBTAMUgCmAcUgDigA4oAOKAMj4fwf27+0vokZG6LSdPluGX0ZlZc/&#10;+Pp+Vc8/isfR5dG1Jy7s+s6k9UOKACgA4oAOKACgAoAOKADigA4oAOKADAoAOKADjFABQAcUAHFA&#10;BxQAcUAGBQAYoAOKADigAoAKADigAwKADigAxQAUAHFABQAUAFABxQAcUAFABQAUAHFABxQAcUAH&#10;FABxQAcUAHFABxQAcUAHFABxQAcUAFABxQAUAHFABxQAcUAH4UAHFABxQAUAHFABQAUAHGKADigB&#10;HUMhHqMUAfCvwGOND1RPS6HH/ARWlLY+dzH+JH0PT+K2PJE4oAOKAFoAOKACmAUgCgAFABQBV/Zw&#10;j+3/AB78aXx58iwFuD6ZeIf+0zXLL4mfV4NctCJ9TZoO0MmgBc0AGaAEyaADJoAMmgAJoAMmgAzQ&#10;AuTQAZoATJoAXJoAM0AJk4oAXJoAM0AGaAEyaAFoAM0AJk0ALmgAzQAmaAFzQAZoAATQAmTQAuaA&#10;CgBMmgBc0AJk0ALmgBMmgAzQAZoAMmgAyaADNABmgAzQAZNABk0ALmgBM0AGTQAZNAC5NACZNAC5&#10;oAMmgBMmgAzQAuaAEzQAZNAC5oAM0AJmgAyaADNABmgAzQAE8UAfCXwIbdpusY6faVI/KtKWzPn8&#10;y+OPoeo81seOFABQAUAHNABTAT8KQBQAfnQAUAN/ZJX7R8QfiTcnnbNGgPsZZf8A4muT7TPsMOrU&#10;oryR9P4+tM6Ax9aAD86ADH1oAMfWgAx9aADH1oAPzoAPzoAPzoAPzoAPzoAPzoAPzoAKAD86ACgA&#10;/OgA/OgAxz3oAB+NAB+dABxQAY+tAB+dAB+dAB+dAAfxoAPzoAMfWgA/OgA/OgA/OgBaAE/OgA/O&#10;gAx9aAD86ADH1oAMfWgA/OgA/OgAx9aADH1oAMfWgA/OgA/A0AGPrQAY+tABj60AH50AGPrQAfnQ&#10;AY+tAB+dABj60AH50AGPrQAY+tABj60AH50AH50AH50AH50AGPrQAY+tAFDX75dL0HUr1jhba2km&#10;JPYKpP8ASgD4i+Ake3QdSk7NchfyUf41pS2PnsxfvxXken8VseQFABQAfnQAfnQAtMApAFABzQAc&#10;0AH7Gg3658R5e7XVv/6FcGuPqz7OlpCPoj6dqjUKAAUAFABQAUAFABQAUAFABQAUAFABQAUAFABQ&#10;AUAFABQAUAFABQAUAFABQAUAFABQAUABoABQAUAFABQAUAFABQAUAFABQAUAFABQAUAFABQAUAFA&#10;BQAUAFABQAUAFABQAUAHNABQAUAFABQAUAFABQAUAeeftBa6PD3wa8VXO7a0tobVfUmUiPj/AL7J&#10;/Ck9gPmj4K2RtfBEcpGPtM8kv5EL/wCy1tTXunzGPlzVrdkd7Wp5wUAFABQAUAFMBPzpALQAn50A&#10;FACfsWtuvviD6/arc/rPXGt2faU/gXofT3FUaBxQAcUAFABxQAcUAFABgUAGOaADigA4oAMCgAoA&#10;OPSgAoAMCgA4oAAKACgA4oAOKADigA4oAOKADigA4oAOKACgA4oAKADigA4oAMCgA4oAXAoATAoA&#10;MCgA4oAOKADAoAOKADAoAOKADAoAOKADigA4oAOKADAoAMCgA4oAOKADAoAOKADAoAOKADAoAMCg&#10;A4oAOKADigA4oAMCgAwKADigA4oA+av23PFAs/Ceh6BG+JL66a6kA67I1wAfYs4P/AamQmYPhLSz&#10;o3hnTLMja8UCBx/tEZb9Sa6oqySPj60/aVJS8zXx9aowEoAMfWgBcfWgBMfWgBaYBSAKACgAoAq/&#10;sYzeV4l+INsTyZIGx/uvMP61xrdn2dL4F6I+p6o1EoAWgAoABQAlABQAUAFABQAtACUAGaAFoASg&#10;BaACgAoAKACgAoAKAEoAKAFFACUALQAhoAXvQAUAFABQAUAHagAoAKAE5oAWgAoATmgAoAWgBKAF&#10;oAQUAFABzQAUALQAnNABzQAUALQAUAJQAtABzQAd6AEoAWgA60AJQAUAFABQAtAHw58ada/4Wd+0&#10;V9gjbzbDTHWyHptiy0v5vvH5UkuaVjlxNT2dKUj0aus+RCgAoAKACgAoAKYCUgDj0oAOPQ0AFAGF&#10;+yrdjTvjh4z01jtE8EzqPUrOuP0c1yfaZ9hh3elF+SPrqmdAfhQAfhQAfhQAfhQAfhQAfhQAfhQA&#10;fhQAfhQAfhQAfhQAfhQAfhQAUAH4UAH4UAH4UAGPagA/CgAFAB+FAB+FAB+FABQAfhQAUAH4UAH4&#10;UAH4UAH4UAFAB+FABQAfhQAfhQAfhQAd+lAB+FAB+FAB+FAB+FAB+FAB+FAB+FAB+FAB+FABj2oA&#10;PwoAPwoAPwoAPwoAPwoAPwoAPwoAPwoAPwoAPwoAPwoAPwoAPwoAPwoAPwoAPwoAPwoA5f4neMo/&#10;AHgLWtecjfaW7GFW6NKfljX8WK0noB8X/A7SJLqfU9eui0ksjGFJH5LMTuc/nt5+taUl1PCzGptT&#10;Xqet8elbniB+FABgUAHHpQAYFABgUALTAKQBzQAUAFAHAfD7Uf8AhE/2ptPdjsgv5PIP+15sWB/5&#10;ExXLLSZ9Tgpc1CJ9uflQd4flQAflQAflQAflQAY+lAB+VABj6UAGPpQAYPtQAY+lAB+VAB+VABg+&#10;1ABj6UAGPpQAflQAY+lAB+VAB+VABQAflQAY+lAB+VABz7UAH5UAGPpQAY+lAB+VAB+VABj6UAH5&#10;UAH5UAH5UAGPpQAY+lAB+VABj6UAGPpQAY+lABz7UAGPpQAY+lABj6UAH5UAGPpQAY+lAESXMUlx&#10;JArq00aqzoOqg5xn64P5VKkm3HqinFpKTWjJfyqiQx9KADn2oAMfSgAwfagA/KgAx9KADH0oAMfS&#10;gAx9KADH0oAMfSgA/KgA/KgAx9KADH0oAMfSgD5a/bb8XzJb6B4Utw+LhjfT4Bw+CUjUevJckey1&#10;MhMz/CGhjw34bsNPAAeKMGQju55Y/mTXVFWVj4+vU9rUczYqjAKACgAoAKACgApgHFIAwKAEwKAA&#10;UAeQ/GQT6D4o8P8AiC1+WeFgUYdnicOv8/0rnqrVM97Lp+7KHbU+79E1aDXtGsNTtjutryCO4jPq&#10;rqGH6GpPaLtACUALQAnegBaACgAoATNAC0AJQAtABmgA7UAJmgBaACgA7UAJQAtACZoAUUAFABQA&#10;lAC0AIaAFoASgAoAWgAoAOKACgAoAKADIoAKACgAoAKACgAoAKACgAoA89+Nvxi074N+EJNSuFF1&#10;qc+YtP08H5riXH5hRwWP0HUgHxc1zOnldD2ktZPSK7v/AC7nu5PlNXNsR7KGkVrJ9l/n2NL4UaFq&#10;eieC7R9ema48RagTf6nK3H7+QAlAOwRQsYA7IK6Mvo1KWHTru85ay9X0+Wy9DnzOtSrYmSw6tTj7&#10;sfRdfnq35s7CvSPKDigAoAKACgAoAKADigAoAKACgAoAKACgAoAKACgD57/ax0aBLrwJ4gmjDx2u&#10;p/ZJSfSQBlJ+hjJ/GjqjnxCbpSS7GLgV1Hx4YFAC8UAHFACYFABgUAGBQAtMA5pAHNABzQAc0AcT&#10;8X9GOq+CrmRVzLZutwuPQcN/46SfwrOorxO/BT5KyXfQ9p/ZJ8Yf8JL8Jbaxkk3XWjzNZsCedn34&#10;z9MNtH+5XOtj6hHtNUMO1ABQAZoAKACgAzQAUAGTQAUALQAlABQAUALmgA5oAQGgAoAO9AC0AJQA&#10;UALQAgoAKACgAoAO9ABQAUAHegBc80AJ2oAXNABmgAzQAlAC0AJQAv5UAGfpQAmaAFNACUAZPi3x&#10;Vp3gjw3qGu6vOLbT7GIzSyHrgdAB3YnAA7kgVzYjEU8LSlXqu0Y6nVhcNVxlaNCiryk7I+NfhrPq&#10;f7SP7RdpreuRkafpy/2iLInKW0Ebf6PD6EtIVdvXa3avyTLK1TiTOfrFX+HT1S6abL7/AL9T9gzO&#10;nS4byR4ej8dTRvq29392i7aH3Bmv2Q/FRc0AJmgAoAOaAFzQAUAJmgBaAEzQAuaAEoAKACgBc0AF&#10;ACUAGaAPH/2sdP8AtvwS1acffs57e4QjqD5qpn8nNJ7CZ5xpF7/aOlWV2Ok8CS/99KD/AFrqT0Pi&#10;5x5JOPYt8+lMgOaAE5oAOaADmgBeaAAUwCkAUwDikAcUARXVtHeW01vKu6KVCjr6gjBoepSbi00c&#10;f+yd4hk8E/F3U/C13IVi1FHgGeAZossh/FfM/MVxLR2Psac1OKkup9o8VZqHFABmgA4oAMigA4oA&#10;OKADigA4oAOKADIoAOKADIoAOKADIoAKADIoAOKAFyKAEGKADIoAOKADI96AF4oATIoAOKADIoAO&#10;KADI96AF4oATIoAMg0AHFABkUAGRQAcUAGRmgA4oAOKADIoAMigA4oAMigA4oA+NP2v/AIkt4n8Y&#10;W/gmylP9laOVudQ2nia5YZSM+oRTn6tz0FfjfG2btzWApPRav1/4C/F+R+zcF5SqdJ5hVXvS0j6d&#10;X83+C8ztv2H9ASHwr4o8QOB9ov8AU/sin/plAgx/49I/5V73BGGVLASrdZP8Ev8Ags8LjnEupjad&#10;DpGN/m3/AJJH0XqerWOi2Ul5qF5BYWkYy89zKscaj3ZiAK/QqlSFKLnUkku70PzqnSnWkoU4tt9E&#10;rsTSdXtNd06C/sZfPs513RTBSA654YZAyD1B6EYIyCDRTqRqwU4O6Y6tKdGbp1FZrf8Ar+rFvitD&#10;IMigA496AFyKAEyKADIoAOKADIoAOKADIoAOKADIoAMigAyKADigAyKAPOP2i41m+CnitTyBbK35&#10;SKf6UnsB4R8PJvP8EaMx5xbqn5cf0rph8KPkcUrVpep0XFWcoUAFABxSAKYBxQAUAFIA5oAKADmg&#10;A5oA8a+JbXHgj4i6N4osRtlEkdwOwMkTDIPsRt/WuaorO59Fl9TmpuHY+9dH1S313SLLUrRxJa3k&#10;CXETeqMoYH8jSPWLmPpQAYNABg0AGDQAuDQAmDQAYoAMGgAxQAYPtQAYoAXBoATFABg+1ABj6UAG&#10;DQAuKADBzQAmDQAYoAXBoATBoAXBoAMUAJigAwfagAxQAYPtQAuDQAmDQAuDQAYoATBoAMGgAx9K&#10;ADBoAXBoATB9qADBoAMGgAwaADBoARyURmxnAzgd6T0GtT8vYtVn8QT3mr3bF7zUbqa7nY9S7uSf&#10;y6fhX8oZlXniMVUqz3bv9+p/VuEoww9CFGntFJL5HTeEfil4z+Hum3eleG/EX9l2N3M1y0DWsUzK&#10;5ADMhcErnA9s17GX8R4/LcO6FCVo+i/VM8jHZDgMyrKviYXktN2tPk0em/AL4S6j8bfEA8W+NL69&#10;1zQtPmIh/tKZpfts6nkKDwIkPUAAMfl6BhX3PDuXYrOan1/MpOUFsn1f+S/4Hc+M4hzPD5LS+oZd&#10;FRnJatK1l/m/w37H2gqBVCqAABgADpX6+fje4YNABg+1ABg+1ABg0AGDQAYPtQAYPtQAYNABg0AG&#10;D7UALg0AJg+1ABg0AGDQAYNABigDzT9pO4Fr8EPFTkgZgjT/AL6lRf60nsB4L8MMjwHpH/XNv/Q2&#10;roh8KPksX/HkdTzVnIHNABzQAc0AHNABzQAUwA4pAHFABxQAnFABxQBxfxc0L+2vB1xJGu6eyIuV&#10;x1wOG/8AHST+FZ1FeJ34Kp7Osk9noesfse+PB4k+HMmhzybr3RJPLAJ5MD5aM/gd6/RRXOmfUHvV&#10;UMKACgAoASgBaACgAoAKACgBKAFoAKACgAoAO1ACUALQAUAH50AJQAtABQAdqACgAoAKACgAoAKA&#10;CgAoAKACgAoAPzoAKACgAoAKACgAoAKAPjH9o/4NeB/htcXGsW+sanbX+sTPJaeHLNowryk5dwxU&#10;mOIE5PB64HbH5HxJk2VYHmxdRvmltFW3/Rf8Mj9h4bznNMwUcLGKcYbzd9unq/8Ah2eM/Dv4fXvj&#10;zxdpnhXTpHN3fN5l5e8sbe3X/WSc+g4UHqSB3r8/yjL55zjY0oq0fyXX+u9kfeZrmNPKsHPET1a2&#10;830X9dLn6ReHPD9h4U0Kw0fS7dbXT7KFYIYl/hUDH4nuT3JJr+lqFGGHpxpU1aMVZH80169TE1ZV&#10;qrvKTuzS/OtjAKACgA/OgAoAKACgAoAKAD86ACgAoAPzoAKACgAoAKAPEP2w9WGn/Bua3zg397Bb&#10;49cEyf8AtOplsJnmXgGD7N4L0VCME2qP/wB9Dd/WumGkUfI4l3rS9Tf4qzmCgA4oAOKADigBOKAF&#10;pgGKQCc+1MBaQCYpgLz7UANkjWWNkdQyMCrKRwR6Uh7ao8k+F3id/gd8bEW5cx6RO/2S4Yng28hB&#10;Vz/unaT/ALrCuNrllY+uoVVVpqZ98q25cggg8gg1R0i0AGaACgBKAFoABQAc0AFABQAUAHagA5oA&#10;OaACgAoASgBaACgAoAKACgA5oAOaACgA5oAKADmgAoAo6trdlocdvJezrAtxcRWsWeS8sjBUUDuS&#10;T+ABJ4BrKpVhSSc3a7SXq9jalRnWbUFeybfotWXq1MQoAOaADmgAoAKACgAoAKADmgAyaACgDJ8W&#10;eKLDwX4a1LXdUl8mwsIGnlbvgDoB3JOAB3JFc+IrwwtGVaq7Rirs6cNh6mLrQoUleUnZH5yeMfG2&#10;o/EHxNqPizW2K3FyD5UGcraW4yUiX6Dk+pJPU1/MucZnVzbFyqSfWyXby/r16n9MZXl1LK8LHD0u&#10;m77vq/69D6y/Y++Gf/CMeBD4qvogNZ8RgTgsOYrUf6lB9R859dy+lftfCeVxwGCVWS96evy6ffv9&#10;3Y/GeLs0eNxrw8H7lPT/ALe6/dt9/c9+r7c+EFoAKADvQAUAZ+s+IdL8O2pudV1Kz0y3/wCet5Os&#10;SfmxArGrWpUVzVZKK83Y3pUKteXLRg5PyTf5HmWv/tV/DnQ96w6xJrUy/wDLPSrd5gfpIQI//Hq+&#10;axXFGVYXSVXmfZa/8D8T6bDcLZtidfZcq7ydvw3/AAOc8KftIeI/i7qz2XgHwUTZxttn1vWrnZbW&#10;/sVjB3t/sq+foORz4TPsRmsuXAUHy/zSdkvkvyudmL4fw2Uw58wxHvdIwV2/m9l5tHuOiWd7YadH&#10;FqGoHU7zlpLjyliUk9lReijsCWPqT1r66lGcI2qS5n3tb8O33+p8ZWnCc26ceVdr3+99/uXkX81q&#10;YhmgAoAKACgAoAM0AFABQB8pftv68Z5/Cvh6E7pCZLyRB7kJH/7UqJdiW7K7LFhaCxsba2XG2GNY&#10;x9AAP6V2rQ+Lk+aTl3J8UEhj6UwDH0oAOfakAvPtTATmgBaACkAUAJxQAcUALxQAUAeZfGzwr/aO&#10;kxaxbpmeyG2UDq0RPX/gJ/Qmsakbq562Arcs/ZvZ/me9fsqfFUeOvA66NezbtZ0VVhbcfmlg6Rv7&#10;4xtP0BP3qxTufQo9vqhgKADPFABQAUAFABQAtACZoAKACgAoAM4oAKADtQAUAHegAoAKACgAoAKA&#10;K1pqVrfy3cVvOk0lpL5E6ocmN9ivtPodrqfowqIzjNtRd7aP13/Jmkqc4KLkrJq681dr80yzVmYU&#10;AHegAoAWgD5f8TeP2+Jn7V3hHwzZSl9E8O3U8km0/LLdRwuzt/wA7Ix6Ev61+e18w+v5/RwdN+5S&#10;u3/is/y2+8/SMPl/9ncPVsZUXv1UkvKLa/Pf0sfT+a/Qj83CgAoAKAA0AFABQAUAFABQAUAFAHy3&#10;+254yc2vhzwZBIQt7I2o3yg9YoziNT6hnJP1jFfmXHGYOhhoYWD1lq/0/wA/kfqHA+AVStUxkl8O&#10;i9Xv+GnzPlfWFSSxMcsnlQvJGkkn91C4DH8ia/FsFGMsRBS2P2Os3GnJxWp+oun2tvY2FtbWirHa&#10;wxrHEqfdCAAKB7YxX9ZwjGEVGOyP5PnKU5uU93uT1ZAZx1NAHAeMfj14A8Cb01bxRYrcrwbS2f7R&#10;Pn02R7iPxArx8VnGAwd/bVVfstX9yPbwmS5hjbexou3d6L73Y8X8V/tvB98XhLwrPP2W81qQQJ9f&#10;KTLEfitfDY3jrD07xwsOZ93/AJL/ADR9xg+Ba07SxdW3lHX8X/kzx7xL+0J8RvFcphu/Fb6VHICR&#10;aaJGLbA9n5kx/wACr4fF8XZpik+WXKvLT8d/xPtsJwrlWFt+75n/AHtfw2/A881GSATG8v5ZLy7c&#10;4866dp5pD6AsSSa+VlXxWMn70nJs+ohSpYeNoRUUu2h7/wDBz9k7UvGYt9Z8dJNpGinDxaIhKXFw&#10;OoMxHMa/7I+b/d7/AKjkXBzdsRj9F/L1+fb8/Q/M884wjRvh8v1l1l0Xp3f4ep9f6Lomn+HNLt9N&#10;0uzh0+wt12RW9vGERB7AV+u0qVOhBU6UbRXRH5BWrVMRN1asnKT3bLtamIUALQAlAB3oAWgBKACg&#10;AoAO1AHwr8RtaHxL/aSuHjbzbHT7gW8ZHICQDn8C4Y/8CpRV5HHi58lGT+R6dXWfJhxQAUAJQAtA&#10;CcUALxQAUwCkAflQAc+1ABz7UAJ+VAC/lTAZPClzDJFKiyRSKVZG5BB4INIabTujw7TtU1P4CfFG&#10;31KyDSW0bFhGTgXFsx+aMn17exAPpXHJcjPrMNWVaCl16n374Y8SWHi/QLHWdLnFxY3kYlicdcdw&#10;fQg5BHYg1R1mng0AHNABg0AGDQAc0AHNABzQAYNABzQAc0AHNABzQAc0AHNABzQAc0AAzQAc0AHN&#10;ABzQAc0AfNnw/wDH76F+118QPC11Li01oxS26seBcRW0bYH+9GW/74FfC4PHeyz7EYST0nZr1UV+&#10;n5I/QMdgPbcPYbGQWsLp+jk/ydvvZ9J8190fn4c0AHNABg0AeaftA/FL/hVfw9ury2df7bvj9j02&#10;M8/vmB+cj0RcsfoB3r57PczjlWClWv7z0Xr/AMA+jyDK3muNjSa9xay9O3z2Pm79jXRjefGO/u3L&#10;Srp2juTI5yTLLKo3E+pAf86/NeB4Sr4yriZ6uz/Fr/gn6VxvUVLAU6EdLyX3JP8A4B9uc1+1n4kH&#10;NABzQAc0AHNABzQAYNABzQAYNABzQAYNABzQB8JftV3Ut38fdRWTJW10y1hiB/unc5/8eY1+Cccz&#10;lLMFF7JL/P8AU/e+C4Rjlaa6yf8Al+h5VNClxE8Ui7kcYIPcV+cxk4u6PvdzvvB3x8+IvgTS4dM0&#10;7Xor7TrdQkEGq2wnMSjoocENgdACTjtX3GC4wzHB01SupJbX1/4P4nx+N4Vy3G1HVlFxk97O1/lt&#10;+Boan+058VNTQqniCy0wHgmy02PP5ybsV01eNsyqK0Wo+iX6pnPS4Oyqm7yi5erf6WOD1/xP4k8X&#10;Bl1/xRrGrxN1gnu2EP8A37Uhf0r5zE57mGL0q1W16u33bfgfRYbKcDhNaFGKfeyv9+5maHpB1HUo&#10;9M0LTJdS1J+FtbCEyyn3OOg9SSAK48PhMXmE1ClFybOvEYmhg4OpWkoxXVjfFekano+qNo7XVtHq&#10;URxeRWriYWh/55vIPlMnqqZA7tnIHbisBTy18leXNPqlsvJvv3tp89DnwmM+vR9pSi1Do3pfzS3t&#10;2va/a2pL4S8Kar4n1hdC8LabNrOsSYMrZ+WIf35XPCj6n+dTgcuxWbVVClHTy2X+XqGNx+Gy2k6u&#10;InZfi/Tuz7M+B/7LelfDaSHXNekj8QeLMBhcOv7i0PpCp7/7Z59AvOf3LJeGsPlcVUmuap36L0/z&#10;/I/EM74nxGaN0qXuUu3V+v8Al99z3Tmvsj4kOaADmgA5oAMGgA5oAOaADmgA5oAOaADBoA4j4z+P&#10;V+G/w51fWA4S7EfkWgPVp34T645Y+ymk3YD4++BOiORqOszAlnP2eNm6nozn89v61pSXU8HMam1N&#10;ep65zW54oflQAUAHPtQAUAH5UAH5UwCgA4pAFABxQAUAFABQAcUAcv8AEHwdH4y0NoF2rew5e3kP&#10;Zu6n2PT8j2qJR5kdeGruhO/R7nMfs9/HG5+EOuy6Frwl/wCEfuJsTIQS1nL0Lgen94D0yORg8qdt&#10;GfVRkpK62PuWyvrbUrSG6tJ47m2mQSRTRNuR1IyCCOoqyyfIoAMigAyKADIoAMigAyKADIoAMigA&#10;yKAEyKAFyKADIoAMigAyKADIoAMigAyKADIoAMigAyKAPz++Pep3fhf9pbxPrWn8X2l3un30Izwx&#10;W1iYqfYjIP1r8H4gxUsDxA68N04/lE/fOH8PDG8PwoVNpKS/8mkfdnhbxJZeMPDema3p0nm2V/bp&#10;cRN3wwzg+hHQjsQa/cMPXhiaUa1PaSufhmJw88LWnQqL3otpmrkV0HMGRQAZFAH5/wDx9+JP/C0f&#10;ibeXNvL5mh6PvsNO2nKuQf30w/3mGAf7qiv554uzb+0MY6VN+5DRfq/n+Vj+heFsq/s3AqU1789X&#10;+i+S/Fs9U/YZ04GXx7qhGfMuLW0U+mxHYj/x8V9pwHS5cNVqd2l+b/U+O48q3q0KXZSf32X6H1Zk&#10;V+pH5WHFABkUAGRQAZFABkUAGRQAZFABkUAGRQAZFABkUAfL37XPwf1XV9Ss/HGg2UupPBbfZNSs&#10;7Zd0vlqxZJVUctjcwYDnGOwOPzLjHI6uOjHF4dXlFWa8u/8An8j9P4PzujhObBYmXKm7xb2v1X+X&#10;zPlNdasXzm6jRgcFZG2kH0INfiUsPVi7OLP2dSi1dMT+2rJpFjScTSMcKkQLsT7AZpxw1abtGIpV&#10;IxV29Du/CvwZ+IPjco2leFLy2tm/5fNX/wBEiA/vAN8zD/dBr6jBcKZljGn7PlXd6fn+lz5rGcS5&#10;ZgrqVVN9o6v8NPvaPbvBX7E0OY7jxr4hkvz1bTdIBgg+jSH52H0C1+h5fwPhqFpYuXM+y2+//JI/&#10;P8fxxWqXjgqfKu71f3bffcr/ALQnjbTvgppVr8PPh3p9t4f1DUoPPvbyzTbJb2+SoO77zSMQw3Ek&#10;gD1IIviLMqWRYdYPAxUJSWrW9vXu+/RBw7l1XPazx+Yyc4xdkns36bWXZaN/M+e/AfgS68deLdH8&#10;JaTILSW/djNdsN3kxKN0knu2OnqSOlflWT5fPOcbGk3vv6H6fmuYU8qwc8RJXtsu76f12P0I+HXw&#10;20D4W+HYtH0CyW2gXBlmbmW4fu8jdWY/kOgAHFf0hgsDQy+kqOHjZfi/Nn844/MMRmVZ1sRK7/Be&#10;SR1ORXoHnBkUAGRQAZFABkUAGRQAZFABkUAGRQAZFABkUAGRQB8UftZfEWTxx49tfCWluZrTSpPK&#10;ZUORLdtw3/fP3fYl6h6uxEpKKbex03hjQ4vDehWWnRkEQR4Zh/Ex5Y/iSa64qysfIVajqzc31NSq&#10;MQzQAnFAC8UAJQAcUALQAUwCkAc0wDmkAUwD8qACgAoAKAOA+JPw0TxVG1/YBYtVReQeFnA7H0Po&#10;fwPtjOHNqj0sLi3RfJP4fyOe+EPx78Q/BfUG0q9hkvtEEhE2mzkq8B7tET9098dD7E5rmu1oz6OM&#10;lJXWqPtPwB8TfDvxL0wXmg6glyVAMts52zwn0dOo+vQ9iatO5Z1VMAoAKACgA5oAKACgAoATmgBa&#10;ACgAoAKACgAoA5XxF4pl8L+LNCivGA0bV2NgshAHkXnLRAn0kAdeejKgH3jXn1sQ8PWpqfwT09Jd&#10;Pv1Xql3PSoYZYmhUcPjh73rHZ/8AgOj9G+x1VegeaFABQB+fn7Q0on+P/jd15AktE/75tIga/nTj&#10;GXNm1T5f+ko/onhNcuT0f+3v/Smd9+yT8ZofC2pN4C1m4WPTryZpNIuHb5YpmOXtye24ncvuSOpF&#10;fW8G54lH+z8Q7fyv9Pn08/U+X4xyOVT/AIUcOrtfEvLv8uvl6H2LX68fjwc0AeJftTfFz/hAPBba&#10;Lplxt8Sa4jQW4Q/NbwniSc+mBkL/ALR46Gvj+Js3jlmDcYv356LyXV/5efofZ8L5Q8yxiqTX7uGr&#10;830X6vy9T4j3RaZbwRAYTcsSD1J4/wDr1/OPvVZOXzP6E0R9S/sYeKtE0LwP4xh1HUrTT57fV2up&#10;zdTLGFhaGMKxJI4yr81+58F4mhTy6anJJp3d3bSy/wAmfi/GuGr1cfSdODknGysr63f+aIPif+1h&#10;feJNQg8MfDKIyXN/cLZRazOmPMkc7R5CEdB1MjDAAOB0NGYcUvEV1gMq1lJ25u3p/m/uHlvCkcPR&#10;eOzZ2jFX5fTu/wBF9/Q+lfCWgDwv4b07ShcS3j20ISS6nYtJPJ1eRieSzMWY+5r9Dw9H6vSjSvey&#10;3e7fV/N6n5xia/1mtKra13stkuiXotDWroOYKACgAoAKACgAoAKACgA5oAOaAMPVfAnhvXpzPqfh&#10;7StRmPWS7so5WP4spNctTCYes71KcW/NJnZSxmJorlpVZRXk2izpPhbRtA/5BekWGm9v9Etki/8A&#10;QQKunh6NH+HBR9EkZ1cTWr/xZuXq2/zNOtznDmgD5r/ab/Z51vxtr8PjDwosd5qaWwtbvTJpBGZ0&#10;Ukq8bHgMM4IOAQB36/nfFHDlTNWsRhn7yVmu9ux+j8L8R0ctg8JitIN3T7X3T8j5utbLx78NPEtj&#10;rlv4b13RNX092Mc02mySQOpGHRiAQykcHB+nNfm2DwWbZJiFXhSaa8n/AMMfpWIxOVZxh3h51Yyj&#10;L+8r/wCaZ9G+CP24fDl4kdr4y0u98M34wHuI4XmtmPqOPMX6bTj1NfqeE4rw80o4yDpy9Lr/AD/B&#10;+p+YY3g7EwblgpqpH1s/8vxXoewaP8cfh9r0aNZeM9Ecvyscl9HHJ/3w5DfpX0tPNcBW+CtH70vw&#10;Z8rVyfMaLtOhL7m1960O1gnjuoI5oZEmhkUOkkbBlZSMggjqK9RNSV07o8iUXFuMlZofzTEFABQA&#10;c0AFABQAUAFABQBwPxw+JUfwu+H19qisv9oyj7NYxnndMwODj0UZY/7uO9JuwHxv8GPDMmq6rc+I&#10;b3dL5TMsTyHJeVuWcnvgH8z7VVKN9TxcwrcsfZLrue011Hgh+VABQAUAFABQAc0AFIApgFIBKAD8&#10;aACgBaACgBKAAUALQBzni3wJpfjGDF1H5V0oxHdRDDr7H1HsfwxUSgpHVQxE6D93bseO6n4M8UfD&#10;XUl1PTp7hBAd0eoaezKyD/axyvv29zXPKDie/RxdOtpez7H0t+zF+0BrXxG1a68O+Imt57uC1NxB&#10;eInlvKFYBlYD5SfmByAOhpJ3O4+i6oYUAFABQAtACUAQX9/baVY3F7eTpbWtvG0ss0rBVRFGSxPY&#10;ACmk5OyNKdOdWap01dvRLuz4x+K/7eOsLfz2fw+0W0NpGSo1PVtxaX/aSIEbR6biT6gV7lPLXa9T&#10;c/ZMr4Cp8iqZjUfM/sx6er1v8rerPPPDH/BQn4ieHdZi/wCEo0rTdZ05m/eRRQm3lC9yjqSufqDR&#10;UwUFpsz2cXwFltam1hpShLprdfNP9Gj7u+GPxN0H4ueELPxH4euvtFjcfKyOMSQSDG6ORezD+oIy&#10;CDXjVKcqcuWR+I5ll2IyrEyw2JVpL7mu68v63OqrM8wKAF70AJQBynxV8Gf8J/8AD7WtDjcxXVxA&#10;WtZQdpiuEIeFwe2HVTXn5hhvrmFnRW7Wnk1qn956eW4v6li6dd7J6+aejX3XOX/Z1+L6/FnwMj3p&#10;EPiTS2+x6rbEbWWUZAkx2D4J9iGHauDJcy/tHDXnpUjpJeff5/ndHo57lf8AZmKtDWnPWL8u3y/K&#10;zPVK98+bEoA/Of4r341P4v8Ajq5B3D+15YMj/pmFj/8AZTX8z8UVPa5rWa6O33aH9LcPU3SyqhH+&#10;6n9+v6mGvgWbUfAuseJrWN7i303UBBqkKZJiieNGiuB3GG3qxHbaexq6GXTxGWfXqHxU3Z+nR/n+&#10;HmXVzCFDMFgq21SN4+qvdfdZr5+R7L8Lf2uNc8HafBpvimyl8U6dEoWHUrWRReKnYOGIWX/eyD65&#10;r63KeNpUYKjj4uVuvX59/wAPmfH5twXTxM3WwMlBvo/h+Xb8V6HZ+KP239NFg6eGPC+qXWosMK+r&#10;KlvBGfU7XZmx6DGfWvexXHOChB/V4ty87Jfg3+nqeHheBsVKa+tVEo/3bt/ikl+PofM2t65qvizX&#10;rvXdevW1DV7sjzJSMKij7saL/Cg7CvxvMcxr5nXdau7tn65gcDQy+gqGHjaK/q78yC58Mz3nhZvE&#10;7hhY2+sQaVbntJK0cksp/wCAhEH/AAM+lehRwEoZZUxslu1Ffc2/0+85542Lx8MFHflcn96S++7+&#10;4ytWS1hR7l7Rbm4RCwGzJwO59AOOTXj4eFaq3CDdup6U5QhZyPev2NfA7eJPiFeeJL1PMt/D9sIo&#10;SRwbuYHJH+6gYe28V+ncEZfGpXnjGtI7er/4F/vR+b8bZg6OGhg4vWer9F/m7fcz7Yr9oPxQKAEz&#10;QAZoAWgAoAKAEoAWgCGW9t7dgss8cTHoHcAmuapiaFGSjVqKLfdpASgggEHI7YroTTV0AUwF60AF&#10;ACUALQB8Pftl/tp6v4J8S3PgXwDcpZ31oAup6wEWR45CM+TECCAQCNzYJBOBggmvjs2zedGbw+Hd&#10;mt3+iPmsxzGVOTo0Xqt2fHY/aR+L1hffbrT4keJFugdwjuL+SWJu/wDq3JX9MV83SzPExleVRv5n&#10;hRxuITvzv7z7J/Yv/bqvPi9r8fgP4gRW0fiSVGNhqcMYjS9KjLRyIOFkwCQVwDgjAOM/Z5fmLrtU&#10;q272fc+kwGYyqy9nV36PufaEmkWEzBpLK3dh0LRKSP0r3nSg94r7j6NVai2k/vLSIsSKiKERRgKo&#10;wAParSSVkZttu7HZpiCgBKAFoASgBaACgBKAEZwilmO1RySegoA+C/j38RZ/jT8S4dO0hzNpNm5t&#10;LEA/LISf3kx9jjr/AHVHvUfE7IyqTVOLlLZHpOg6NB4e0e1062H7qBAue7Hux9ycn8a7ErKx8jUm&#10;6s3OXU0KZkFABQAUAFABQAUAFABTAKQBTAKQBTAKQBQAUAFMApAFABQB5Nd6yfhJ8cdJ8RRR+XYs&#10;yyTJEuAY2HlzAD1xlvqRXLNWkfTYGpz0rPdH3ja3MV7bQ3FvIs0EqCSORDlWUjIIPoRQekSYNABg&#10;0AGDQAYNABg0AeHftl6tc6X8C9Rjt2KC8uoLaUrwdhbcR+JUD8a9LL4qVdX6H3XBdGFXOIOf2VJr&#10;1tb9T4h8EfDqTxppOo3EVyLeeB1SHeMo5wSwbuP4ea+pbsfvmIxSw84pq6ZxOraWkvn2dwFYoxQl&#10;TnBBxkGiSUlZnfGV0mj1P9hr4q3Pw2+Mi+Fr2cjR/ETC0ZGPypcj/UuB6sfk9949BXg4yleLfVHw&#10;vGuVxx2XPEwXv0tf+3ftL9fkfpkBXhH86BzQAc5oAXmgBOaAPif4sSap+zX+0e/izRYWk0nXkN3N&#10;ZA4S5UkfaYv98NiQHtvHXkH8mzWrU4ezZYumv3dTdfmvv18ro/Ycpp0uI8m+p1X79PRPt/K/S2j7&#10;2Z9eeC/Gek/EHw3Z67od2t5p90m5WH3lPdGHZgeCK/T8LiqWMpRr0XeL/r7z8qxeErYGtKhXjaS/&#10;q68ibxb4ls/BnhjVNc1Bwlnp9u9xIScZCjOB7k8D3IqsTXhhqM609oq5OFw88XXhQp7yaR+aNtcX&#10;F+Jb27Obu8lkupj6vIxc/wA6/lHGVniMROq92z+p6FKNClGlHZJL7j6P/YnWO+1D4i6fcxJPaSxW&#10;O+GRQyMGWdWBB4IIwMV+t8BWnQxFOSutP/bj8q47vCeGqRdmub/205v41/sy6r8PLy41fwnaT6x4&#10;WcmRrGEGS50/uQB1kj+mSB1zjJ87iHhKpSk8TgVePVdV/mv6fc9LIOK6WKisPjny1O/SX+T/AAfT&#10;seIw6ha3C5jnjPqN2CPqO1flsqU4O0kfpKknqmbPgzwnq/xN8RQ6B4ah+03bkefd4zDZx95JG6DH&#10;YdSeBXuZTk2IzSuqVOOnV9l5/wBeh5OZ5ph8roOtWl6Lq32X9aH2j4n/AGcdH1n4Naf4BsLt9NXT&#10;njuLbUPLEjfaFJLSuuRu373yMj73HSv3zFZDQxGWrLouyWz8+/zuz8IwvEFehmcsymuZyumvLsvS&#10;y+48i+MHwDs/hH+z9qzWMkusarPd2ratqskYV2t1lB2qozsjDbDgE9MknAx8rmWRU8oyapDDK8nb&#10;mflf8r2PrMrz6pm+dU3X92KT5Y+dvxdr/oa/7JPxH8G+E/hTeR6jr+n2OpyatPLPbSzDz5GbaE2R&#10;/efKqoG0HoRXXwrjMHhctUZzUZX1T36W03fyOTizA43F5lzU6blHlVmlp1vd7LXufUEEwuYI5UDB&#10;JFDAOhVsEZ5BAIPsRmv0RPmV0fmsk4tpnl/xe/aa+H3wSBh8Ra0r6rt3LpNgvn3bDGRlAcID2LlQ&#10;exrtoYOtif4a079DycbmmFwC/fz17LV/cfL3if8A4KguJ3j8O+Ag0APy3GqahhiPeNEIH/fZr2oZ&#10;K7e/P7kfJ1eLYJ/uqTfq7f5mJp//AAVD8S284N/8PtLvYM8ra6nJA+PYtG4/lVSyX+WZNPi2Lf7y&#10;l+J7f8Kf+Ch/wt+Il/BpesT3XgbWJSFWHXVVbeRvRbhSUx7vsryq2X1qOtr+h9Phc5wuKWkrev8A&#10;X52Pp6ORZo0kjZXjYBlZTkEHoQa8w9wdg0AHNAHD/FLxrL4Z0+O0snCX90Dh+8aDq31PQfj6V+Se&#10;IPFVTIMLDC4N2r1b6/yxW79Xsvm+hrTjzPU8K1XSJNXsTc6hbtdW07lPOnG4M+OcE8596/lOf13l&#10;/tCfNaTa5nfV9dXubyhCa5ZK6OL034heJfgZ4ltmtL641Dw5O2TYXMhdNufmUZ+6wzwR+Oea/SeG&#10;eJcXgmp0JbfFH7Ml6dG+61XpofP13UwNRa3gz7T0LWbbxHotjqli/m2l5Ck8TeqsMj8a/rLB4unj&#10;sPTxNL4ZpNf5PzWzPTTUkmi9g12DDmgAwaAKHiDV4/D2g6lqk4zDY20ty4/2UUsf0FROShFzfQic&#10;lCLk+h+Tv7PPw2l+OvxO1TxB4iButOt52v7/AHdLm4kcsIz7E7mPsMd6/BczxsqcXK/vS/ps/Mqk&#10;3JuT3ZT/AGt5fDc3xZn/ALAYG5jgSHUViUCFZkG0BcdwoUMOgI9c4jLVVVD958vQmOx4p4R1u48H&#10;fFPwzrdmxjubLUbW7Qrx8ySqf1x+tfXYOo48sl0Z2UJOEoyXRn70c1+pH6MGDQAYNABzQAc0AGDQ&#10;Ac0AGDQAc0AGDQB8zftV/HhNKsrnwVoFyG1CddmpXMTf6iM9YgR/Ew6+g46niW+gmeWfBnwUdNsz&#10;rd5Hi5uV226MOUj/AL31b+X1ranGyuz57HV+eXso7Lc9Qrc8kKQBTAKACgApAFMAoAKACgApAJQA&#10;vFAB+NAB+NABQAUAJQAUAAoAX8aAOG+LfhVvEXhozwLvvLEmVAOrJ/Gv5AH/AIDWdSPMj0MFW9lU&#10;s9mdx+yR8aotR0+LwPrFwFvLZT/Zksh/1sfUxf7y8kf7PH8PPMn0Pp0fTuKsYYFABj6UAGB7UAGB&#10;QB55+0D4Jk+IHwh8R6Rbp5l6YPtFso6tJERIqj3bbt/4FXXhansq0ZPY+i4exyy/M6NebtG9n6PT&#10;8L3+R8UfAu7UaDq0A5linEhHsUwP/QTX10z+hMyj+8i+6PGGcuxZjkk5Nanv7HNaveT+H/EmnatZ&#10;uYrq3eO4icdpI2BU/oK4a8bv1HOnGtTlSnqmmn6M/Zbw9rEPiLQNM1WD/UX1tFdR/wC66Bh+hr5G&#10;S5W0fyBXovD1p0ZbxbX3OxoVJgGB7UAGKADA9qAPLf2jfhY3xS+HNxBYop17TW+3aa3dpFBzH9HX&#10;K+mdpPSvnM/yxZpgpUkveWq9e3z/ADsfTcPZp/ZWOjUk/clpL07/ACf4XPin4b/ErxJ8NL6TUvC1&#10;6LQTt/pml3iF7aVxwQ6ZBVh03Lg1+FZbneNySq4QenVPZ/L/AIZn7nmWT4POKa9stejW69H/AMOj&#10;o/id8dfF/wAXbCHTNZFhpujRussllpofFy6nKmRmJJUHkKOM4JzgV6GccV4nNKXsEuWPW3X8Wefl&#10;HDODymq68W5T6N9PTQ4XivhT68+nv2G9Gcaf421sgiG7vYLKNj38mNi2Pxlr914Fw7p4OpVf2ml9&#10;13+p+Lcd11PE0aK+ym/vaX6H1Dge1fpp+YHHeJfg34G8YXpvNY8K6VfXbHLXD2yiRz/tMME/ia8y&#10;vlmCxMuerSi33tqerh81x+FjyUa0ku19PuN3w74V0bwjp4sdE0uz0mzBz5NnCsSk+pAHJ9zXXRw9&#10;HDR5KMFFeSscdfE1sVP2lebk+7dzUxXQcwye3iu4JIZ40mhkUo8cihlZTwQQeoNJpSTTV0VGTi1K&#10;Ls0c/wCH/hr4S8KXjXei+GtI0q6bOZ7Oyjif6bgM49q46OBwuHlzUaUYvukkdtfMMXiY8lerKS7N&#10;tnyv+2h+2ZN8O7u48A+BblR4lCD+09VTDf2eGGRFH284ggk/wAj+I/L9Vl2A9u/aVPh/M+Az3Ovq&#10;MfYUPjfXt/wT5K8Nfs6eJvGdu2r6zqI06W8JmJvN01zKW5Lvk9TnPJz6ivrFKMFyxWx+UTnKpJzm&#10;7tnG/Ej4Vav8NLuFb4x3NnOSIbuDOxiOqkH7re35E81pGSkQcZViILyyhvoGimUOp/MH1FTKKkrM&#10;1p1Z0pc0Ge8fsl/tp67+zt4hs/Cni27n1j4dzuEXzCZJdMBOPMi7lB/FH9SuDw3zmNwKneUfi/M/&#10;RspzdqKU/h6+X/AP1s03UbTWNPtb+xuIruyuolnguIWDJLGwBVlI4IIIIPvXyrTTsz79NSV1sWMU&#10;hniXjCyk8X/FJ9PDERR7Iiw/hRV3N+pb8TX8mcV0J8Q8ZSwKfux5Y37RUeaX4t28zrhpE0/ihqmm&#10;6XokGgQQI0oCsir0gUdD9Tz+ZNdvG2OwOCwEMmowTlo0v5Etn6vVejbfnSPnP4uQpJ4WV2+9HcIV&#10;P4Ef1r8pyWTWJsuqZ5eaJOhfzPpH9l+4kufgl4fMpyUM8ak/3RO4Ff2LwZKTyamn0crf+BNmWEd6&#10;Ef66nquBX252BgUAGBQBxfxsR3+DPj1Yv9YdAvwuOufs8mK5MZ/u1S38r/I5sT/An6P8j8/Phz4q&#10;Hwa/ZJuPENoRHq+t3s0do56iUsYg3/AVidh7j3r+fK9P61j1Te0Vr+f6n5q1eR8oSytNI8kjtJI5&#10;LM7HJYnqSa+j2LLnww8OSeOfjd4N0KJS5vNXtLZsdkMq7z9Au4n6V7mApucoR7s7MNDnqRj3Z+7W&#10;BX6efogYHtQAYFABge1ABge1ABgUAGB7UAGB7UABIUEkgAckmgD5j+Pf7VUGlpc+H/BVys98cx3G&#10;rxnKQ+qxH+Jv9roO2TyIb7CueEfDX4dTeJ7waxqwc6eHLgSklrl85yc9Vz1Pf860hC+rPKxeLVNc&#10;kPi/I92ACgAYAHQDtXSfOi/jQAlABQAv40AJQAcUAL+NACUAH40ALTAKQBQAUAFMApAFMAoAKACg&#10;AoAKACkB4Z8TPAtz4U1Qa7o++G0Mol3QEq1rJnIII6DPIPY8elctSFtUfRYPFe0Xs57r8T6K+AX7&#10;T9p4wittA8VTR2WvDEcN4+FivD0APZZD6dCemCcVKZ6tz6GqhhQAZoAKACgD4n+L3w7b4K/F86xb&#10;ReX4S8Suy71HyWtwTuKHsBnJX/ZYj+E19Rg6/t6fK/iR+88PZqs4y9Yeo/31L8Y9H+j8/U+aPE+k&#10;NoXiC/sWXHkzMF91zlT+IINeqndH6PRmqlOM+5xfjCLdaQSY+6+38x/9aueutEzpifqr+zHrH9uf&#10;s/eArndvK6TDbE+8Q8o/+gV8jXVqsj+WeI6Xsc3xMf7zf36/qenVgfOBQAUAAoAKAPjv9qT4EXfh&#10;3WLzx34as3uNKuyZdYsYFy0Ene4QDqp6t6HJ6E7fyLi3hx1G8dhV/iX6+j69nqfsHCfEMXCOX4qV&#10;mtIt9V29V07rT1+f4LiO6iWSJ1kRujKa/G5RcXaSP1i99iaxsb/xBrFpoei2zX2tXziK3t4+cE9W&#10;b0UDJJPGAa9HAYCtj68aNKN2/wCv67HHi8XSwVGVetK0Yn6IfCj4fW3wu8AaR4ctnExtYszzgY86&#10;ZiWkf8WJx6DA7V/T2XYKGX4WGGh0X3vqfzPmeOnmWLnip/aei7LovuOur0jywoAO9ABQAUAeaftI&#10;fF6L4GfBfxN4xYI93ZW/l2UT8iS5kISIEdxuYE/7IauihS9tUUDkxVdYejKp2/M/KL4H6XJ4z+Ke&#10;nTa3M+oXU80upXks53NcT4MhZvXLkE1+gKKp01FH4Via0sRWlUk73Z9p1kc55R+0ybf/AIVhL5wX&#10;zftcPkZ/v5Ocf8B3VpT+ITPkaukkKAMbxVZi50xpMfPCdwPt0P8An2rCtG8bnp4Co4VuXoz9Dv8A&#10;glj8dbjxT4M1j4barcma80AC80xpGyxs3bDx/SOQjHtKB0Ar4/MaPLJVV1/M/VsnxDnB0ZdNvQ+8&#10;K8Y+iPLNL8vTvHnjDU5x8tpGWP0PzfyWv5to8mD4lzfH1tqSv8nr+UTrj8KPKtS1CbVb+e8uG3zT&#10;OXY/0+g6V+B4zF1cfiJ4ms7ym7v+uy2XkaHl3xl1MJaWGnqfmdzOw9ABgfnk/lXuZHSvOdV9NDwc&#10;1qWjGmvU+w/gp4ffwv8ACnwzp8i7JVs1lkU9VeQmRgfoXIr+0OHsK8HlVCk9+W79Ze9+pvh48lKM&#10;Ttq+iOgKACgCnrOlxa3pF9p1wM295A9vJj+66lT+hqJxU4uL6kyipRcX1PyI+LN3PpPwd8B+FJjt&#10;udJ1HV7W9jHaaK4AH5CQ/nX4TCi6WNrc2+i/r7j8ylFwm4voeLzSCCJ5G4VRmvQS5mkgPpj/AIJk&#10;fC2Xxj8ar/xpdQ7rDw1bMY3I4N3OGRB74j80+x2+tfb5RQ5qvP0ivxPocqo89X2j2j+Z+qdfZH1w&#10;UAFABQAUAFABQBxfxC+MHhX4ZWzPrepxpdbcpYwHzLiT6IOg92wPek3YD4/+Ln7S/iP4otJpenI+&#10;jaHIdgs7diZrgekjDrn+6OPXd1qG7kt2KngH4OO7R3+vx7UGGjsT1Pu/p/u/n6VtCn1keLicd9il&#10;9/8AkewIixIqIoRFGAqjAA9K6Tw99R1ABQAUAFABQAUAFABQAUAFABQAh+tIA49aAD8aAD8aAD8a&#10;AD8aAD8aAD8aAD8aAD8aAF/GgBPxoAbNDHcRPFKqyRupVkcZDA9QRQNNp3R4t4++D8ti0l/oKNPb&#10;cs9mOXj/ANz+8Pbr9a5p0+qPdw2NUvcq79zqfhB+1brXgVYdK8RpLrujJhFkLf6VbgdgT98D+63P&#10;oQOKzTsewmfXfgn4jeHfiJp4u9A1SG+UAGSIHbLF7Oh5X8Rg9s1V7lHS0wEoAWgDG8X+EdK8deHr&#10;3RNatVvNPuk2PG3UHsynswPIPY1pTqSpSU4vVHbg8ZWwFeOIw8rSj/Vn5Pqfnf8AtDfDHVfhl4it&#10;7HU995AUK2GrbeLuAHhX9JEyAfUEH0z9dhcRHEQ5lv1R/R/D+b0c3w7q0tJL4o9n5eT6HiuvW32r&#10;SrhRyyjePw5reorxZ9ZF2Z94f8E9PHUHiH4Ky+HjKDe6BeyRmLPzCGVjKjfQs0o/4DXymMhapzdz&#10;8A47wUqGZrE292ol960f4W+8+oq4T82FoASgBaAEoAMZBB5HpQB5B4s/ZR+HHi3UZL5tIl0m7lbd&#10;K+lTtbq59Sg+X8QBXzGL4by3Fy5507Py0/Db8D6vCcT5phIezjU5kv5lf8d/xPmD49/tP+A/2LdW&#10;u/B/wu8L2eseOjGv9oajqMryR2m4BlR2zvdiMEopVRkZOeKilRwWT3p4Sn73V7v7/wBNj6TC4DMO&#10;JYLE4+q1T6JaX87bfN3Z8rXv/BTD9oZNT+2L4j0xbYNu+xRaRbmHHpkqXx/wLPvW8cfOT+L8j0Kv&#10;DGFpR/h387yv+f6H3L+xP/wUB079pS6PhTxPZW/h/wAeRxGWKO2Y/ZdRRRljEGJKuo5KEngEgkAh&#10;fWoYj2nuy3Phc0yh4Ne2ou8PxX/A8z7DrtPmg70AJQAUAfCH/BWjxPLY/DfwJoCuVh1HV5buUA/e&#10;EEW0A+2Z8/gK9rK43qSl2Pm88m1RjBdb/gv+CfE/gTxJd+EfFmnatYwm4ntpMmFc/vEIIdePVSee&#10;1faSV1Y/GT6ntf2ifA8+nC5l1KW1l25a0ktpDKD6cAqfzxXPySHc+fvjH8W5fiZqcMdvE9po9oSY&#10;IXPzux6u+OM9gO34mtox5RHnVaCFoAqavj+y7vPTym/lUT+FnTh/40Ld0enf8E7vE0vhz9rHwjGj&#10;lYdTjurCcA/eVoHdR/32kZ/CvncdHmoS8j9Hyybhio+d0ftHXyh92eSfERv7J1LxKoODqFlbyg+u&#10;2QRsPyr+aOOl/Z+PzFLT29KlL7pqD/A6aeqPKfxr+fDY848G+Hn+MPxrtLIKZNNjl3znqBbRHLf9&#10;9Hj6uK/Z+EcmeMxFHCtafFL03f6I+TqP63i32X5I+9wAoAHAHav6z2PdD8aAFoAKACgD8hf2yrFt&#10;B/aG8aaOhAs11E6kijtJdQQSSH8Tj8q/Kc1pKnj6rXW3+f6nwGYQ5MVNL+r6nz7r8/l2gjBwZGx+&#10;A/yK5cNG879jhjufsD+xB8JU+Ef7PHhy2mh8rVdYT+2L8kYbzJlBRT6FYxGpHqD61+nZfR9jh4rq&#10;9X8z7zAUfY0Irq9T3uvSPRD8aACgAoAO3egDF8ZeKbTwT4W1PXL5sW1jA0rDOC5H3VHuxwB7mgD4&#10;h8Y/tU+PvGO62tbxNDtpPlEOloVkPp+8JL5/3SKzu2Tc5XQ/hZ4i8UXBur0PZRyHc9xekmR/U7T8&#10;xP1x9auNOTOCrjaVPRO78j13wl8O9I8IqrwR/aLzGDdTcv8A8B7KPp+ZrojBRPDrYmpW0ei7HUfj&#10;VnIFAB+NAB+NACfjQAvHrQAfjQMT8aBB+NABx60AH40AH40ALTAKQBQAUAFABQAUAFAAKAD8aAEo&#10;AWgAoAKAEoA5Dxh8MNJ8Wb59v2K/P/LzCv3j/tL/ABfXg+9ZygpHbQxdSjpuux5LqXgnxT8Pr9b+&#10;za4QwndHf6bIwKe5I+Zf5e9c7hKJ7tLF0quzs/M9H8E/tjeL/Dwjg1uC28R2y8b5f3Nxj/fUYP4q&#10;T71PMdtz2vwz+2L4E1lUXUTfaFMfvfaYDLHn2aPcfzAquZDPRNK+MPgfWlU2nizSHJ6I92kb/wDf&#10;LEH9Kd0Bvw+I9JuF3RapZyj1S4Qj+dMDzj9oPQvDfxF+GWraXd6pp0d9DG11YSy3MalJ0BK4JPRu&#10;VPsxrqwtb2FVS6dT6LIMzllWYU6yfut2l/he/wB269D81eox2r7M/qQd8Nfidr/7P3j6HxBoLK8L&#10;gxz2kufKuYScmN8dCOCD1BAPqK8vEUFJcr2PLzXKsPnOFeGxHqn1T7r9e5+i/wCzn+0xoXx10ELJ&#10;cWmneKI2cT6Rv2uUByrxhjllwRkjOCDnGRXz1WhOlvt3P50zjh7HZNN+2jeHSS2+fZ+T+Vz2nvXO&#10;fMAKACgAoAKACgD8Cb+G5+KHx11R9Td5LjVdZubm7Yn5iDI7uM9uAR7cV8LVk5TlJ9z+oMsw8eSj&#10;Qjskl8kjM+KPgFPh/r6WkV4Lq3nTzog3EiLkjDdux5HXHQVmnc78Vh/q8+VO6Zxvh7xPqfw28a6N&#10;4o0K4NpqemXcd5bSr0WRGBwfUHoR3BIr0sPUfzR8VmWFhqmvdl/TP6F/hr44s/iZ8PfDfizT+LPW&#10;tPgv40zkoJEDFT7qSQfcGvqoS54qS6n4ZXpOhVlSl0djpKowCgAoA+Av+CumhzXPgb4eayFJgtNR&#10;urR27BpYkZR+UDflXtZZL3pRPm86jeEJeb/r8DyH9jlNMv8AwnqWpKI31jzxBKTgukYRSMegLbvr&#10;gelfVuXMkfkeIpOlVlE8x+ON1p138T9ak0wxmDeiu0WNrShQHI/4FnPvmt4fDqcrOEzWghM0AGaQ&#10;GN4rvRb6YYgfnmO0D26k/wCfWsK0rRsenl9Jzq83RHqP/BP7Q5tc/a08CiNSY7R7m7lYfwqltKQT&#10;9W2j8a8PGytQkfd5bFyxULf1oftbXyZ96eR/HVQlzpDjhnjlVsdwChH6mv5r8XYqNbBzW7U0/ROL&#10;X4s6KXU8Q8aaqdG8M39yp2yeX5aHuGb5Qfwzn8K/CMDR9viYQe3+Wpni6nsqEpLc9F/Y48DrpXg6&#10;98SzR/6TqkphhYjpBGSOPq+7P+6K/rzgTL1Rwk8bJa1HZei/zd/uR4+Ap8sHN9T6Gr9PPUCgAoAP&#10;woAKAPxq/ai8bW3xD+P/AI11yykWaykvfs8EqnKyJCiwqw9mEeR9a/JsyrKvi6lSO1/y0Pz3G1VV&#10;xE5ra/5aHjF+sMms6bHdHbamRRKfRSw3fpRhLa3Oena+p+/MEccUMaRKFiVQECDgDHGPav1heR+l&#10;D6YBQAUABoAKAPjv9rn4t/8ACS6zF4I0aQzWtnMGvWiOfNuOixjHULnn/aP+zUN30Jbtqx/gfwda&#10;+FdFtYvs8X2/Zme4CAuWPJG7rgZwPpXVGKij5PEV5Vpt306HS1ZyhQAUAFABQAUAFABQAUAFABQA&#10;UAFABQAUwCkAUAFABQAUWAKACgAFAwoEFABQMKBBQMKBBQAUAc9rfgDQPEBZ7vTovObrNF+7fPqS&#10;uM/jmpcE+h1U8TVpfDI4rUvgJZyEmw1SaD0W4jEn6jFZOkuh3RzGS+ONzAuvgRrkZPk3llOvu7Kf&#10;y2/1qfZSOlZjSe6ZRb4K+JQceXbH384f4UvZSNPr9HzJ4fgd4gcEyTWMCjklpWOPyWj2UhfX6V7J&#10;NnizAbjg5GeDX3q0Wp/a1NNQSlvYr3dlFfW7QyruRvzB9RSklJWZonY4+eG+8L6nDcW1xLbTxOJL&#10;e6gco6sDkEMOQRXnzg46MuUYVYuE1dPdM+7P2S/20pPFd5Z+C/H9yg1aQiLT9afCi6boIpuwc9A3&#10;8XQ88t42Iw1lzw+4/EuKOEFhoyx2XL3VrKPbzXl3XTppt9m15h+RhQAYoAMUAHagD8YviJ4Bf4Uf&#10;tr+KNDmj8q3mv7q7siRwYZ0aaPB74DbfqpFfF4un7OrKJ/S/C2LWLw1CpfW1n6pWf5HkXx3vXuvi&#10;VqEbHK28cUS/Tyw382Nci2Pdx7vXflY8x1hd1pn+6wNdVB2mfN5hG9G/Zn7Of8ExvFEniT9kPw1B&#10;K/mSaTd3mn7jycCZpFH4LKo+gFfVYV3pI/Dc8hyY2T7pP8LfofVmK6zwQoAKAPF/2wfg3L8cfgD4&#10;l8O2UQl1mJBqGmrjlrmH5lQe7rvj/wCB114Wr7GqpPY4MdQ+sUJQW+6PxP8ADniG88L3syLJPbI+&#10;Y5kRijD1yP5ivtKc+V67H5fi8L9Yjp8SOwgnjuYlkicSI3RhXemnqj5aUJQfLJWY/wDGqID8aAK9&#10;9fQadAZZn2jsO7H0FRKSirs2pUZ1pcsEcHqmoyapdtM/A6Kv90V585Obuz6yhQjQhyI/RP8A4JQ/&#10;Bee3XxJ8T9QtzHFOh0fSy6/fXcHuJB7ZWNAR3Eg7V8/mVXakvVn2OTUGuau/RfqfotXhH1B4L8W9&#10;fj1nxOYIWDQ2SeTuHQvnLf0H4V/HviTnMM0zn2FF3hRXLf8AvXvL7tF8jrpqyPEvi6WHhaMDoblA&#10;fptb+uK+FyW31l+j/Q8zNHagvU+pv2fpYJvg14Va3xsFptOP74Zg3/jwNf2lwtOM8mw7h2a+abv+&#10;IsNb2Mbdj0HFfVHSFABigAxQB8l/twftUQ/DXQLrwN4auQ/i7Uodl1PC3/IOgccnPaVwflHUA7uP&#10;lz8xnOZLDwdCk/fe/kv8zwcyxyoxdGm/ef4f8E/M6SJ4XaORCjqSrKwwQfQivzvc+OMPxHEdkMno&#10;SpP6/wBK7sK9Wi4n7B/sSfG+H41/AzSJZ5w/iDRETS9TjJ+cuigRyn2dAGz/AHt47V+lZfiFXoK+&#10;60Z93gK6r0VfdaM9+xXpnohQAYoAMUAeE/tI/H+H4d6bLoGiTrJ4muo8M6HP2JCPvn/bI+6O3U9s&#10;y3YR85/B3wTJe3f/AAkWoKzIrE2wk5Mj95D9O3vz2rSnH7TPFx2IsvZR36ns1dB4QUDCgAoAKBBQ&#10;AUDCgQUDCgQUAFAwoAKBBRYApgFIAoAKACgAoAKACgAFABQACgAoAKACgBOaAFoAKACgAoAKAEoA&#10;wvHeoNpXgzW7pTh47OTafRipA/UitqEearFeZ9Bw/hli83wtCWznG/pe7/A+XNT0JdK8E6TeOv8A&#10;pGozvJk/wxoMKPxyT+I9K+svdn9pwqc9eUVtE5kGqOshvLOO+t2hlGVPfuD6iplFSVmNaHC31nLp&#10;l4YmJDKQyuOMjsRXnSi4uzNd0fp5+xd8fZPjH8PW03WLjzfFGhBILl3PzXMJ4jm9zwVb3Gf4hXgY&#10;ml7OV1sz+cOL8jWU4z2tFWpVNV5Pqv1Xlp0PoiuM+CCgAoAKAPiL/gpH8DrrVNK0L4v+HrQz6v4U&#10;KpqkUQy01hu3B/8AtmxbP+zIxPC14uZYfnj7WO639D9H4Nzb6nifqtR6Sd1/i7fNfivM/OL43xxX&#10;HjGPVrZvNs9UtIbmKQdCNu38/lH5180j9sx1nV51tJJnmupLusZfz/Wt6Xxo8LGK9CR+sv8AwSIu&#10;fP8A2ZNbj3ZMPii6THpm2tW/rX1WE/hv1PxDiFWxcf8ACvzZ9v13HzAGgAoAMUAfmn/wUE/YjvbT&#10;V9S+KPgHT2u7G5LXGuaTapl4JOr3MajqjdXA5U5bkE7ffwWLTSpVH6HymZZe03XpLTqv1Pz+s9Qu&#10;LB90ErR56gdD+Fe7GTjsfKVKNOsrTVzYi8ZXSrh4Yn9xkVuq8jzpZbTezaGT+MLyRSI0ji9wMn9a&#10;Tryew4ZbSWsm2Y1xcy3chkmkaR/VjmsHJt3Z6UKcaa5YKyPbf2WP2U/En7S/jCOC1il07wpaSr/a&#10;mtsnyRL1MceeGlI6DtnJ468eJxMcPHXfoj1MHg54udlpHqz9q/Bng7SPh/4V0vw5oNmlhpGmW621&#10;tbp0VF9T3JOSSeSSSeTXyc5ucnKW7PvKcI0oqEFojmPiR48k0o/2NpO6XVZxhjGMmIHoBj+I9vTr&#10;6V+LcdcYTy3/AISMr97EzWrWrin2t9p9Oy17HTCF9WeKXlrJZXEkMwAmQ4cBgdp9D71/KmIo1MNV&#10;lSq/Et+tn2fn37PTc6jk/iRYG+8H320ZaLbMP+Ann9M12ZXU9ni4een3nn4+HPh5W6anafsbfEdG&#10;gvvBt5JiRS15Y7j1B/1iD6H5se7elf0/wJmqhKeW1Hv70fX7S+7VejPJwFW6dJ9Nj6jr9mPXDFAB&#10;QB5t+0N8YbX4HfCzVfEsirNfAC2062c/6+6fIRfcDBY/7KmvPx+LWCoSqvfp6nHi8QsNSdR79PU/&#10;PLxjpjfB7wa3izxLIdV+LHit3njmusM2nK3LygdBINwG7+FjheFOfw14ipmWIk2/cW/95/5H53Kc&#10;qsnKTPm5izMWYlmPJJ5JNeuBS1aHzrCUd1G4fhW1GXLNMqOjPZP2CvjJL8Jvj/o9tNOU0TxIy6Re&#10;oThQzn9xJ6ZWQqM9ld/Wvq8urujiF2ejPYy+v7Gur7PQ/ZCvuj7YKACgD54+PH7Utl4QjuND8JzR&#10;X+ucxy3q4eG0PfHZ3Hp0HfOMVLfYVz5q8CeBr7x/qsmravLNJZNKZJp5WJkuXzkgE8nnqf69HCHN&#10;qzzsVilRXLH4vyPe4II7WCOGFFiijUKiIMBQOgFdZ80227skoEFABQAUAFABQAUAFABQAUAFABQA&#10;UAFABQAUwCkAUAFABQAUAFABQAUAFABmgAoAKACgAzQAUAAoAKADNABQAUAcn8V0aT4da8F6/Zyf&#10;wBBP8q6sLpWifY8HyUc+wjf835po8P8AiPEP+EB8GOo+VbcA/Uxof6Gvpo7s/rbCP/aKq8/1Z5qO&#10;lWeuFAGV4j0z7fZF0GZossuO47isqseZXKi7M3P2Zviq/wAH/jFoetyTGLTJpPsWojPBt5CAxP8A&#10;una/1QV5Nen7SDR4HEWWLNctqUEveWsf8S2+/b5n68QXEV1BHNDIk0Mih0kjYMrAjggjqPevnT+V&#10;h+aAFzQAlAEdzbw3lvLBPEk8EqlJIpFDK6kYIIPUEdqNxpuLutz8gv29P2bJfgHrdu+l27y+A9Tu&#10;ZJ9HkHzf2dM3M1mx/uH76E84BHOGNfJ43C+wnzR+Fn7xw7nv9q4X2FZ/vIfiu/8An5+p8g3SeZbS&#10;qOpU1wQdpJn0lePPSlHyP00/4I4eKIbn4afEDw55g+0WWrw6gY887ZoRGD+duf0r6rBv3Wj8R4jp&#10;tVadTurfd/w59P8AxM/an8OeAPE1po9tGdakSYLqMls422qdCAejuP7vQYIJBrvbsfH3PX9E1uw8&#10;R6Va6npl1HeWNygkiniOVYH+vYg8g8GqGXqADNABmgD5U+Pv/BOz4cfGW8udY0nzPBHiOcl5LrTY&#10;la2mc9WktyQM+pQoSeTk16VHHVKS5Xqjx8TldGu+aPuvy/yPj3xZ/wAEsPi3otw/9jX2geIrbPyN&#10;Fdtbykf7SyKAPwY16ccxov4k0eHPJ8RF+60zH0n/AIJjfG/UbhY7ix0XSkJ5mu9UVlH/AH7Dn9Kt&#10;5hQWzf3ERynEt6pL5n0T8H/+CUeg6LdQX/xG8SP4hZCGOk6SrW9sT6PKT5jr/uiM+9cNXMpPSmrH&#10;p0MmjF3rSv5I+5/DHhbR/BWhWmi6DptrpGlWieXBZ2cQjjQewHc9SepPJrx5Sc3zSd2fQwhGnFRg&#10;rIj8W+IU8MaBc3zANIo2xIf4nPAH9foDXy3EmdQyDLKuOlrJK0V3k9l+r8kzWK5nY8wvN3gjw82o&#10;XDeZ4m1XJ81+WhB5bHoRn8z6Cv5xxMpcN5dLHYh82OxN3d7xT1fo1fXza6I6/Q82JJJJySeSTX43&#10;e7uyiK7tkvLWa3kGY5UKMPYjBqoScJKa3WpMoqcXF9TwXwvr134D8Y2GqW5K3Wm3QcqDjdtOGX6E&#10;ZB+tfrmCxc8NVp4ujvFqS/P8T4aEnQq37M+xvjJ+0vo3w+0WKLSJItW1+8gWaCAHKQK6gq8uOnBB&#10;C9T7Dmv6zo14V6UK1PaSTXo1c+rumro84+D/AO2FJGyaZ48y6sf3esQRgFcnpKijp/tKPqD1rVS7&#10;hc+pdI1mw1/T4r7TbyC/s5RlJ7eQOjfiKsZ8lfH+6/4Wt+1B4c8JOfM0HwXZDWL+M/de7kwYlbsc&#10;L5bDPYv61+WcZY5wtQi/+Hf/AAPzPjs6r81RUl0/N/8AAPhn48fER/ib8TNV1VJC+nxP9lsR2ECE&#10;hSP945b/AIFXzWDofV6Kj13fqfPpWR59XaMRlDKQRkGmByME82nXkc0DtFPBIHSRTgqynII+hFe6&#10;nomjoTtqj9/fBPiAeK/Bug62oAGpWFveADp+8jV//Zq/SacueEZ90folOXPBS7oxfH/xh8KfDS3Z&#10;tb1WJLrGVsYD5lw/phB0+rYHvV3saHyR8W/2p/EPxCWbTdHV9A0STKGOF83E49HcdAf7q+uCTUN3&#10;Juc/4C+D0+otHfa4jW1pwyWh4kk/3v7o/X6VrCnfVnkYnHKPu0tX3Pare3itIEhhjWKKMBURBgKB&#10;0AFdJ4LbbuyTNAgoAKACgAoAKACgDyX4u/Hqz8BO+l6Wkeo65j5wx/dW3+/jq3+yPxI7+/l+VTxf&#10;7yppD8X6f5msIc2rPnbU/HHjrxbK95LqGrXCct/opdIkHsqYUV9rSy/D0o2hTX3X/E3tGOhu/D/9&#10;pLV/Aep2MPiK8m1Tw7PKIZpLhi81rnpIrHkqO6nPHTHfy8flNKtByorll5bMUqaltufYcM0dzCks&#10;TrJFIodHU5DA8gg18A007M5B9IAoAKACgAoAKYATSAKAD8aACmAZpAFAB3oABQAUAIKAFoAKACgA&#10;oAM0AFABQAUAFACUAUPEOm/2zoGo2H/P1bSQjPqykD+daU5ck1Lsz0stxX1HG0cV/JKMvuaZ88a+&#10;p1P4M6TMQRLYXAikB6rgsmD+a19YviP7TotLFyttJXX5nmArQ9kKADFAHCa7Y/YNSkRRiNvnX6Ht&#10;/OvOqR5ZGyd0fTv7Pn7S3ib4eaHZQxyDVtHX5JdOunOFIOCY26oT17jnpXy+Ij7Oq10P5b4nwP8A&#10;Z+a1qUV7rfMvSWv4O6+R9l+Af2lfBHjuOOP+0l0XUGGDZ6mREc+iv91vbnPsKxTPlrnqiOsiBlYM&#10;pGQRyCKYxaACgDy79pz4V2nxl+Bni3wzcQrLcS2UlxYuRzHdRgvCwPb5gAfUMw71zYikqtKUGevl&#10;OMlgcbTrp6Xs/R6M/BXNfFn9GHSfB74xa98CvF13e6RfXVpY6nbmy1CK1fY01uWDEA9iCAQeO4zh&#10;jXs4au42l958BnOWrERlRenWL/r7mfoZ8KfBHhj4geA01q01WLVl1CP91cWrcWzddpHXeD94MB6e&#10;5+kpKNSPMmfg2Pq4jBYj2NSPK49+vn6djV+HvxR8T/s7eI5NOuo2v9DmffLZs2Ecf89Ym/hb19eh&#10;HQiWnB2Z20a0a0eaJ9n+AviRoHxK0hdQ0K+S5QAebA3yzQt/ddOoPv0PYmne50HT0wCgAoAKACgA&#10;oAKAOE8VL/wkHjfSdJPzWtkhvp17Fs4QH8f0Y1+McVy/tbP8Jle9Oivaz83e0U/62bN6asrnlfjz&#10;XT4g8R3Mytm3iPkw+m0d/wATk/jX88cUZo81zOpUi7wj7sfRdfm7v5nQjnsV8mMMUAfP/jeAW3i3&#10;VEHGZy//AH1839a/SMvlzYWm/L8tD4jGR5cRNeZ0XgL4XN4llj1XUzt004KRK3zTkDByey5BHqfb&#10;rX9V8Kt18nw85drfc2v0OmWN5KUYQ+K33Hp3iXwBo/ibT47aa3W3aFdkE0ChWiA6Aeo9jX10oJo8&#10;+lialKXMne+55rFo/jz4Q3z3vh3UbtLfOWlsSSrD/ppEcg/iCPeudwlHY96jjKdXS9n5nM2HxB1A&#10;fCX4u/EXUpw+v6/qJ02OdVCk7UWJCoHTaJHOP9ivwfOJvGZtyvZNv7n/AMBHw+Mn7XEzl5nyRXcc&#10;4YoAMUAcfecXc/8A10b+Zr26fwL0N1sfdvhz4/ePb34a+FdBt9Zl0+ws9JtLSOLT1ETsqQqgy4+c&#10;kgc849q/Q8M37CmvJfkff4fShC/ZfkSaF8LfEXiabz7iJrKKQ7nuL3Ids9Tt+8T9cfWuxU5Mwq4y&#10;lT0vd+R654R+GWkeFCkyp9svh/y8zgZU/wCyOi/z966IwUTxa+LqVtHoux11WcQUAFABQAUAFABQ&#10;AUwPOvjL8Q7jwhpUGm6OvneItUJitUUZMa/xSH6ds8Z56A17eVYB42reS91b+fl/mXFJ6vY8QsdA&#10;8N+Ax9s8S3keo61L+8ZHzKQx5yF7nP8AE36V+oRhTopJlOU6mkdir4o+MdlqOj3lhp9lcJ58RiEs&#10;hVdoIweBntmiddNNJDjRad2zwLx7crFoyxE/PLIMD2HJP8vzrilsdkT71/Z1uru8+CPg+W9LGf7C&#10;q5bqUDFU/wDHQtfmWZKKxdTl7/pqcNT42ejV5pmFABQAUAGaACmAGkAZ+tABQAfnQAUAFABn60AF&#10;AB+dAB+dABmgAoAM/WgAz9aACgAoAM0AJ+dAC0AFABQB4lreh/Y9d8WeF2XbBq0TalYA9DIeWUfR&#10;1HHoK+kw1T2lKL6rQ/q3hPM1mGU4fEN+/S9yXy2fzjb5ng5+UkEYI45r0D9REoAM0AYPi20820ju&#10;AOY2wfof/r4/OuavG6uXF9D1X9ly10vxXaa/4c1SBZSuy9t3U4kTPySEH/v3x0rwcXTUrNn4N4oY&#10;adGWGzCn5wf/AKVH/wBuO/8AEHwM1G0ZpNIuUvou0UpEcg9s/dP6V5LpPofi9LMIS0qKxiWGq+Pf&#10;h622zu9a0aNT92GSRYT+AO01laSPQhWpz+GSOis/2oviZZIEHiQyqOMTWkDn8ymf1ouzYfc/tTfE&#10;27XYPEIiz/zxsoAfz2ZouxnM+KfGnxC8S6HqN7qmp63e6fbW8lxN5srpbhFUsxI4ToKmV1FyeyCj&#10;KNStCkpayaS9W7H525r4g/qQr3tqt3FtPDDlT6VpTm4O5y4nDqvDle/Q3PhP8Z/FnwQ8R/2h4evm&#10;hVmAurCbLW90o7On8mGCM8GvYo1pU3zQZ8BmWV0MfB0MVHVbPqvR/wBJn6V/Cj4qeEv2oPAZuYov&#10;KvYMJe6e7Dz7KUjgq3dTg7Wxg4IIyCB9DSqwxET8PzLLsTkeI5W7xez6Nf590YupeEvFHwq1Yaxo&#10;V7cpHEcpe2ZKug9JFHb16qe/pSlBx1RrQxkK2j0Z7H8Ov21JIlis/GemGbGB/aWnKAx93iJx9SpH&#10;+7UqXc9C59E+EPih4V8eRK2h65Z30hGfs4fZMPrG2GH5VV7jOppgFABQAflQAUAeWXurfZJfHGsB&#10;sSLItlEw/hKjZx+JB/Cv5tzHMHRxGd5onqpKlHycVy6fNp/I6orRHkXav53NgNABQB4L8QyG8Z6m&#10;R/fUf+OLX6JlmmEp/wBdWfF47/eZ/wBdD2j4bRmLwPpIOc+WzfmzH+tf1hwjBwyTDp9m/vk2ebLc&#10;6b86+wJEZtqknoBmjYD4c8ba4yfs2+DbHdhtV1q/v5MfxGNinP8A38/Sv55j7+Oq1H2X46njfaue&#10;MV6IwoAKAOPmBmun2jczucAdyTXuQXupG6P1c8H+EdP8KaHp1pa2NvBLBbRxPJHGAzFVAJJ6npX6&#10;pSgqcIxXRHqOc5JKT2N+tSAzQAZoAPzoAM/WgAoAKADNABQBDeXkOnWk91cyLDbwIZJJHOAqgZJP&#10;4VUYubUYrVgfH3jH4qSalrmo65bf8hK+zDas4z9jtFOFAH99uWPpnPev1XAYdYHDqnH4up0qF9Hs&#10;eZzTSXMzyyyNLK53M7nLMfUmurc2KWpapbaTbmW5l2L2Hdj6AUr2GtSh8Nfh7rHx98ewWFtG8GmQ&#10;kNd3WMrbQ5556F26Adz7A483G4uGEpuct+i7jlJU0fpJpOl22h6XZ6dZRCCztIUghjHRUUAKPyFf&#10;mk5upJzluzz276lvP1qBB+dABQAZ+tAB+dABTADSAKACgAFMApAGKACgAxQAUAFABQAUAFABQAUA&#10;FMAoAKACkAUwCgDhPi14fuL7R7fWdOH/ABNdGf7TFgcvH/y0T3yBn8Md678HV9nPlezP0rgXOY5b&#10;mP1Wu/3Vf3X5S+y/v0+d+h85eMreBtV/tGzGLHUV+0xD+4SfnQ+6tkfTFfRI/qvDt8nJLeOn+Rg1&#10;R0higCC+thd2c0J/jUgfXtUyXMmhp2Zb/Zv1p9E+L2jIM7L3fZSKO+5flH/fYWvErq9N+R8Lx3gf&#10;r+Q1kl70LSXyev8A5K2fcVeQfx0FAEEtjbTnMlvFIfV0BosUpNbMWGzt4OYoI4z/ALCAUWByb3Z4&#10;r+2X4tfwp8B9Yjhcxz6rLFpqEejktIPxjRx+NeZmNT2eHfnofc8FYNYvOqbktIJy+7Rfi0fn5478&#10;MJ4Pj0XT3X/T5LQXd03cO7EBP+AhR+JPrXxSdz+qq9L2PLF72u/mcrmmcpQ1KyFzHvQfvFH5j0re&#10;lU5XZ7Hm43De2jzx+JfidB8FPi3qnwV+IGn+I9NZnijby7y0DYW6tyRvjPv3B7MAe1etSqOlNSR8&#10;LmWX08yw0sPU67Ps+j/rofr14b8QWHi3w/p2taZOLnTtQgS5glH8SMMj6HnkdjX1EZKcVJdT+d69&#10;GeGqyo1FaUXZ/I53xN8J9D8Qs80cR067bnzbYAKT7r0P4YPvUummdFLG1aWj1Xmeaax8GvEGkOZb&#10;Ly9RjU5VoG2SD32nv9CaxdNrY9Wnj6U/i0ZPpXxj+JXgF1hTXdVtlXgQagPOUD0AlBwPpWeqO+M4&#10;zV4u53Ok/tp+NrNVW8sdJ1FR1doXjc/ir4/SnzGlzpbX9ui8RQLnwfDKfWK/ZP0MZo5guWG/bqO3&#10;5fBXPvqn/wBpo5guZWoftxa7Kp+w+GdPt27G4nkmH6bKOYLnbjW5tS+HEdzPtW61LUmuZhGMLny1&#10;YgAnplhX8ZZzim8rxEetXFVG/RJfq0dy6HN1+alhmgAoA+efF1z9q8T6pIOR9odQfYHA/lX6Xgo8&#10;mGpx8kfDYqXNXm/Nn0T4csf7N8P6bakYaG3jRvqFGf1r+w8ow/1XL6FB7xjG/rbX8The5o16whky&#10;74nUdSpFJ6oD86vFepG4+HXgeyzxafbsj0LTA/0FfgNONq1R97fkeOtzjMV1DCgBkz+VC7n+FSap&#10;K7SAd8FvDZ8XfFjwppe3ek2oRPKuOsaHfJ/46rV9Pg6ftcRCHmdMVdpH6mV+mHcFABQAYoAKADFA&#10;BigApgFIDM1zxLpPhq2Nxquo21hEBnM8oUn6DqT7Ct6VGrXfLTi36DSb2PmT42fHj/hNYH0TQvMh&#10;0bOZrhwVe5weAB2TvzyeM46V9rlmVfVn7at8XRdv+CdMIcurPFJZUgjaSWQRooyWY4Ar6U2OT1Xx&#10;0N/kaZGZpGO0SsDgn/ZXqahysWo9z0n4XfsneMPiZdw6n4mM3h7R2IYvdLi6lX0SI/dHu2BzkA18&#10;/i83o0Lxp+9L8Pv/AMjOVWMdEfbXgT4f6H8NvD8OjaBZLZ2ifMx6ySv3d26sx9fwGAAK+Kr4ipiZ&#10;+0qO7OKUnJ3Z0VcxIUAFABigAxQAUwCgApAFAwoEANABmgAzQAUAFABmgBBQAtABmgAzQAmaAFzQ&#10;AUAFABmgAoASgBc0AIeeKYHzT8W/Bh8I6lLFEmNGvpDcWjDpbzfxx+wIx+S/3TX0eEr+1hZ7o/rH&#10;gniFZ3glTrP9/SSUv70ekv8APz9UeYV6B+mhSAACxAAJJPAoFtqdN4N+G+p+DvFB1e/tpLO7iK3V&#10;rFKMMoOGBI7E9MdhmvIqONRyUXdHx+Y46jmdGWHw8uaGqbWze1kfX6zR3CrLEcxSKHQ+qkZH6GvD&#10;9T+O8TSdCtOk/stoXNBzBQAUAfMv7cI+2aV8PdOfmC58QR71PQ4Xb/JzXg5w/wB1FeZ+xeGdNTzK&#10;q3/Kl98l/kfIPx+kMnxGuFPRLeJR/wB85/rXyi2P6LzB/v38jznBqjzQA5oAwtUtvIuNwHyvz+Pe&#10;vQoz5o2fQ+Yx1H2VTmWzPv7/AIJ1/E19d8Dax4MvJi8+iSi5tAx5+zykllHssgJ/7aCvo8DUvFwf&#10;Q/D+McCqWIhi4rSej9V/mvyPr2vUPzsM0ANlijnQpIiyIeqsMg0DTa1Rh3vgPw7fkmbRrTJ6mOMI&#10;T+K4qeWL6HRHE1o7SZlS/CDwrKcjTmj/ANyeT+rVPs4myx1dfaIh8GvC4P8Ax6zH2M7UeziP69X7&#10;lq3+FHhW2II0sSH1kldv0LYo9nHsQ8ZXf2jq5pFTw7Y2yAKkVzOQo7DbEB/Kv4Izeo/Zuj/LWrfj&#10;yf5H21N3gn5Gd/npXyxqLQBDeXK2dpPcP9yJGdvoBmrhF1JKC6kykoRcn0Pn/wAN2Da/4osbd/mN&#10;xcAye65y36A1+05Pg/ruOoYVLRySfp1/C5+ft3bbPpmv64MQzQAUAfmf4oc2t3caW2c2N9coAewL&#10;AY/NTX4dVhyVprzt9zZ5LWrMSsxBQIpazL5Wny+rfL+db0Feoio7ntX7C3hM6t8TNS1yRN0OkWJV&#10;Wx92WU7V/wDHFlr7jJaXPXdR/ZX5/wBM7KSu7n3dX2x1BQAUAGaACgAzQBz/AIw8eaJ4EsPtWsXq&#10;W4b/AFcI+aWU+iqOT9eg7kV14fC1sVLlpRv+SKUXLY8o1L4teN/F5I8N6TD4fsG+7e6l80zD1C8g&#10;fk31r7PC8OxSvXd39y/z/Ir3I7u55t4tu9aG86t8R2kn720UshUH02ocD8hXuxy7C0VaMY/caRd9&#10;onl107SXDs032hs/60knd7881qko6I3Kl5eRWFrJcTMFjQZJoGR/DD4VeJP2hdfljtXGnaDaMPtF&#10;7IpKRZ6Ko43yEc4yMdyOM+VjsfTwcby1b2Q5SVNH2x8MP2fvBvwpijk0vTVutUUfNql6BJOT32nG&#10;EHsoHvmvhcVj6+K0m7LstjilUlLc9IrzjMM0AFABmgAzQACgAzQAZoAKYBSAKAEoAWgAoAKYBSAK&#10;ACgAFMApAFABQAUwCkAUAFABQAUAFABQAUAZHivwvZ+MdDuNLvsrFKMrKBlonHRx7j9Rkd61pVZU&#10;ZKcT3MlzWtkuOp42g/heq7rqn6/nr0PJpP2QfFlzmTTL/T7+3zgSN5iH8QEbH516qzWl9qLR/SdH&#10;j/L6kVKdKa9LNffdfka2hfsTeKLyVf7S1K1tI88+RG0h/wDHtlZzzamvgi/6+8wxHH+Giv8AZ6Em&#10;/wC80vy5j3j4afss+FfAM0V5LEdS1FORPcHeVP8As8AL+Az715FfH1q6tey7I/P804mzHNU6dSXL&#10;B/Zjovm93+XkeR/tu+JNL8Ky6Pc2LxPeS272pgjI6KcqcDt8zZPtjrXTgOZxknsfUcGUquLhUoJe&#10;4mnfpruvXRDPgL4mk8VfCzRrqeTzLqJWtpT7oxUf+O7fzpVo8s2flHGuAWX57iKcFaMmpL/t5Jv8&#10;bnoNYHwwUAA6UwPnb9tWxP8Awh3g/VgONO8R2zyH+6jB8n8wv514ebxvQT7M/WPDauqWbyg/tR/K&#10;Sf5XPjT9oO3MPxDd8cTWsTj9V/8AZa+RWx/S2YK1f5I81xVHmABQBU1ODzrRzj5l+YVtSlyyOHG0&#10;/aUX3Wp6r+xV41bwb+0J4eVpNlrq4k0uYZ+95gzGP+/qx172EnyVV56H5ZxNhvrOWVO8feXy3/C5&#10;+qlfRn4KFMApAFABQAUwCkBnyueYz0V2I/HH+Ff5+cQRlSzXF0H9mrU/9K/4B+g0L+yjfsvyI+1f&#10;PGwYoA5f4k6j/Z3hG8wcPPiBefU8/wDjoavWyul7XFR8tfu/4J5+Pqezw8vPQ5D4J6R9q1661Bly&#10;lrFtU/7b8fyDfnX9JcA4L22PnimtKcdPWWn5Jnxb2Pa6/fCAoAKAPmX49fsi6vcy3HjDwhbm8tr2&#10;R5rnTy3zLIWO4xk+pydp59M9B8BmeSzlN18NrfVr/L/I7MZlrk/aYfr0/wAj5W1HTbzSLyS0vrWa&#10;yuozh4biMo6n3B5FfGThKnLlmrM+elFwdpKzK9QSY+vb53t7aJGkkc5CIMknoMD867sKt5MuCPur&#10;9jf4e3Pgj4XSXd/AYNQ1e6a4ZG+8sSgIin8Q5/4FX6RktPlw3P8AzP8ALQ9KFNwim+p7zXvlBTAK&#10;QBQAUAed/Ej4p/8ACNXKaHocK6n4mnXKw5/d2y/89JT29QO/5Z97Lcrnjpc0tIfn6f5lqOl3seIa&#10;1r+leFNQlv8AWLlvFHiyTl5HOVhP90dkA7ADPsBX6RSo0cHBQprYpKVTbRHA+I/iHrfiQss10YLY&#10;/wDLvbkomPfufxNEqkp7m0acYnNVkahQBwfjzVzPdJYRH5IsNJju3YfgP51EmXFdT9Gfgl4Dh+HH&#10;wx0LRkiEdwtus12QOWncBpCfXBOB7KK/MMdXeIxEp9Nl6I8+cuaTZ3NcBAUAFABQAUAFABQAUAFA&#10;BTAKQBQAZoAKADNABQAUAAoAKACgAoAKACgAoAKACgAoAKACgAoAKACgAoGb/hrxo3hRZ5JVea2V&#10;CzRoCzHHPAAJJ9MCsp0+d6Ht5dibSVCbtd2TeiV+76Lz6HO6x+2v4Ss0P2O3u7x+wjhPX/gZSuuO&#10;V15b2R+v0OCc2qv31GPrK/5XPJvHP7ZviLXoZLbRbKPS42GPOmbzHx6hQAB+O6vRpZVCOtR3PrsB&#10;wHh6TU8bVc/JaL5vd/Kx83+Nr2+8URXd7qFzLe3rHzTNM25jjt+WRivVlTjGnywVkj9Ow2Ho4Smq&#10;NCKjFdEexfsc6752heINHZube4S6QH0ddrY+hjH514OKjqmfz94q4PkxWGxiXxRcX/267r/0p/cf&#10;RVcJ+EhQAdqAPOP2ivBz+Ovgv4q0uFC90LQ3Vuqj5jLERKoHuSm38a48ZT9rQnH+tD6bhvGrL82w&#10;9duyvZ+ktH917n58/Ga6HiPSPCXiRPm+2WZhlYdnQ5I/76Z/yr4Jdj+yca/aRp1e6PLs1R5YA0AB&#10;5BB6GgGr6GToerT+FfE2n6nbki4067juYjn+KNwy/qBXr057SR8LiqCmqlCWzuvv0P2tsL2HUrG2&#10;u4G3wXEayxt6qwBB/I19endXP5hnFwk4S3RPTICgAoAKACgAoA3o/As+s6HDqNkfMlJZXhPB4Pb1&#10;4r8r4r4HwXEl68H7OuvtJaPspLr67rzWh9tSrcqV9jlbrT7iylaOaF43XqGUgj8K/mnNeCc9ymT9&#10;ph3OP80PeX4ar5pHdGcZFfHXivh5wlTfLNWfmWeWfGfVB5+n6ep+6pnce54X+TfnX23DuX163NVh&#10;Bu+i/XU+dzWd3GmvU7P4SaR/Zng+GZl2y3jmc567ei/oM/jX9bcI5Y8ty5c/xTfM/wAkvuX4ngVI&#10;8tkdpX2xiFABQBueBvjT4UstVufB1/qMNvq0DBjbzHBdXUMNoP3hz/Dn3xXnvE0fbOg5e8un9bn0&#10;NDEU6qUU/eXQ6jxD8KfAvxHtv9O0uw1GPHH7tJAv0DAhfwAqqtClXVqkU/VHTOEZq1SKfqjz25/Y&#10;g+F1zN5n9honOcK8ij8lcD9K855PgW7+zX4/5nI8Fhnq4fmeB/EP4c+C/BPj2/s9D022gNuVtYkV&#10;Rud8DIJ6n5yRya/P8xV8ZLD4aNoppad+v4nz+IS9u4Uo2S0Pb9I05NI0q0so8bLeJYgR3wMZ/Gv1&#10;fD0lQpRpLokjao05O2y0+4t10GQUAFABQB538XPic3gu0h0zS1W58SagCttCcERL3lf0A5xnrg9g&#10;a9vLMuljql5fAt/Py/zNIxvq9j5l1fxk2jQ3NnpN01zf3LF9Q1liTJO56hD1Cg557/z/AEqPLRiq&#10;dLRGyhzO8jiCSWJPJPc1mbCY9qADFAFTVdQj0qwmuXx8g4H949hSbsC1OS+Ffhybx58UvDulspmN&#10;7qEbTd/3YbfIfwUMa4MVV9jQnUfRf8MXN8sWz9Tq/LjzAoAKACgAoAKACgAoAKACgApgFIAoAKAC&#10;gAoAKACgAoAKLAFABmgA/OgAoAKADNABQAUAFABQAfnQAUAFABQAUAfPHx1+G/8AY163iHTosWNy&#10;/wDpMajiKQ/xfRj+v1Fe9gsRzr2ct0f0r4fcUfXqKynFy/eQXuN/aiunrH8V6M8gr1j9pDgjB6Gg&#10;Do/2ZdRPh34wSaazYiv7WWBQehIxIp/JCPxrwsXC0X5H5h4k4P6zkft0taUov5P3X+a+4+w68g/l&#10;AKAAUAIeRigD84Pjd4EbwVrHjLwUY9lvaXH9v6Lxw1q+fMRfZAW/GNq+ExlH6vXcenT0P7B4XzVZ&#10;zksJyd5x39Vo/vXvfM8BrjPaACgA4oAwtXj2XhP94A/0r0KDvA+ZzCHLWv3P1z/Zv8Qf8JP8B/At&#10;+W3v/ZUNu7erxDymP5oa+vw8ualF+R/MmdUfYZjXh/eb+/X9T0iug8UKADNABQAZoAM0Abvhvx7P&#10;4bzbPEs9qW3bTwQT6GvyrMOO8BlGcVcrzGLgo8rU1qmnFPVLVWba0v8AI+twsHWw8ZddvuO3t/GX&#10;h7X4gt15an+5cxggfjyP5V9zgcywWZ0/aYKtGov7rT+/t8zRwlEJNJ8ISDezWWP9m5x+gau+UIy+&#10;JXC8j5P+Ies6V4g+I9/Bo8SyPLcizt3RSQgHybtx7ZBb8a/J8wqPGZk6blbmkopfht+J87Xk6lVu&#10;T0PV7W2jsrWG3iXbFCgjRfQAYFfsNOEacFCOyVjkqS55uRLWhmFABQB8Ufti6ebP4rW1yowLrTYp&#10;N3+0Hdf5KK/NOI4cuMUu8V+bOCuvfucT4V+PPj7waqJpvia8EKcLFckTqo9BvB2j6YryaOZ4uhpC&#10;o7eev5mtPHYilpGennr+Z2k/7afxQNoyHV4FAHLiDn8icfpXd/buNeia+46f7UxL7fccv+zrc698&#10;Y/jxpt1rd/PfwWLyaxcqcKm9TlDtGBnzWTtXpZZR9vjFOXTV/wBepzqUqk7yZ+gNfoJ0hmgAzQAU&#10;Ac74+8bWXw/8M3Or3p3bBshhzgzSH7qD+Z9ACa7MJhZ4uqqUPn5IuMXI+LPEHjC/16/v9QupjJqO&#10;oHNxMP4I+0Sei4xn2AHrn9QoUoYakqVNWSOpRRz2fatSwoAOaADOASeAPU0AeceL/EA1a7EELZtY&#10;Twf77ev+FZt3NErH07+w38KpFkvvHd/CVQq1npoYfe5/eyD8tgP+/XyOd4pWWGj6v9F+v3HNWl9l&#10;H2BXyByBQAUAFABmgAoAKAD86ACgAzQAUwA0gDFABigBMUALigAoAMUAGBQAYFAAKADFABigAoAM&#10;UAGKACgAxQAUAFABQAYoAMUAGKADFAEF/YW+p2U9pdRLNbzoUkjbowPUVUZOLutzow+Iq4StGvQl&#10;yzi7pro0fJfxI8CXHgLxA9q26SxlzJazn+NM9D/tDofwPevqMPXVeF+vU/sbhfiGlxFgVXWlSOk4&#10;9n39Huvu6HJ11H2AzSdQ/wCEb8eeGtcB2x297Esx/wBgt83/AI6WFcOKhzRueLnmE/tDKsThd3KE&#10;retrr8bH3V1r5k/hsKADFABigD54/bH+G0+veD7TxnpMAl1nw0WllTGfPs2/1yH1AHzf7u/1rxsz&#10;w/taXtI7x/I/UOAs7/s3MPqtR+5V09JdPv2+4/PHUIYYbt/s5LW7HfEW67D0B9x0PuDXyB/Rskk9&#10;NitimSGKAM3V7d5ngEaF3ZtgVRkknoK68O90eHmcdIzP02/YlSWy+A2m6ZO+6bT7qeJl/u7283A/&#10;7+19bgnelbsfzrxZTUcw9ol8SX4aHvVd58UGKADFABigAxQAYoApXYxN9RX8e+KtH2fECn/NTi/x&#10;kv0Pr8qd8Pbs2QA4r8hp1J0pKdOTTXVaM9gqa1qjaXo97dl2/cws457gcD8696hnObVpxo/W6lm0&#10;rc8v8zCrJU6cp22R5d8G9HOo+JpL6Qbks4y24/32yB+m4/hX7/wLgXisylip6qmr/N6L8Ls+Dkz3&#10;DFf0GZhigAxQAUAfKH7bmm7NS8KX4H+shuIGP+6UYf8AoZr4HieHv0p+q/L/ADOPELVM+Y6+IOMq&#10;arJ5WnzH1XH58VtSV5pFLc+rv2DPBn2Lwrr3ieaPEl/cLZwMR/yzjGWI9iz4/wCAV+k5JR5acqr6&#10;6fcd9JaXPqjFfTG4YoAMUAOjjMjhVGSaTdi4QlUkoR3Z5f8AtkeCrmx+G2iagUOILsPIMfdV1K5P&#10;47P++q+iyCqliZQf2l+R9BWw6o0Eo9D43/Gv0A8wPxoAPxoADwOT0oA4bxZ4sFyHsrJ8xdJJQfve&#10;w9vfvUNlpdzpfgF8CNS+M3iRQyyWvh20cG+vgMe/lIe7kf8AfI5PYHycfjoYOHeT2X6+hNSooLzP&#10;0e0bRrLw/pNppmnW6WljaRLDDDGMKigYAr86nOVSTnN3bPPbvqy5ioEGKADHNABQAYoAMUAGKADF&#10;ABigAoAKYBSAKACgAoAKACgAoAAaADvQAUAFABQAZoAKACgAoAKACgAoAM0wCkAUwCkAUwCkBz3j&#10;rwZaeONAm0+4wkv34J8ZMUg6H6diPSuijWdGfMj6Th/PK+QY6OLo6raS/mj1Xr1T6M+R9a0e78P6&#10;pc6ffRGG6t3KOp/Qj1B6g+hr6mE41IqUdmf2XgcbQzLDQxeGleE1df5eq2a6Mn0DwDqXxEnOmWER&#10;w2PMuWB8uEZ+8x/p1NY4ipCnB87PPzrPMHkOGeJxcvSPWT7Jfrsup9mWcL21pBC8hmeNFRpCMFyB&#10;gn8a+Vep/EtWaqVJTirJtu3byJqRkAoAKAGTRR3ETxSoskbqVZHGQwPUEdxQ9dGUpOLUlo0fnZ8a&#10;P2QPGPhjxbqc/hbRZdZ8NSTGS0+yyK8sKNz5ZjJ3HbyAQDkAHqcV8dicBUp1H7NXif0zkXFeExmD&#10;p/W6ijUtZ32bXW+2u55UnwU+ITT+UPA3iPf050qcD89uK4fq9b+R/cfVvNsvSv8AWIf+BL/M9E8B&#10;fsUfFXx3dRoNC/se3Y8z38gBA/3E3P8AmAPeuiGArT3VvU8fFcU5bh0+WfO+0V+rsj6N8SfsE6T8&#10;G/gtqfiW+uX1bxFZyQSvO4CqiFwjBEBIUfPkkljx1A4r0XhI4em5LVnx0eIa2a4yNKS5aeunnbq/&#10;+GLn7IHiqz1N/F+jW8oaSyltrhkHbzFdc/8AkIfp616GXvSSZ8ZxnFc9Golvdfdb/M+jq9Y/NQoA&#10;KACgAoAKAKl6PmU+1fyz4v0eXMMLW/mg190r/wDtx9TlEr05x8ytjivwA945D4qXv2TwjNGDg3Ei&#10;RD89x/Ra9rKKfPik+yb/AE/U8vMp8uHa76F74R6L/ZfhKKd1xNeuZjnrt6KPyGfxr+zOCsB9TyqN&#10;WS96o+b5bL8NfmfHN6na19+SFABQAUAfPX7aem+f4B0W+AybfURGT6B43P8ANBXyHEsL4aE+0vzT&#10;/wAjmxC91M+OMV+cnCZuvsfsaRqCWdwMDvXXhleZUdz9LvhB4NHw/wDhn4d0EoEmtbRfPA/57N88&#10;n/j7NX6/hKPsKEKfZfj1PTirKx2FdZQUAFAHmevfHuy8IfFfQdCRontVmC6lO3IiLDEa57YJVm9u&#10;PWvcoZXOvhJ1+v2V3tv/AMA9HBP2dRTZ9LfEzwdZfFP4eX2myDdFdwHaQMlT6j3BAI91FeHQrSw9&#10;WNWG6Z9RUgqkHFn5aeKvDN94P8QX2j6lGYry0kMbDsw7MPUEYIPoa/WqFaGIpxq09mfMTg4ScWZV&#10;bkkVzdQ2cLTTSCKNeSzHigDgPEnjCXU91va7orXoT0Z/r6D2rNu5oo2PTfgL+y/rPxXng1XVRLo/&#10;hYNk3LLiW6HdYge3+2ePTJyK8PHZnTwq5Iaz/L1/yMqlVR0W598eF/C+leDNDtdH0WyjsNOtl2xw&#10;xD8yT1JPUk8k9a+Dq1Z1pupUd2zhbbd2atZiCkAUAFABQAUAFABQAUAFABQAUwDFIAxQAYoAMcUA&#10;FABQAUAFABjmgBrMqDLMFHuaaTewm1HdighhkHI9RS2GmnsLigAxQAUAGKAOL8W/Fvw74Qd4J7o3&#10;d4vBtbQB2B9GPQfQnPtXrYbLMTiVzJWXdnzeP4gwOAbhKXNJdI6/e9l+fkeaap+0tfu7DTtHt4V7&#10;NdSNIT+C7cfnXvU8hpr+JNv00/zPjq3GNeT/AHFJL1bf5WMZ/wBofxU7ZCWCD0EDf1autZJhfP7/&#10;APgHnvivMW/s/d/wSe3/AGjvEkZHm2emzL3/AHbqf0es5ZFhntJr7v8AI1hxdj4/FGL+T/zN3T/2&#10;mDkC+0L6vb3H/spX+tcc8g/kqfej1KXGT2rUfuf6NfqdVpf7QHhS/wBonkutPY/8/EJI/NC1edUy&#10;XFw+FKXo/wDOx7dDirLqvxtw9V/lc7TRvFmjeIR/xLdUtbxv7kco3j6r1/SvKq4atQ/iQa+R9Nhc&#10;Zh8cv9mqKXknr92/4GsVxwRiuY7WnF2YYoJDFABQBmap4Y0jXJFk1DS7O9kUYD3ECuwHpkitI1Zw&#10;0jJo9XCZrj8BFxwlecE+kZNL7ky3Zafa6ZbiCztobWAdI4ECKPwHFS5OTvJ3OOvia2Lm6uIm5yfW&#10;Tbf3ssYqTmDFACYoAXFABigC1pOonSNRhuwglRTiSJhkOh6is5x5kenga/sp8kno/wAztn+IPgCC&#10;IzveadGB1ZoQMH67a42/M+pVKpLRRf3HI+K/2vfhT4JtXNx4o08sg/1EM6M//fCEt+S1jKvSh8Uk&#10;elQynH4l2pUZP5WX3uyPir9qL/goUfiR4Y1Twr4O090068jMUt9dqVyP9hOpPTBbGMfd715dbHxl&#10;7lNfM+7yvhOrRf1jFys1tFd/N/ovvPMv+CcniB4/i34l0+aRmN/pJnJY5LPHNH+uJGNduAlao15H&#10;y/GdK+Cp1F0lb70/8j9EMV7p+PBigYYoEGKADFABigCrfDhT9a/nfxho82HwVfs5r71F/ofQ5PL3&#10;px9Criv5jPpzz74oRSavqWhaPCfnuJST7cgA/hlvyr7jhXAzx2KVGG83GK+b1+7c+ezaekYerPUL&#10;a2jtLaKCJdsUSBEX0AGAK/uejShQpxpU1aMUkvRaHzBLitQDFAwxQIMUAeVftOaFNrnwb1lbeF55&#10;7VorpURdxwrjeceylj9Aa8HPKTq4GfKrtWf4/wCRjWV4M+CcV+UHmnXfBTwd/wAJ38ZvC2myR+Za&#10;W8xv7kEZHlxfPg+xYKv/AAKvoMloe3xKT23+7U3pK8j9Ha/VT0RMUALigDhfjB8SIvhv4WkuUZX1&#10;S5zFZRNzl8cuR6LnP1wO9epl2DeNrcr+Fb/15lwjzM+KLq5lvbmW4uJGmnlcySSOcszE5JJ9Sa/S&#10;4xUUoxWiOw+9P2P/AI9w+LPD0fhnWLkLq9igVWkbmaMcK/v2De+D/Fx+dZxgHhavtYL3Jfg+3+R7&#10;2Er88eWW6N39pT9mm1+Klj/amlhLTXrdT5cm3hx12Njkrn05BJIyCRWGW5lPAys9YPdfqjTEYdVV&#10;dbn50/EOC8+GWpzaXrVnJb6nH0g4Ib0IYcY9xX6LRxFLEQVSk7pnhSpyg+WR5xaW+vfEbXINO06z&#10;n1K9lOIbO1QnHvjsB3Y9O5xRVqxpRc6jskGkVdn138Ef2MbDw6bfWPHPlarqQw8elId1tCf+mh/5&#10;aH2+7/vV8djc5lUvTw+i79fl2/M5J1m9In1BHGsMaoihEUBVVRgAegFfMXvqcw6gYYoEGKADFABi&#10;gAxQAYoAMUAFABigYYoEGKACmAfhSAKADFACUALQAUAJ+FAC/hQB4n8YPi1f2Gqv4f0CQwzRgC4u&#10;YxlwxGdi+mB1PX6Yr6/K8rhOCr11e+y/Vn5fxFxDVo1ZYTCy5VH4pdb9k+lur3v6a+RzaTqmpyGa&#10;9umllbktPIzt+fNfXRpqCtFWR+VVcxjOXNJuT7/8OLb6dq+lP5llePC46GCZkP8ASlOjGatNJl0c&#10;zVJ3hJxfl/wDptH+MXjHw0yrcznUIBxsvk3/APj4wf1NeRXyjC1do8r8v8tj6/BcU42jZKoprtLX&#10;8dz0XQv2jdFvEVdUsrjTpe7x4mj/AEwf0NeBWyKtDWlJSX3M+2wvF+FqK2Ig4vy1X6P8Dduvjp4N&#10;t4DImpPct1EUVvJuP/fSgfrXHHJ8ZJ2cbfNfoelU4nyyEeaM3LySf6pL8Tynx38ddT8SpJZ6SjaV&#10;YNwWDZnkHuR90ew/OvpMHk9LD2nV96X4I+EzTibEY1OnR9yH4v1fT0X3s89ttFvLr5hHsB/ik4/+&#10;vX0KTPg54qlT639DRh8LDrLcE+yL/Wq5Tilj39mJZXw1aL1MjfVv/rUcqMHjqr7Cnw5ZntIP+BUc&#10;qF9dqkb+GLY/dklU+5B/pRyotY6ot0ivJ4WYf6u4B9mXFLlN449faiR2uk3+mXSTRqsm08hG6juO&#10;ayqUvaRcWd+GzKnRqKadj21LHxTa+GUvbOPU7JTHvEkauYiMdQOV6c18zKnhaq1S5lv30P1aM81o&#10;QTi5qnJJp6tWeqa6HGaf+0B4n0mZoL+O01Hy2KsZI/Lfj3XA/Stp5Lhaq5qbcb/P8zx6fFOYYabh&#10;WSnburP8NPwOz0f9pHR7nauo6bdWLnq0REyD+R/SvLq5FWj/AA5J/h/mfRYfjDDT0r03H01X6P8A&#10;A7jRviZ4X13aLXWrXe3SOZvKc/QPgn8K8irgMVR+OD/P8j6TD5zl+K0p1lfs9H+NjpkYOoZSCpGQ&#10;Qa4HoeymmroWkMKACgA7UABoAPwoAKAPgL9t74J/8Ih4rTxrpVvt0jWpMXioOILvGSfYSAFv94N6&#10;ivlMzw3s5+1js9/X/gn9C8CZ59cw39nV379Ne75x/wDtdvSx8v8ASvDP1YKAPVP2J9V/sL9pnw/C&#10;TsjvEurVvoYHZf8Ax5Vr6HATvUi+5+R8X4f/AIT60f5Wn+K/Rn6k19MfgAUAFABQAUAFAEN1GXj4&#10;HIOa/L/ETIsVnuTqGDjzVKclO3VpJppeet7dbW3sepl1eNCteeiasUeRX8X1Kc6M3TqRcZLdNWa9&#10;UfZppq6Ob07Tn1T4kXF9Ih8jTbZYo2I4Mj5Jx64DH8xX9E+FWUynN4+cfdjez83p+CT+9HyGaT5q&#10;/L2X/BO4r+lzxw/CgAoAKACgAIyOmaAPMPEX7Nnw/wDEt+95NogtJ5Duc2Uzwqx/3Qdo/ACvDrZL&#10;gq0udws/LT8NjF0oPWx0Hgj4S+E/h1NJPoGjQ2V1JH5T3RZpJmTOdu9iTjIBwOOB6V3YXA4fBq1G&#10;Nvz/ABLjCMdjr67iw/CgCtqepW2jadc315KsFpbxmWWRuiqBkmrhCVSShBXbHa58PfE3x9dfEXxV&#10;canKWjtV/dWsBP8AqogePxPU+5+lfp2BwkcHRVNb9X5nZGPKrHJ/jXoFlrSteu/DGoQapY3jWN1a&#10;t5iXCNgoR/TsQeCOtZVacK0HCorplRk4u8dz262/4KM6tPoSaJJEthchfLk1iNS24f7C9UPuc+22&#10;vk3kdOnUc4vmj2f9anprFycbPRmt4a+GEnxYto9V1GHytMuz5rXV2u+W4zzlVPXP95uOc81z4jGw&#10;w/uQXvL8DmlWhFXk7nsngz4c+G/h7aPB4f0e107zAPNmijUSze7sBk/ToOwFeBWxFXEO9SVzyqtX&#10;2r2sjpK5jAKACgAoAKACgAoAPwoAKACgA/CgAoAPwoAPwoAKYBSAKACgAoAKACgAoAKBny3d2Mh8&#10;R6rNKM3dxeS5LHplzgZr9awyUaMLbWX5H8pZrWnVxdSMv5nf1u7neXXwU8QW2hrfBY5rnq1lG2ZA&#10;vqD0J9h+GahYum5cv4mDy+soc3XscFLE8MjRyI0cinDKwwQfQiuzc81prRjOtAFWbSrS4OXgTPqB&#10;g/pSsjeOIqw2kQDw/Yg58on2LmiyNfrlbuW4LKC1/wBVCiH1A5/OnYwnVnP4ncmoMgoAKACgAoAK&#10;ACgD7V+AUzXHw204PyAgXn0CgfyAr8wxqSxdVLuz+0eFJyqZFhHL+RL7tF+B8ufGnSbe2+ImqJ5S&#10;MrFGwyg87QD/ACr7PJZc2Cgn0uvxP5049h9X4grum7cyi/8AyVX/ACOBfRrJ+tug+mR/Kvbsj4JY&#10;mstpELeHbJuiMv0Y/wBaOVGixlZdS7pYvtCYHTNXv7HHO2KYhT9V6H8a5quFo1v4kU/kejhs7xuF&#10;f7mbj6Nr9bH0f4H1mTXvC1hdzv5lwU2SvjG51OCce+M/jX5tmGHWFxM6cdunoz+iMhzB5nl1LEz+&#10;J6P1Ts/v3N6vPPfCgYUCCgAoAKAMDx74J034i+ENU8O6tHvsr+ExsQPmjbqrr/tKwDD3FZVaca0H&#10;Tlsz0cvx1bLcVDF0H70Xf17p+TWh+UHxA8Dal8OPGGqeHNVj2XljKYywGFkXqki/7LKQR9a+CrUp&#10;UZunLdH9c5dj6OZ4Wni6D92S+7un5p6HP4rI9E6X4M6p/wAI78dvAWoZ2INYtY5G9FaRUb/x1jXq&#10;4Gdpx8mfD8UYf2mDrW6wf3pf8MfrzX2R/LgUAFABQAUAFABQAhUHqK46uDw1eSnVpxk11aT/ADLU&#10;5R0TFxXWkoqy2JCmIKACgAoAKACgAoAKACgAoA+cf2pvHl0lza+FLcNFbGNbq6fP+tyTsX6Dbk+p&#10;x6V9jkWFi08TLV7Ly7nRSj9o+d/wr7A3Kuo6lb6VbNNcuEUdB3Y+gHelew0rmL4a8JeLfjbrX9n+&#10;HtOklt0YeY5+WCEf3pZDxn26+gNcOJxdLDR5qrt+ZTcYK7Pr/wCDf7I3hv4d+RqWueX4k15cMHmT&#10;/RoG/wCmcZ6kf3m9MgLXxWMzariLwp+7H8Wck6rlotEe914RgFAwoEFABQAUAFABQAUAFABQAUAF&#10;ABQAUAFABTADSAMUAJQACgBaADFACYoAAKAPK/iH8Nbq5v5tU0mPzxMd81uPvBu7L659Ouf0+yyv&#10;NqcKaoYh2ts/8z8b4o4Tr1q8sdgI83NrKPW/Vrvfqt77X6ZXhn4oeIPBIWxvIGurROBb3YKOg9Fb&#10;qB7EEV9HKjSxHvwfzR+aqvisC/Z1oNW6NNP8TodS+JfgzxWoOs+HblrgjHmQhS/03hlJrKNCtS+C&#10;WhrLF4av/Eg7mWPDOg6xzo/hzXpc9DcTJBF/30Q2axqY6FD+LVj8tX9yPRw2R4nHP/ZsPNru/dX3&#10;sdB8GLu7cvPdW+noekUIaYj6kkc15tTP6UdKcHL10/zPqMPwBiqmtetGHkk5f5BffBG5jjJtNTin&#10;fsssRjB/EE1NPiGDdqlNpeTv/ka4jw+rxjfD4hSfZq34ps4PVtBvdAvBb6jbvbtnrjIYeqnofzr6&#10;ShiaWJhz0ZXPzfHZdissq+xxcHF/g/R7Mn1nwrf6LBDdPH5+nzgNDew/NE4PTnsfY4NaQqRm7dex&#10;yVKM6aUns+pj1qYBQAUAFABQAvWgD7m+E+lnw98PdPilG0xwgvn2UA/qDX5VXqKrWqVejbZ/cmS4&#10;R4HLcPhZbwhFP1sr/ifIvxV1Iar4+1eYHIWQR/iqgH9Qa++yim6eCpp9dfvdz+VONsUsXn+JlHaL&#10;Uf8AwFJP8Uzkq9c+GCgBetAH0H8PdHl0XwnZwXClJ2BldD1XcSQPyxX5jmdeOIxUpw22+4/pvhjA&#10;1MvyqlSqq0ndtdru9vutfzOkryj6oMUAGOKAA0wCkAd6AEApgfM37bHwP/4TjwiPF+k2+7XNEiP2&#10;hEHzXFpyW+pTJYexf2rxMzwvtYe1juvyP1HgbPfqGK+oV3+7qPTyl0/8C29beZ+fdfJH9FDGu5NM&#10;urPUIv8AW2c8c649VYGunDy5Znk5nRVbDST/AKvofs5bTpd28U8Z3RyIHU+oIyK++Tufx5JOLafQ&#10;lpknK+NviHp3ghIkuFe5u5eUtoiN23+8Seg/n+dfL51xDhclUVVvKb2it7d32X5/efX5DwzjM/cp&#10;UWowjvJ7X7Lu/wAvuOTT9oHTT97SrofR1NfKLj7C9aEvvR9k/DbGdMRH7mTJ8f8ART97T78fQIf/&#10;AGatlx7gOtKf/kv+ZhLw4zL7NaH/AJN/8iTp8efDzfettQT6xJ/8XW8eO8se8Jr5L/5I55eHWbra&#10;dN/OX/yJp6P8XNC13UbextI7x7qdtkcfkdT+B6e9ehheLsuxlWNCkpOUtEuX/gnm4rgfNcHSlWq8&#10;nLHVvm/4B6cfCOqiES/Y5PLK7t209PWvsPaxPlP7Oq91/XyOQ1rxfonh+9+x3+qW1vc4DGIvkqPf&#10;0/GvJxGd5dhKnsa9ZRl2Z6NLhvNcRT9tQouUe6GW/jXw/dECLWrBiegNygP5E1VPOstq/BiIf+BL&#10;/M5qmQ5rR+PCzX/br/yNW3uYbpN8MqTJ/ejYMP0r1adWFVc1OSa8tTx6lKpRfLUi0/NWJa0MgxQA&#10;UAFABigAoAKADFMDxX9or4UXnjG2ttc0eE3Go2cZimtk+9NFksNvqyknjuD7AH6TJ8fDDN0artF9&#10;ezNqcktGfJWoXU9rfR6db2dxe6vM/lxafBGWmZvTaBn9K+4lUhGPO3odXmev/DH9jnUfEdzDrXxG&#10;uWtojho9EtJPnx6SOOFHsuT/ALQNfJ4zO0rww2vn/kjKVZLSB9X+H/DmmeFdKg0zR7CDTbCEYSC3&#10;QKo9+OpPcnk96+SqVJ1ZOdR3Zytt6s0agQYpAFABTAKADFIApgGKQBimAYpAGKYBSAKYBikAUAFA&#10;BigApgFIAoAKACgAoAKACgAoAKAGvGsikOoYejDNNNrVEyjGStJXGpbxRHKRIh9VUCm5SluyY0qc&#10;Phil8iQVJoFABQBR1nRLPX7J7S+hE0TdM9VPqD2NdFDEVMNNVKTszz8fl+GzKi6GKjzRf3rzT6M4&#10;uy03X/h0Zo7KEeIfD8pJksnHzqD1wP8AAEH0FfYUczw+Msqr5J9+n9ev3n41j+FsflTcsIvbUu32&#10;l8uvy+5FSXSfh/4yZvIuX8M6iT80E3yKG+jfL+AIr2VOvTV/iR8XKlhara+CXZ6GbqPwK1qJfN06&#10;7tNTgPKlX2MfwPH61pHGQ2krGE8uqLWDTRzl38NPFFkSJNFuWx/zyAk/9BJrdYik/tHLLCV47wZR&#10;bwbr6Z3aJqIx62kn+FX7Wn/MvvM/YVV9h/cyhc6dc2eRPEYG/uSfK35HmrUk9jJxlHc674S+DJPF&#10;viq2LqFsbZ1kmkfhc5yqk/qfYGvEzfGLC0HGL96Wi/Vn6FwRkM85zONWa/dUmpSfRtbR+b38kz6y&#10;8W+I7TRPCdxDYN9smSHYkUHzFuOnHr0/Gvz6KjNqne1+vY/qzG4j6phqldRcnFNpLdvol6s+SY/h&#10;n4m1e5kuJ7ZIHmcuzzyqMknJOBk/pX6A83wVCKhGV7dkfyWuE87x9WVarTUXJttya3er0V3+BtWP&#10;wRuWwbzU4o/VYIy/6nH8q8+pxDBfw6bfq7f5nv4fw+rPXEYhL/Cm/wAXb8jobH4O6HbYM7XN2e4e&#10;Tav/AI6Af1rzKme4qfwWj8v8z6bD8C5XS1quU/V2X4JP8TotP8H6LpbK1tplujqch2Tcw/E5NeVV&#10;x2JraTqP8vyPqMNkeWYNp0aEU11td/e7s2K4T3AoAKADtQAUAFABQAUAIyh1KsAykYIPQ0DvbVHx&#10;Z8Tf2BdT1HxRfX/g3WNMtdLupTKlhqHmR/ZsnJRWRX3KDnGQMDA5xk/N18plKblSas+jP2/K/EKj&#10;Sw8aWYU5OcVbmjZ382m1Z999Tqvg5+wrpXhLU4NW8Z30PiK6gYPFp0EZForDoXLcyfQgD1Brow2W&#10;RpSU6ru/wPHzzjytjqUsPgIOnF7yfxW8raL72+1j6pAAAAGAO1e4fk4tAHy98Sb6XUPHOsPKSTHO&#10;0Kg9lX5R/Kv5l4jrzr5tiJT6Sa+S0R/WvC2Hhhslw0YLeKk/WWr/ADOZxXzZ9WGKBC4ouM+mv2SP&#10;hmt5LN4mvYgy8pbhh/CDyfxIx9FPrX6/wblip0pZhUWstI+nV/N6fLzPyHjPNHOpHAU3pHWXr0Xy&#10;Wvz8jvP2lvjA3gnRxpOmyAaldZUHrsHdj9Mj6kj0Ne/xFnP9k4a1L+LPReXd/Lp5nz/DeTf2riOa&#10;qv3cN/Psvn18j4snnluZ3mmkaWZ2Lu7nJYnqST1r8EnOVSTnN3b3bP3uEI04qEFZLZFm31Ew8SWt&#10;rcL/AHZI8fquD+tNVLbpP+vIHG/U2dO1vQlkBuNKubB/+e+mXbBh9Fcn+ddlLEU4S5lFxfeLf9fi&#10;c1Wg6seWVpLs0mjv/D2rXl1tHh/xk1zJ2sNYTcx9tx5/75r67BZ5mFK31fFOX92ev4vX7j47HcMZ&#10;Tir+2wyi+8Pd/BafejpIviVd6HIsXijSXsVJwL60zLAT791+nJr7bCcZRi1DMqXJ/ejrH7t1+J+c&#10;5jwBVinUyyrz/wB2Wkvk9n+B21hqFtqlqlzaTx3Nu4yskTBga/QqGIpYmmqtCalF9VqfleIw1bCV&#10;HRxEHGS3TVmWK6DmCgAoAKACgAoApJomnR6o+prYWy6k6eU14IVEzJ/dL4yR7Zq+efLyX07Dv0Lt&#10;QIKACgAoAKACgAoAKACgAoAKACgAoAKACgAoAKACgAoAKYAaQB+FABQAlAB+FAC4oAKADFABQAUA&#10;FABQAUAFABQAUAUNS0DTtYGL2xguTjAaRAWH0PUV00sTWofwptHm4vLcHjl/tNKMvVa/fuYZ+Gmj&#10;xMWtDd2BP/Prcuv8ya9OOc4taSafqv8Ahj5mpwblM3eEZQ9JP9bg3w+Rhj+39d2+n23j+Va/23X/&#10;AJI/c/8AM5HwRgH/AMvqn/gS/wDkSB/hZpU5zc3OoXf/AF3uc/0pPPMV0UV6L/glx4IytfG5y9Zf&#10;5JFy1+G3hy0wV0xJD6yuz/oTiuWebYye9T7rI9Ojwpk1Hagn6tv83Y6CxtINLt/Is4I7WHOdkKBB&#10;n1wK82pUnWlzVG2/PU+rw0Y4Kl7HCxUI9opJfgTEk9ST9az0NJSctW7hQSGKACgAoAKACgAoAO1A&#10;AaACgAoAKAA0AFABQAUAFAHjHxL+BF7rmqXmt+HdVNvfXDeZLY3nMLtjna2MrnHTB5PUV+eZ1wpT&#10;x9SWJoO03q0+vzX63P1/hzjpZdQhgcfTvTjopR3S811+VtOjPC9audZ8HX32LxHo81hN2cD5X91P&#10;Rh7gmvyfG5JiMHPkqJxfn+j2Z+6YDH4PNKXtsFVU15br1W6+aJrLXLK/wIrhN5/gb5W/I14k6FSn&#10;8SO9xaNBEaR1RRlmOABWCTk7LqZtqKuz9F/hxo8Hg34eWUKKAlvb7mx32jH64z+Nf1BhcPHC0KeH&#10;htFJfcfzBjMRLF4ideW8m3958M/F/wATy+LPiBqt08m9IpWt4/TCkgkfVtx/GvwPiPGvHZlVlf3Y&#10;vlXov83d/M/feHsEsFl1ONtZLmfq/wDJWRxlfNn0YUAHakAoJUgg4I6EUAdt4a+KN/pafZNTX+1t&#10;PYbWSblwPYnr9D+lenQx86fu1PeiclTDRlrHRnU20Z0qF/EXgi58y1HzXelMSVI7/L1BHp+RxxX0&#10;GAx1fLZfWsul7v2odH8u/wCPY+czTKcLnFP6vj4+99mS3Xo+3lseleD/ABhZeM9KW7tDskX5ZoGP&#10;zRN6H1Hoe9ft+UZvh84w/t6OjW66p/1s+p/N+d5JicjxLw+I1T+GXSS/z7rp9zN2vcPngoAKAEoA&#10;X1oAKACgAoAKACgAoAKACgAoAKACgAoAKACgAoAKACgAoAKACgApgFIAoASgAFABQAUwCkACgA70&#10;AApgFIBaAEoAPyoAKACmAtACUALQAlIA/KmAZFABQAUALSAKYCUgDNAC0AJQAUAFMApAFABTAWkA&#10;nFAC0AIKYB+VIBaAKOr6Lp/iCxkstSs4L61f70U6Bl+vPQ+9Y1qFLEQdOtFST6M68Li8RgqqrYab&#10;hJdU7HhHj39lS2ufMu/Cl59kk5P2C8YtGfZX6j6Nn6ivg8fwpCV54KVn/K9vk/8AO/qfseTeI9Wn&#10;almsOZfzx0fzjs/lb0Z4peW3if4aaxBDqtpPaPHIGWO5XdG4B/hYcEf7pr84xWWzwdZfWKfLJO/r&#10;bz2Z+yYXH4HOcO54Oopprpur91uvmj7y8NftE6Pq/gQW2pQvplyYQglX95C3zYPI5X8Rj3r9Nw3E&#10;FCpPkrLlf3r+v6ufhWJyCvS9+i+Zdtn/AF/Vj42N0L1mnEiy7yWLKcgknmvwGfM5tz3P6BjFQior&#10;oFQUFABQIKACgDR0DxBe+G9QS7spTG44ZDyrj0YdxW1KrOjLngyJwjUVpG1p3jU+HPFh1jSozHbz&#10;4aayY/Lg/eT6ZyQe3HuK9nLs2qZVjFisPs949Guq/wAn0PAzfJaOdYJ4TEb/AGZdU+j/AM11/E+h&#10;PDXirTvFlgt1p84cYG+JuHjPow7fyr+iMtzTC5rRVbDSv3XVeTX9Lsfy5muT4vJq7oYuFuz6Nd0/&#10;6a6mv+VeseKFAB+VMApALTAT8qACkAflTAKQB+VABn6UwD8qQBQAUwF/KkAlABQAZpgH5UgD8qYB&#10;19KQB+VAB+VABQAtMANIAoAKBhQIKACgYUCCgYUAFAgoGFABQAUAFAgoAKACgYUCCmMKQBQAUAFA&#10;BQIKBhQAGgQUDCgAHSgANAgoAO9ABQMKACgQUAAoAKBhQAUAFAFPV9GsdesZLPUbOC+tX+9DOgdT&#10;74Pf3rGrQpYiDp1YqSfRnThsVXwdVVsNNwkuqdmcVqvwltk0+S30WX7LGVKi2uCWQcfwtyw/HP4V&#10;8bjeGac37TCy5X2e337/AJn6Fl/GE/gx0b3+0v1W33Hyn448Ia/8N9fnjubaeyhkctDMOYpAecBh&#10;8px6V+a5jltXDTcMRTsunb5M/oHJ81wmbYeMqFRSaWqvqvluV7Dxuy4W7hDj/npFwfyNfN1MB1pv&#10;7z2nT7HQWWt2V+AIbhCx/gb5W/I1506FSn8SMnFovVgQFAC0AJQAflQBYsdQudNuFntLiW1mXpJC&#10;5Vh+IrejXq4aftKM3GXdNp/gc+Iw1HF03SxEFKL6NJr8TqLb4s+KoQqHWH8v1aCN2/Vefzr6anxX&#10;nNNcqru3nGL/ADR8nU4NyKo+Z4dfKUl+TN6x+Icup4S68XajYyHje1jGE/8AHCTXQuJcwq6TxUl/&#10;27FfkiFwlk9L4cJF/wDb0n+bNtofG0dsLzRfE8WtW55AKplvYZBH6iuuOcZ3TXPRxPOvNJ/mn+Zh&#10;U4ZyGr7tTCqL8nJfk0VNP+N+raPeG08QaWrMhw5jBikX3weD+lerhOOcVRnyY+kmu60f3PR/gfN4&#10;/wAO8JWi55fWcX2lqvvVmvxPVPDvibTvFVgLvTpxMgOGU8Oh9GHav1XL8ywuaUfbYWd117p9mv68&#10;j8ZzPKsXlFf2GLhZ9OzXdPr/AFc1a9Q8kKACgQUDCgAoAKACgAoEFAwoAKACgQUDCgQUDCgAoEFA&#10;wpiA/hSASgAFAB2oAPyoAKACgAFAC/lQAgoAWgBPyoAWgBPyoAWgAoAKAEoAKAD8qACgBaAAUAFA&#10;BQAUAH5UAJTAX8qQBQAnagAoAWgAoAQUALQAUAFACflQAtABQAUAHWgBPyoAPyoAgvtPttUtJLW8&#10;t4rq2kGHhnQOjD3B4NZ1KcKsXCpG6fR6m1GtVw81VoycZLZp2a+aPGvG37LWg62ZLjQrh9Dujz5J&#10;zJbsfoTlfwOPavjMdwthq954Z8j7br/Nf1ofqmUeImPwlqePj7WPfaX37P5q/meEeLvgn4u8GGR7&#10;rSnu7Rf+XuxzNHj1OOVH+8BXweMyTHYK7nC67rVf5r5n7HlnFmUZrZUqyjJ/Zl7r/HR/Js5G21e9&#10;s+IrmRQP4S2R+Rr5ydCnP4on1zimaEXjHUY/veVJ/vJ/gRXM8FSe10T7OJN/wm97j/UQZ+h/xqPq&#10;FPuxezRDJ4x1F+hij/3U/wASatYKkt7sfs4mvoWjeN/Fah9L06+vIj/y1jtwI/8AvogD9a9LD5PP&#10;E60KLku6vb79jx8bm2WZc7YuvGD7N6/dv+Bpap4Z8f8AhaA3OpaHdfZlGWkMIkVR6lk6fjV4nh7E&#10;UI81SjKK77/5nLhM/wAnx8/Z4fExcn0vZv0Ttf5FTTPF9rekJOPssh/vHKn8f8a+aq4OdPWOqPdc&#10;GtjdBBGQQQa4DM1/Dfii/wDC16txZTYUn95Cx+SQehH9etdFGvOhLmgzKpTjUVpHqWv3/hvx54VW&#10;8ubuDT7pQRG8rASRSDquOrD6djmverTw+Lo88nZ/kzzYRq0KlkrnCfC7XZ9C8a2CxyfubqUW0qA/&#10;K4Y4B/AkGtuF8bUwWaUlB6Tai13vovuep4XF2X0sflFZzXvU05p9rK7+9XR9M1/SR/KYUAFABQAU&#10;AFABQAGgAoASgBaACgAoAKACgAoAKACgBPyoAWmAUgCgAoGFAgoAKBhQIKACgAoAKBhQIKACgAoA&#10;KACmAUAFIAoAKBhQIKACgAoAKYBSAKACgAoAKYwNIQUAFABQMKBBQAUAFABQMKBBQMKBBQAUAFAw&#10;oEFAHM+Ivhp4W8WFm1TQ7O5lbrME2Sn/AIGuG/WvMxOV4PF61qSb77P71Zn0GBz/ADTLUlhcRKKX&#10;S919zuvwOC1H9lbwbeOWt5dTsM9FhuFZR/32pP618/U4UwM3eDlH5r9Uz7Oh4jZzSVqkYT9YtP8A&#10;BpfgUoP2SvC6ODLqmrSL/dEka/8AslYLhHCJ+9Ul+H+R1z8S8zatCjTT9JP/ANuOy8N/ArwV4YkS&#10;WDRo7u4XkTXzGY59cN8o/AV7GG4fy/DO6p8z/va/ht+B8vj+Ms7zBOE6/LF9I+7+K1/E71VCKFUB&#10;VAwABgCvoUlFWR8U25O73FpgeU/Er9nrQfHCy3dgq6Lq5yfOgT91Kf8AbQf+hDB9c18pmXDuGx15&#10;0vcn3Wz9V+q/E/Rsh43x+UNUq79rS7N6r0f6PTtY+bvEXhjxV8K737Pqlo62xbEcv37eT/dfsfbg&#10;+or8kzLJa2Fly4iFuzWz+f8ATP6EyvO8vzyn7TCVLvqnpJeq/XVdmPsvGFlcKBNutn9GGR+Yr5ee&#10;Cqx+HU9l02i1L4k02JSxuVb2UEmsVhqzfwi5JdjsPgXp11458fW98sLRaPpJ893YfflwQi/nzj2+&#10;lffcK5S6uOjVeqhq327L1v8Agmfn3HOZ08uymdC/7yt7qXl9p+ltPVo+qq/dz+XgpAFAgoAKBhQI&#10;KACgAoAKBhQAUAFMApAFAgoGFAgoAKBhTEBpAFABQAgoAWgAoAKAAUAFACCgBaACgAoASgBaACgA&#10;oASgBaACgAoAKACgAoAKACgAoAQ0ALQAUAAoADQAUAHegAFABQACgAoAB0oAKACgAoAKACgAoAKA&#10;CgAoAKACgAoAKADtQAUAFFwIbuzt9QtpLe6gjuYJBteKVAysPQg8GonCFSLhNXT6M1pValCaqUpO&#10;Mls07NfNHmPiH9mvwVrsjSw2s+kStyTYS7Vz/usGA/ACvl8Twzl9d80U4Pyen3O/4WP0HA8fZ1g4&#10;qM5Kov7y1+9Wf33MOx/ZM8MwXAe41PUrqMHPlbkQH2JC5/LFedDhHDKV51JNfJf5ns1fEvMpQtTo&#10;wi++r/U9d8PeGtM8KaXFp2k2cdlaR9I4x1Pck9Sfc19hhMJQwVP2VCNl/W76n5jj8wxWZ13icXNy&#10;k+/5JbJeSNOuw84KACgAoAKACgAoAKACgAoAKACgAoAKACgAoAKACgAoAKYBmkAZoAM0AGaADNAB&#10;mgBM0AKDQAUAJmgBc0AGfegAzQAZoAM0AGaADNABmgAzQAZ96ADNABmgAzQAZoAM0AGaADNABn3o&#10;AM0AGaAEBoAXNABmgAzQAZoAM0AGaADNABmgAz70AGaADNABmgAzQAZoAM0AJn3oAXNABmgAzQAZ&#10;96ADPvQAZ96ADPvQAZoAM0AGaADNABmgAzQAZoAM0AGaADNABmgAzQAZ96ADPvQAZoAM0AGaAEz7&#10;0ALmgAz70AGfegAzQAZoAM0AFMApAFABQAUAFABTAKQBQAUAFABQAUAFABQAUAFABQAYpgFIAxTA&#10;KQBTAKQBQAUAFABQAYoAKACgAoAKACgAxQAUAFABQAUAFABQAUAFABQAUAFABQAUAFABQAUAFABQ&#10;AUAFABQAUAFABQAUAFABQAUAFABQAUAFABQAUAFABQAUAFABQAUAFABQAUAFABTA/9lQSwMEFAAG&#10;AAgAAAAhALtWGDThAAAADwEAAA8AAABkcnMvZG93bnJldi54bWxMj8FugzAQRO+V8g/WRuotMUR2&#10;iSgmiir11KgSSdXzBlxAwTbFJtC/73Jqb7O7o9k32WE2HbvrwbfOKoi3ETBtS1e1tlbwcXnd7IH5&#10;gLbCzlmt4Ed7OOSrhwzTyk220PdzqBmFWJ+igiaEPuXcl4026Leu15ZuX24wGGgcal4NOFG46fgu&#10;ip64wdbShwZ7/dLo8nYejYLEnKS8zd/FLsbx9PZeTPgpjko9rufjM7Cg5/BnhgWf0CEnpqsbbeVZ&#10;p2ATy1iSd1FCUK3FEyV72l1JCZFI4HnG//fIfwE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uk1PXGwCAADSBAAADgAAAAAAAAAAAAAAAAA8AgAAZHJzL2Uyb0RvYy54&#10;bWxQSwECLQAKAAAAAAAAACEAWb7Lhn6FAQB+hQEAFQAAAAAAAAAAAAAAAADUBAAAZHJzL21lZGlh&#10;L2ltYWdlMS5qcGVnUEsBAi0AFAAGAAgAAAAhALtWGDThAAAADwEAAA8AAAAAAAAAAAAAAAAAhYoB&#10;AGRycy9kb3ducmV2LnhtbFBLAQItABQABgAIAAAAIQBYYLMbugAAACIBAAAZAAAAAAAAAAAAAAAA&#10;AJOLAQBkcnMvX3JlbHMvZTJvRG9jLnhtbC5yZWxzUEsFBgAAAAAGAAYAfQEAAISMAQAAAA==&#10;">
                <v:fill r:id="rId5" o:title="" recolor="t" type="frame"/>
              </v:rect>
            </w:pict>
          </mc:Fallback>
        </mc:AlternateContent>
      </w:r>
    </w:p>
    <w:sectPr w:rsidR="000E56ED" w:rsidSect="00D100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3EA"/>
    <w:rsid w:val="004460C8"/>
    <w:rsid w:val="00786880"/>
    <w:rsid w:val="0079279D"/>
    <w:rsid w:val="009A588C"/>
    <w:rsid w:val="00A503EA"/>
    <w:rsid w:val="00CE17E2"/>
    <w:rsid w:val="00D100D3"/>
    <w:rsid w:val="00F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5BDFC"/>
  <w15:docId w15:val="{4A4C6AC0-209F-49F6-9018-43D52BDC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0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owling%20flyer%20templates.zip\Bowling%20flyer%2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Bowling flyer 7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2020-11-04T19:18:00Z</dcterms:created>
  <dcterms:modified xsi:type="dcterms:W3CDTF">2020-11-04T19:18:00Z</dcterms:modified>
</cp:coreProperties>
</file>