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A1A63" w14:textId="029A8F14" w:rsidR="000E56ED" w:rsidRDefault="00906DA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FB8B5E" wp14:editId="6467F122">
                <wp:simplePos x="0" y="0"/>
                <wp:positionH relativeFrom="column">
                  <wp:posOffset>132715</wp:posOffset>
                </wp:positionH>
                <wp:positionV relativeFrom="paragraph">
                  <wp:posOffset>3790950</wp:posOffset>
                </wp:positionV>
                <wp:extent cx="6287135" cy="513397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7135" cy="513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7BE03" w14:textId="77777777" w:rsidR="002669E2" w:rsidRPr="002669E2" w:rsidRDefault="002669E2">
                            <w:pP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                                   </w:t>
                            </w:r>
                            <w:r w:rsidRPr="002669E2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FULL OF FUN </w:t>
                            </w:r>
                          </w:p>
                          <w:p w14:paraId="1C6142E6" w14:textId="77777777" w:rsidR="002669E2" w:rsidRPr="002669E2" w:rsidRDefault="002669E2">
                            <w:pPr>
                              <w:rPr>
                                <w:rFonts w:asciiTheme="majorHAnsi" w:hAnsiTheme="majorHAnsi"/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C00000"/>
                                <w:sz w:val="40"/>
                                <w:szCs w:val="40"/>
                              </w:rPr>
                              <w:t xml:space="preserve">                                       </w:t>
                            </w:r>
                            <w:r w:rsidRPr="002669E2">
                              <w:rPr>
                                <w:rFonts w:asciiTheme="majorHAnsi" w:hAnsiTheme="majorHAnsi"/>
                                <w:b/>
                                <w:color w:val="C00000"/>
                                <w:sz w:val="40"/>
                                <w:szCs w:val="40"/>
                              </w:rPr>
                              <w:t>MUSIC BY</w:t>
                            </w:r>
                          </w:p>
                          <w:p w14:paraId="5A5021CF" w14:textId="77777777" w:rsidR="002669E2" w:rsidRPr="002669E2" w:rsidRDefault="002669E2">
                            <w:pP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                            </w:t>
                            </w:r>
                            <w:r w:rsidRPr="002669E2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DJ GHOST | DJ RIVER</w:t>
                            </w:r>
                          </w:p>
                          <w:p w14:paraId="4F2DDB23" w14:textId="77777777" w:rsidR="002669E2" w:rsidRPr="002669E2" w:rsidRDefault="002669E2">
                            <w:pP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                            </w:t>
                            </w:r>
                            <w:r w:rsidRPr="002669E2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SUNDAY &lt;19.06.2020&gt;</w:t>
                            </w:r>
                          </w:p>
                          <w:p w14:paraId="2D3CBEDC" w14:textId="77777777" w:rsidR="002669E2" w:rsidRDefault="002669E2">
                            <w:pP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                           DOORS OPEN AT 12PM</w:t>
                            </w:r>
                          </w:p>
                          <w:p w14:paraId="0E72BC0A" w14:textId="77777777" w:rsidR="002669E2" w:rsidRDefault="002669E2">
                            <w:pP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669E2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FR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EE FOR LADIES OR KIDS BEFORE 12 MIDNIGHT</w:t>
                            </w:r>
                          </w:p>
                          <w:p w14:paraId="62A4955C" w14:textId="33C9BE70" w:rsidR="002669E2" w:rsidRPr="002669E2" w:rsidRDefault="002669E2">
                            <w:pP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C00000"/>
                                <w:sz w:val="40"/>
                                <w:szCs w:val="40"/>
                              </w:rPr>
                              <w:t xml:space="preserve">         </w:t>
                            </w:r>
                            <w:r w:rsidRPr="002669E2">
                              <w:rPr>
                                <w:rFonts w:asciiTheme="majorHAnsi" w:hAnsiTheme="majorHAnsi"/>
                                <w:b/>
                                <w:color w:val="C00000"/>
                                <w:sz w:val="40"/>
                                <w:szCs w:val="40"/>
                              </w:rPr>
                              <w:t>$5</w:t>
                            </w:r>
                            <w:r w:rsidRPr="002669E2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ENTRY | FREE PARKING | </w:t>
                            </w:r>
                            <w:r w:rsidR="00906DA9" w:rsidRPr="002669E2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FREE </w:t>
                            </w:r>
                            <w:r w:rsidR="00906DA9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DRINKS</w:t>
                            </w:r>
                          </w:p>
                          <w:p w14:paraId="5F02E06F" w14:textId="77777777" w:rsidR="002669E2" w:rsidRPr="002669E2" w:rsidRDefault="002669E2">
                            <w:pP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              </w:t>
                            </w:r>
                            <w:r w:rsidRPr="002669E2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ADDRESS | CONTACT # </w:t>
                            </w:r>
                            <w:r w:rsidRPr="002669E2">
                              <w:rPr>
                                <w:rFonts w:asciiTheme="majorHAnsi" w:hAnsiTheme="majorHAnsi"/>
                                <w:b/>
                                <w:color w:val="C00000"/>
                                <w:sz w:val="40"/>
                                <w:szCs w:val="40"/>
                              </w:rPr>
                              <w:t>+92762852</w:t>
                            </w:r>
                          </w:p>
                          <w:p w14:paraId="0C68DF63" w14:textId="5C785952" w:rsidR="002669E2" w:rsidRDefault="002669E2">
                            <w:pP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            </w:t>
                            </w:r>
                            <w:r w:rsidRPr="002669E2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FACEBOOK | INSTAGRAM | TWITTER</w:t>
                            </w:r>
                          </w:p>
                          <w:p w14:paraId="10078CC9" w14:textId="63523005" w:rsidR="00B2662E" w:rsidRDefault="00B2662E">
                            <w:pP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     </w:t>
                            </w:r>
                          </w:p>
                          <w:p w14:paraId="630918DD" w14:textId="745083C0" w:rsidR="00B2662E" w:rsidRPr="002669E2" w:rsidRDefault="00B2662E">
                            <w:pP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                      </w:t>
                            </w:r>
                            <w:r w:rsidRPr="00B2662E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B8B5E" id="Rectangle 4" o:spid="_x0000_s1026" style="position:absolute;margin-left:10.45pt;margin-top:298.5pt;width:495.05pt;height:40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" filled="f" stroked="f">
                <v:textbox>
                  <w:txbxContent>
                    <w:p w14:paraId="1497BE03" w14:textId="77777777" w:rsidR="002669E2" w:rsidRPr="002669E2" w:rsidRDefault="002669E2">
                      <w:pP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                                   </w:t>
                      </w:r>
                      <w:r w:rsidRPr="002669E2"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FULL OF FUN </w:t>
                      </w:r>
                    </w:p>
                    <w:p w14:paraId="1C6142E6" w14:textId="77777777" w:rsidR="002669E2" w:rsidRPr="002669E2" w:rsidRDefault="002669E2">
                      <w:pPr>
                        <w:rPr>
                          <w:rFonts w:asciiTheme="majorHAnsi" w:hAnsiTheme="majorHAnsi"/>
                          <w:b/>
                          <w:color w:val="C00000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C00000"/>
                          <w:sz w:val="40"/>
                          <w:szCs w:val="40"/>
                        </w:rPr>
                        <w:t xml:space="preserve">                                       </w:t>
                      </w:r>
                      <w:r w:rsidRPr="002669E2">
                        <w:rPr>
                          <w:rFonts w:asciiTheme="majorHAnsi" w:hAnsiTheme="majorHAnsi"/>
                          <w:b/>
                          <w:color w:val="C00000"/>
                          <w:sz w:val="40"/>
                          <w:szCs w:val="40"/>
                        </w:rPr>
                        <w:t>MUSIC BY</w:t>
                      </w:r>
                    </w:p>
                    <w:p w14:paraId="5A5021CF" w14:textId="77777777" w:rsidR="002669E2" w:rsidRPr="002669E2" w:rsidRDefault="002669E2">
                      <w:pP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                            </w:t>
                      </w:r>
                      <w:r w:rsidRPr="002669E2"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>DJ GHOST | DJ RIVER</w:t>
                      </w:r>
                    </w:p>
                    <w:p w14:paraId="4F2DDB23" w14:textId="77777777" w:rsidR="002669E2" w:rsidRPr="002669E2" w:rsidRDefault="002669E2">
                      <w:pP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                            </w:t>
                      </w:r>
                      <w:r w:rsidRPr="002669E2"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>SUNDAY &lt;19.06.2020&gt;</w:t>
                      </w:r>
                    </w:p>
                    <w:p w14:paraId="2D3CBEDC" w14:textId="77777777" w:rsidR="002669E2" w:rsidRDefault="002669E2">
                      <w:pP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                           DOORS OPEN AT 12PM</w:t>
                      </w:r>
                    </w:p>
                    <w:p w14:paraId="0E72BC0A" w14:textId="77777777" w:rsidR="002669E2" w:rsidRDefault="002669E2">
                      <w:pP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2669E2"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>FR</w:t>
                      </w: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>EE FOR LADIES OR KIDS BEFORE 12 MIDNIGHT</w:t>
                      </w:r>
                    </w:p>
                    <w:p w14:paraId="62A4955C" w14:textId="33C9BE70" w:rsidR="002669E2" w:rsidRPr="002669E2" w:rsidRDefault="002669E2">
                      <w:pP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C00000"/>
                          <w:sz w:val="40"/>
                          <w:szCs w:val="40"/>
                        </w:rPr>
                        <w:t xml:space="preserve">         </w:t>
                      </w:r>
                      <w:r w:rsidRPr="002669E2">
                        <w:rPr>
                          <w:rFonts w:asciiTheme="majorHAnsi" w:hAnsiTheme="majorHAnsi"/>
                          <w:b/>
                          <w:color w:val="C00000"/>
                          <w:sz w:val="40"/>
                          <w:szCs w:val="40"/>
                        </w:rPr>
                        <w:t>$5</w:t>
                      </w:r>
                      <w:r w:rsidRPr="002669E2"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ENTRY | FREE PARKING | </w:t>
                      </w:r>
                      <w:r w:rsidR="00906DA9" w:rsidRPr="002669E2"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FREE </w:t>
                      </w:r>
                      <w:r w:rsidR="00906DA9"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>DRINKS</w:t>
                      </w:r>
                    </w:p>
                    <w:p w14:paraId="5F02E06F" w14:textId="77777777" w:rsidR="002669E2" w:rsidRPr="002669E2" w:rsidRDefault="002669E2">
                      <w:pP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              </w:t>
                      </w:r>
                      <w:r w:rsidRPr="002669E2"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ADDRESS | CONTACT # </w:t>
                      </w:r>
                      <w:r w:rsidRPr="002669E2">
                        <w:rPr>
                          <w:rFonts w:asciiTheme="majorHAnsi" w:hAnsiTheme="majorHAnsi"/>
                          <w:b/>
                          <w:color w:val="C00000"/>
                          <w:sz w:val="40"/>
                          <w:szCs w:val="40"/>
                        </w:rPr>
                        <w:t>+92762852</w:t>
                      </w:r>
                    </w:p>
                    <w:p w14:paraId="0C68DF63" w14:textId="5C785952" w:rsidR="002669E2" w:rsidRDefault="002669E2">
                      <w:pP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            </w:t>
                      </w:r>
                      <w:r w:rsidRPr="002669E2"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>FACEBOOK | INSTAGRAM | TWITTER</w:t>
                      </w:r>
                    </w:p>
                    <w:p w14:paraId="10078CC9" w14:textId="63523005" w:rsidR="00B2662E" w:rsidRDefault="00B2662E">
                      <w:pP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     </w:t>
                      </w:r>
                    </w:p>
                    <w:p w14:paraId="630918DD" w14:textId="745083C0" w:rsidR="00B2662E" w:rsidRPr="002669E2" w:rsidRDefault="00B2662E">
                      <w:pP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                      </w:t>
                      </w:r>
                      <w:r w:rsidRPr="00B2662E"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  <w:szCs w:val="40"/>
                        </w:rPr>
                        <w:t>www.mywordtemplates.org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33596" wp14:editId="6A6EFFD7">
                <wp:simplePos x="0" y="0"/>
                <wp:positionH relativeFrom="column">
                  <wp:posOffset>333375</wp:posOffset>
                </wp:positionH>
                <wp:positionV relativeFrom="paragraph">
                  <wp:posOffset>-609600</wp:posOffset>
                </wp:positionV>
                <wp:extent cx="5200650" cy="151447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0" cy="151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28A27" w14:textId="77777777" w:rsidR="002669E2" w:rsidRDefault="002669E2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 BOWLING </w:t>
                            </w:r>
                            <w:r w:rsidRPr="002669E2">
                              <w:rPr>
                                <w:rFonts w:asciiTheme="majorHAnsi" w:hAnsiTheme="majorHAnsi"/>
                                <w:color w:val="FFFFFF" w:themeColor="background1"/>
                                <w:sz w:val="96"/>
                                <w:szCs w:val="96"/>
                              </w:rPr>
                              <w:t>PARTY</w:t>
                            </w:r>
                          </w:p>
                          <w:p w14:paraId="2F2AE34B" w14:textId="77777777" w:rsidR="002669E2" w:rsidRPr="002669E2" w:rsidRDefault="002669E2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                  HAVE A FUN NIGHT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33596" id="Rectangle 3" o:spid="_x0000_s1027" style="position:absolute;margin-left:26.25pt;margin-top:-48pt;width:409.5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" filled="f" stroked="f">
                <v:textbox>
                  <w:txbxContent>
                    <w:p w14:paraId="72728A27" w14:textId="77777777" w:rsidR="002669E2" w:rsidRDefault="002669E2">
                      <w:pPr>
                        <w:rPr>
                          <w:rFonts w:asciiTheme="majorHAnsi" w:hAnsiTheme="majorHAnsi"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asciiTheme="majorHAnsi" w:hAnsiTheme="majorHAnsi"/>
                          <w:color w:val="FFFFFF" w:themeColor="background1"/>
                          <w:sz w:val="96"/>
                          <w:szCs w:val="96"/>
                        </w:rPr>
                        <w:t xml:space="preserve">  BOWLING </w:t>
                      </w:r>
                      <w:r w:rsidRPr="002669E2">
                        <w:rPr>
                          <w:rFonts w:asciiTheme="majorHAnsi" w:hAnsiTheme="majorHAnsi"/>
                          <w:color w:val="FFFFFF" w:themeColor="background1"/>
                          <w:sz w:val="96"/>
                          <w:szCs w:val="96"/>
                        </w:rPr>
                        <w:t>PARTY</w:t>
                      </w:r>
                    </w:p>
                    <w:p w14:paraId="2F2AE34B" w14:textId="77777777" w:rsidR="002669E2" w:rsidRPr="002669E2" w:rsidRDefault="002669E2">
                      <w:pPr>
                        <w:rPr>
                          <w:rFonts w:asciiTheme="majorHAnsi" w:hAnsiTheme="majorHAnsi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color w:val="FFFFFF" w:themeColor="background1"/>
                          <w:sz w:val="36"/>
                          <w:szCs w:val="36"/>
                        </w:rPr>
                        <w:t xml:space="preserve">                            HAVE A FUN NIGHT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1E60C0" wp14:editId="0FC2E788">
                <wp:simplePos x="0" y="0"/>
                <wp:positionH relativeFrom="column">
                  <wp:posOffset>-971550</wp:posOffset>
                </wp:positionH>
                <wp:positionV relativeFrom="paragraph">
                  <wp:posOffset>-914400</wp:posOffset>
                </wp:positionV>
                <wp:extent cx="7839075" cy="1007745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39075" cy="10077450"/>
                        </a:xfrm>
                        <a:prstGeom prst="rect">
                          <a:avLst/>
                        </a:prstGeom>
                        <a:blipFill dpi="0" rotWithShape="0">
                          <a:blip r:embed="rId4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C5616" id="Rectangle 2" o:spid="_x0000_s1026" style="position:absolute;margin-left:-76.5pt;margin-top:-1in;width:617.25pt;height:79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">
                <v:fill r:id="rId5" o:title="" recolor="t" type="frame"/>
              </v:rect>
            </w:pict>
          </mc:Fallback>
        </mc:AlternateContent>
      </w:r>
    </w:p>
    <w:sectPr w:rsidR="000E56ED" w:rsidSect="004F17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7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62E"/>
    <w:rsid w:val="002669E2"/>
    <w:rsid w:val="004F173A"/>
    <w:rsid w:val="0079279D"/>
    <w:rsid w:val="00906DA9"/>
    <w:rsid w:val="0094452D"/>
    <w:rsid w:val="009A588C"/>
    <w:rsid w:val="00B2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91FDB"/>
  <w15:docId w15:val="{291F876A-19F9-438F-A5F7-53CC91CA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7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Bowling%20flyer%20templates.zip\Bowling%20flyer%20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Bowling flyer 6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2020-11-04T18:55:00Z</dcterms:created>
  <dcterms:modified xsi:type="dcterms:W3CDTF">2020-11-04T19:19:00Z</dcterms:modified>
</cp:coreProperties>
</file>