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0317D" w14:textId="3F02FE82" w:rsidR="000E56ED" w:rsidRDefault="005941D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D740D5" wp14:editId="502BE528">
                <wp:simplePos x="0" y="0"/>
                <wp:positionH relativeFrom="column">
                  <wp:posOffset>-571500</wp:posOffset>
                </wp:positionH>
                <wp:positionV relativeFrom="paragraph">
                  <wp:posOffset>1638300</wp:posOffset>
                </wp:positionV>
                <wp:extent cx="4970780" cy="7385050"/>
                <wp:effectExtent l="0" t="0" r="127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0780" cy="7385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06C6B" w14:textId="77777777" w:rsidR="007D03B8" w:rsidRPr="00D47C5E" w:rsidRDefault="00D47C5E">
                            <w:pP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      </w:t>
                            </w:r>
                            <w:r w:rsidR="007D03B8" w:rsidRPr="00D47C5E"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FUN NIGHT </w:t>
                            </w:r>
                          </w:p>
                          <w:p w14:paraId="217C0E61" w14:textId="77777777" w:rsidR="007D03B8" w:rsidRPr="00D47C5E" w:rsidRDefault="00D47C5E">
                            <w:pP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      </w:t>
                            </w:r>
                            <w:r w:rsidR="007D03B8" w:rsidRPr="00D47C5E"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>MUSIC BY</w:t>
                            </w:r>
                          </w:p>
                          <w:p w14:paraId="2F4059FC" w14:textId="77777777" w:rsidR="007D03B8" w:rsidRPr="00D47C5E" w:rsidRDefault="00D47C5E">
                            <w:pP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7D03B8" w:rsidRPr="00D47C5E"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>DJ ALEXANDER | DJ RIVER</w:t>
                            </w:r>
                          </w:p>
                          <w:p w14:paraId="52C8DB9B" w14:textId="77777777" w:rsidR="007D03B8" w:rsidRPr="00D47C5E" w:rsidRDefault="00D47C5E">
                            <w:pP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</w:t>
                            </w:r>
                            <w:r w:rsidR="007D03B8" w:rsidRPr="00D47C5E"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>20 KIDS | 25 ADULTS</w:t>
                            </w:r>
                          </w:p>
                          <w:p w14:paraId="7E9DB8F3" w14:textId="77777777" w:rsidR="007D03B8" w:rsidRPr="00D47C5E" w:rsidRDefault="00D47C5E">
                            <w:pP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7D03B8" w:rsidRPr="00D47C5E"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$600 PRIZE FOR WINNER </w:t>
                            </w:r>
                          </w:p>
                          <w:p w14:paraId="03CD34D9" w14:textId="77777777" w:rsidR="007D03B8" w:rsidRPr="00D47C5E" w:rsidRDefault="007D03B8">
                            <w:pP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7C5E"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>FREE ENTRY FOR LADIES BEFORE MIDNIGHT</w:t>
                            </w:r>
                          </w:p>
                          <w:p w14:paraId="727111F7" w14:textId="77777777" w:rsidR="007D03B8" w:rsidRPr="00D47C5E" w:rsidRDefault="007D03B8">
                            <w:pP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7C5E"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>$5 ENTRY | $2 PARKING | 2 DRINKS</w:t>
                            </w:r>
                          </w:p>
                          <w:p w14:paraId="76CB2637" w14:textId="77777777" w:rsidR="007D03B8" w:rsidRDefault="00D47C5E">
                            <w:pP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</w:t>
                            </w:r>
                            <w:r w:rsidRPr="00D47C5E"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>PLAYER VS PLAYER</w:t>
                            </w:r>
                          </w:p>
                          <w:p w14:paraId="6A8604FD" w14:textId="77777777" w:rsidR="00D47C5E" w:rsidRDefault="00D47C5E">
                            <w:pP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>ADDRESS | CONTACT +8264874</w:t>
                            </w:r>
                          </w:p>
                          <w:p w14:paraId="327A453D" w14:textId="77777777" w:rsidR="00D47C5E" w:rsidRPr="00D47C5E" w:rsidRDefault="00D47C5E">
                            <w:pP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FF" w:themeColor="background1"/>
                                <w:sz w:val="36"/>
                                <w:szCs w:val="36"/>
                              </w:rPr>
                              <w:t>FACEBOOK | INSTAGRAM | TWITTER</w:t>
                            </w:r>
                          </w:p>
                          <w:p w14:paraId="17BEFB25" w14:textId="30C0C965" w:rsidR="00D47C5E" w:rsidRDefault="00D47C5E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6EFAEE45" w14:textId="2B93D151" w:rsidR="0009309C" w:rsidRDefault="0009309C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60D1DAD4" w14:textId="6DC4DF03" w:rsidR="0009309C" w:rsidRDefault="0009309C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34AC7ACA" w14:textId="57EF653B" w:rsidR="0009309C" w:rsidRDefault="0009309C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6DE36657" w14:textId="79CAC392" w:rsidR="0009309C" w:rsidRPr="006E7F86" w:rsidRDefault="0009309C" w:rsidP="0009309C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6E7F86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                             </w:t>
                            </w:r>
                            <w:r w:rsidRPr="006E7F86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       </w:t>
                            </w:r>
                            <w:r w:rsidRPr="006E7F86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www.mywordtemplates.org</w:t>
                            </w:r>
                          </w:p>
                          <w:p w14:paraId="160B7E13" w14:textId="51F0591F" w:rsidR="0009309C" w:rsidRDefault="0009309C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0C97D946" w14:textId="69C2B695" w:rsidR="0009309C" w:rsidRPr="0009309C" w:rsidRDefault="0009309C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D740D5" id="Rectangle 5" o:spid="_x0000_s1026" style="position:absolute;margin-left:-45pt;margin-top:129pt;width:391.4pt;height:58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" filled="f" stroked="f">
                <v:textbox>
                  <w:txbxContent>
                    <w:p w14:paraId="0BF06C6B" w14:textId="77777777" w:rsidR="007D03B8" w:rsidRPr="00D47C5E" w:rsidRDefault="00D47C5E">
                      <w:pP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 xml:space="preserve">                 </w:t>
                      </w:r>
                      <w:r w:rsidR="007D03B8" w:rsidRPr="00D47C5E"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 xml:space="preserve">FUN NIGHT </w:t>
                      </w:r>
                    </w:p>
                    <w:p w14:paraId="217C0E61" w14:textId="77777777" w:rsidR="007D03B8" w:rsidRPr="00D47C5E" w:rsidRDefault="00D47C5E">
                      <w:pP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 xml:space="preserve">                 </w:t>
                      </w:r>
                      <w:r w:rsidR="007D03B8" w:rsidRPr="00D47C5E"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>MUSIC BY</w:t>
                      </w:r>
                    </w:p>
                    <w:p w14:paraId="2F4059FC" w14:textId="77777777" w:rsidR="007D03B8" w:rsidRPr="00D47C5E" w:rsidRDefault="00D47C5E">
                      <w:pP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 xml:space="preserve">   </w:t>
                      </w:r>
                      <w:r w:rsidR="007D03B8" w:rsidRPr="00D47C5E"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>DJ ALEXANDER | DJ RIVER</w:t>
                      </w:r>
                    </w:p>
                    <w:p w14:paraId="52C8DB9B" w14:textId="77777777" w:rsidR="007D03B8" w:rsidRPr="00D47C5E" w:rsidRDefault="00D47C5E">
                      <w:pP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 xml:space="preserve">       </w:t>
                      </w:r>
                      <w:r w:rsidR="007D03B8" w:rsidRPr="00D47C5E"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>20 KIDS | 25 ADULTS</w:t>
                      </w:r>
                    </w:p>
                    <w:p w14:paraId="7E9DB8F3" w14:textId="77777777" w:rsidR="007D03B8" w:rsidRPr="00D47C5E" w:rsidRDefault="00D47C5E">
                      <w:pP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 xml:space="preserve">    </w:t>
                      </w:r>
                      <w:r w:rsidR="007D03B8" w:rsidRPr="00D47C5E"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 xml:space="preserve">$600 PRIZE FOR WINNER </w:t>
                      </w:r>
                    </w:p>
                    <w:p w14:paraId="03CD34D9" w14:textId="77777777" w:rsidR="007D03B8" w:rsidRPr="00D47C5E" w:rsidRDefault="007D03B8">
                      <w:pP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47C5E"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>FREE ENTRY FOR LADIES BEFORE MIDNIGHT</w:t>
                      </w:r>
                    </w:p>
                    <w:p w14:paraId="727111F7" w14:textId="77777777" w:rsidR="007D03B8" w:rsidRPr="00D47C5E" w:rsidRDefault="007D03B8">
                      <w:pP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47C5E"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>$5 ENTRY | $2 PARKING | 2 DRINKS</w:t>
                      </w:r>
                    </w:p>
                    <w:p w14:paraId="76CB2637" w14:textId="77777777" w:rsidR="007D03B8" w:rsidRDefault="00D47C5E">
                      <w:pP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 xml:space="preserve">         </w:t>
                      </w:r>
                      <w:r w:rsidRPr="00D47C5E"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>PLAYER VS PLAYER</w:t>
                      </w:r>
                    </w:p>
                    <w:p w14:paraId="6A8604FD" w14:textId="77777777" w:rsidR="00D47C5E" w:rsidRDefault="00D47C5E">
                      <w:pP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>ADDRESS | CONTACT +8264874</w:t>
                      </w:r>
                    </w:p>
                    <w:p w14:paraId="327A453D" w14:textId="77777777" w:rsidR="00D47C5E" w:rsidRPr="00D47C5E" w:rsidRDefault="00D47C5E">
                      <w:pP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color w:val="FFFFFF" w:themeColor="background1"/>
                          <w:sz w:val="36"/>
                          <w:szCs w:val="36"/>
                        </w:rPr>
                        <w:t>FACEBOOK | INSTAGRAM | TWITTER</w:t>
                      </w:r>
                    </w:p>
                    <w:p w14:paraId="17BEFB25" w14:textId="30C0C965" w:rsidR="00D47C5E" w:rsidRDefault="00D47C5E">
                      <w:pPr>
                        <w:rPr>
                          <w:color w:val="FFFFFF" w:themeColor="background1"/>
                        </w:rPr>
                      </w:pPr>
                    </w:p>
                    <w:p w14:paraId="6EFAEE45" w14:textId="2B93D151" w:rsidR="0009309C" w:rsidRDefault="0009309C">
                      <w:pPr>
                        <w:rPr>
                          <w:color w:val="FFFFFF" w:themeColor="background1"/>
                        </w:rPr>
                      </w:pPr>
                    </w:p>
                    <w:p w14:paraId="60D1DAD4" w14:textId="6DC4DF03" w:rsidR="0009309C" w:rsidRDefault="0009309C">
                      <w:pPr>
                        <w:rPr>
                          <w:color w:val="FFFFFF" w:themeColor="background1"/>
                        </w:rPr>
                      </w:pPr>
                    </w:p>
                    <w:p w14:paraId="34AC7ACA" w14:textId="57EF653B" w:rsidR="0009309C" w:rsidRDefault="0009309C">
                      <w:pPr>
                        <w:rPr>
                          <w:color w:val="FFFFFF" w:themeColor="background1"/>
                        </w:rPr>
                      </w:pPr>
                    </w:p>
                    <w:p w14:paraId="6DE36657" w14:textId="79CAC392" w:rsidR="0009309C" w:rsidRPr="006E7F86" w:rsidRDefault="0009309C" w:rsidP="0009309C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6E7F86">
                        <w:rPr>
                          <w:color w:val="FFFFFF" w:themeColor="background1"/>
                          <w:sz w:val="40"/>
                          <w:szCs w:val="40"/>
                        </w:rPr>
                        <w:t xml:space="preserve">                              </w:t>
                      </w:r>
                      <w:r w:rsidRPr="006E7F86">
                        <w:rPr>
                          <w:color w:val="FFFFFF" w:themeColor="background1"/>
                          <w:sz w:val="40"/>
                          <w:szCs w:val="40"/>
                        </w:rPr>
                        <w:t xml:space="preserve">        </w:t>
                      </w:r>
                      <w:r w:rsidRPr="006E7F86">
                        <w:rPr>
                          <w:color w:val="FFFFFF" w:themeColor="background1"/>
                          <w:sz w:val="40"/>
                          <w:szCs w:val="40"/>
                        </w:rPr>
                        <w:t>www.mywordtemplates.org</w:t>
                      </w:r>
                    </w:p>
                    <w:p w14:paraId="160B7E13" w14:textId="51F0591F" w:rsidR="0009309C" w:rsidRDefault="0009309C">
                      <w:pPr>
                        <w:rPr>
                          <w:color w:val="FFFFFF" w:themeColor="background1"/>
                        </w:rPr>
                      </w:pPr>
                    </w:p>
                    <w:p w14:paraId="0C97D946" w14:textId="69C2B695" w:rsidR="0009309C" w:rsidRPr="0009309C" w:rsidRDefault="0009309C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DEFC9B" wp14:editId="7F68A341">
                <wp:simplePos x="0" y="0"/>
                <wp:positionH relativeFrom="column">
                  <wp:posOffset>-952500</wp:posOffset>
                </wp:positionH>
                <wp:positionV relativeFrom="paragraph">
                  <wp:posOffset>-638175</wp:posOffset>
                </wp:positionV>
                <wp:extent cx="9610725" cy="978471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0725" cy="9784715"/>
                        </a:xfrm>
                        <a:prstGeom prst="rect">
                          <a:avLst/>
                        </a:prstGeom>
                        <a:blipFill dpi="0" rotWithShape="0">
                          <a:blip r:embed="rId4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097D9" id="Rectangle 3" o:spid="_x0000_s1026" style="position:absolute;margin-left:-75pt;margin-top:-50.25pt;width:756.75pt;height:77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" stroked="f">
                <v:fill r:id="rId5" o:title="" recolor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8D75E3" wp14:editId="708B7F95">
                <wp:simplePos x="0" y="0"/>
                <wp:positionH relativeFrom="column">
                  <wp:posOffset>-523875</wp:posOffset>
                </wp:positionH>
                <wp:positionV relativeFrom="paragraph">
                  <wp:posOffset>-762000</wp:posOffset>
                </wp:positionV>
                <wp:extent cx="4267200" cy="2066925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0" cy="2066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6B6DA" w14:textId="77777777" w:rsidR="007D03B8" w:rsidRPr="007D03B8" w:rsidRDefault="007D03B8">
                            <w:pPr>
                              <w:rPr>
                                <w:rFonts w:ascii="Comic Sans MS" w:hAnsi="Comic Sans MS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7D03B8">
                              <w:rPr>
                                <w:rFonts w:ascii="Comic Sans MS" w:hAnsi="Comic Sans MS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BOWLING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 </w:t>
                            </w:r>
                            <w:r w:rsidRPr="007D03B8">
                              <w:rPr>
                                <w:rFonts w:ascii="Comic Sans MS" w:hAnsi="Comic Sans MS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NIGHT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8D75E3" id="Rectangle 4" o:spid="_x0000_s1027" style="position:absolute;margin-left:-41.25pt;margin-top:-60pt;width:336pt;height:16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" filled="f" stroked="f">
                <v:textbox>
                  <w:txbxContent>
                    <w:p w14:paraId="1306B6DA" w14:textId="77777777" w:rsidR="007D03B8" w:rsidRPr="007D03B8" w:rsidRDefault="007D03B8">
                      <w:pPr>
                        <w:rPr>
                          <w:rFonts w:ascii="Comic Sans MS" w:hAnsi="Comic Sans MS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7D03B8">
                        <w:rPr>
                          <w:rFonts w:ascii="Comic Sans MS" w:hAnsi="Comic Sans MS"/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BOWLING </w:t>
                      </w:r>
                      <w:r>
                        <w:rPr>
                          <w:rFonts w:ascii="Comic Sans MS" w:hAnsi="Comic Sans MS"/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  </w:t>
                      </w:r>
                      <w:r w:rsidRPr="007D03B8">
                        <w:rPr>
                          <w:rFonts w:ascii="Comic Sans MS" w:hAnsi="Comic Sans MS"/>
                          <w:b/>
                          <w:color w:val="FFFFFF" w:themeColor="background1"/>
                          <w:sz w:val="96"/>
                          <w:szCs w:val="96"/>
                        </w:rPr>
                        <w:t>NIGHT</w:t>
                      </w:r>
                    </w:p>
                  </w:txbxContent>
                </v:textbox>
              </v:rect>
            </w:pict>
          </mc:Fallback>
        </mc:AlternateContent>
      </w:r>
    </w:p>
    <w:sectPr w:rsidR="000E56ED" w:rsidSect="0009309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9C"/>
    <w:rsid w:val="000270E9"/>
    <w:rsid w:val="0009309C"/>
    <w:rsid w:val="005941D8"/>
    <w:rsid w:val="006E7F86"/>
    <w:rsid w:val="0079279D"/>
    <w:rsid w:val="007D03B8"/>
    <w:rsid w:val="009A588C"/>
    <w:rsid w:val="00D47C5E"/>
    <w:rsid w:val="00F6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09651"/>
  <w15:docId w15:val="{555DCB8C-D990-4C36-9F9F-77A8B1FF8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C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Bowling%20flyer%20templates.zip\Bowling%20flyer%20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Bowling flyer 8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2020-11-04T18:55:00Z</dcterms:created>
  <dcterms:modified xsi:type="dcterms:W3CDTF">2020-11-04T19:22:00Z</dcterms:modified>
</cp:coreProperties>
</file>