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9ACDD" w14:textId="6CC32445" w:rsidR="000E56ED" w:rsidRDefault="00AF492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A962E4" wp14:editId="02C57917">
                <wp:simplePos x="0" y="0"/>
                <wp:positionH relativeFrom="column">
                  <wp:posOffset>485775</wp:posOffset>
                </wp:positionH>
                <wp:positionV relativeFrom="paragraph">
                  <wp:posOffset>3675380</wp:posOffset>
                </wp:positionV>
                <wp:extent cx="4772025" cy="663575"/>
                <wp:effectExtent l="19050" t="27305" r="38100" b="5207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2025" cy="66357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B27A39" w14:textId="77777777" w:rsidR="00F37786" w:rsidRPr="000A700E" w:rsidRDefault="00F3778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2060"/>
                                <w:sz w:val="72"/>
                                <w:szCs w:val="72"/>
                              </w:rPr>
                              <w:t xml:space="preserve">  </w:t>
                            </w:r>
                            <w:r w:rsidRPr="000A700E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SATURDAY 12:08:24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962E4" id="Rectangle 9" o:spid="_x0000_s1026" style="position:absolute;margin-left:38.25pt;margin-top:289.4pt;width:375.75pt;height:5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" fillcolor="black [3200]" strokecolor="#f2f2f2 [3041]" strokeweight="3pt">
                <v:shadow on="t" color="#7f7f7f [1601]" opacity=".5" offset="1pt"/>
                <v:textbox>
                  <w:txbxContent>
                    <w:p w14:paraId="7BB27A39" w14:textId="77777777" w:rsidR="00F37786" w:rsidRPr="000A700E" w:rsidRDefault="00F3778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2060"/>
                          <w:sz w:val="72"/>
                          <w:szCs w:val="72"/>
                        </w:rPr>
                        <w:t xml:space="preserve">  </w:t>
                      </w:r>
                      <w:r w:rsidRPr="000A700E">
                        <w:rPr>
                          <w:rFonts w:asciiTheme="majorHAnsi" w:hAnsiTheme="majorHAnsi"/>
                          <w:b/>
                          <w:color w:val="FFFFFF" w:themeColor="background1"/>
                          <w:sz w:val="72"/>
                          <w:szCs w:val="72"/>
                        </w:rPr>
                        <w:t>SATURDAY 12:08:24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39F0C" wp14:editId="07A176D8">
                <wp:simplePos x="0" y="0"/>
                <wp:positionH relativeFrom="column">
                  <wp:posOffset>0</wp:posOffset>
                </wp:positionH>
                <wp:positionV relativeFrom="paragraph">
                  <wp:posOffset>3190875</wp:posOffset>
                </wp:positionV>
                <wp:extent cx="6219825" cy="63627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636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0C15B" w14:textId="77777777" w:rsidR="00F37786" w:rsidRDefault="00F37786" w:rsidP="00C43264">
                            <w:pPr>
                              <w:rPr>
                                <w:rFonts w:ascii="Comic Sans MS" w:hAnsi="Comic Sans MS"/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72"/>
                                <w:szCs w:val="72"/>
                              </w:rPr>
                              <w:t xml:space="preserve">     </w:t>
                            </w:r>
                          </w:p>
                          <w:p w14:paraId="4B16848B" w14:textId="77777777" w:rsidR="00C43264" w:rsidRPr="00F37786" w:rsidRDefault="00F37786" w:rsidP="00C43264">
                            <w:pPr>
                              <w:rPr>
                                <w:rFonts w:asciiTheme="majorHAnsi" w:hAnsiTheme="majorHAnsi"/>
                                <w:b/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 w:rsidR="00C43264" w:rsidRPr="00F37786">
                              <w:rPr>
                                <w:rFonts w:ascii="Comic Sans MS" w:hAnsi="Comic Sans MS"/>
                                <w:color w:val="002060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9E7A316" w14:textId="77777777" w:rsidR="00F37786" w:rsidRDefault="00C43264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  <w:r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14:paraId="06684DA0" w14:textId="77777777" w:rsidR="00F37786" w:rsidRDefault="00F37786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</w:p>
                          <w:p w14:paraId="687F634A" w14:textId="77777777" w:rsidR="000A700E" w:rsidRDefault="000A700E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</w:p>
                          <w:p w14:paraId="60C8DA99" w14:textId="01BE8431" w:rsidR="00C43264" w:rsidRPr="000A700E" w:rsidRDefault="000A700E" w:rsidP="00C43264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60"/>
                                <w:szCs w:val="60"/>
                              </w:rPr>
                            </w:pPr>
                            <w:r w:rsidRPr="000A700E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43264" w:rsidRPr="000A700E">
                              <w:rPr>
                                <w:rFonts w:asciiTheme="majorHAnsi" w:hAnsiTheme="majorHAnsi"/>
                                <w:b/>
                                <w:color w:val="C00000"/>
                                <w:sz w:val="60"/>
                                <w:szCs w:val="60"/>
                              </w:rPr>
                              <w:t>$600 PRIZE FOR GRAND WINNER</w:t>
                            </w:r>
                          </w:p>
                          <w:p w14:paraId="147703B0" w14:textId="574209F7" w:rsidR="00C43264" w:rsidRPr="000A700E" w:rsidRDefault="00C43264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4036C9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="004036C9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="004036C9" w:rsidRPr="000A700E">
                              <w:rPr>
                                <w:rFonts w:asciiTheme="majorHAnsi" w:hAnsiTheme="majorHAnsi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A700E">
                              <w:rPr>
                                <w:rFonts w:asciiTheme="majorHAnsi" w:hAnsiTheme="majorHAnsi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0A700E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7PM| 2 DRINKS | FREE PARKING</w:t>
                            </w:r>
                          </w:p>
                          <w:p w14:paraId="34D54431" w14:textId="5BEC254E" w:rsidR="00C43264" w:rsidRPr="004036C9" w:rsidRDefault="00C43264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  <w:r w:rsidRP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     </w:t>
                            </w:r>
                            <w:r w:rsid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>JOSHCLUB 52</w:t>
                            </w:r>
                            <w:r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  <w:vertAlign w:val="superscript"/>
                              </w:rPr>
                              <w:t>ND</w:t>
                            </w:r>
                            <w:r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0A700E"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>ST. MANKATO</w:t>
                            </w:r>
                            <w:r w:rsidRPr="004036C9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48"/>
                                <w:szCs w:val="48"/>
                              </w:rPr>
                              <w:t xml:space="preserve"> MS </w:t>
                            </w:r>
                          </w:p>
                          <w:p w14:paraId="74A5C9B0" w14:textId="77777777" w:rsidR="00C43264" w:rsidRPr="004036C9" w:rsidRDefault="00C43264" w:rsidP="00C43264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                </w:t>
                            </w:r>
                            <w:r w:rsid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4036C9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CONTACT +765467890       </w:t>
                            </w:r>
                          </w:p>
                          <w:p w14:paraId="1737667E" w14:textId="0DAA7EBC" w:rsidR="00C43264" w:rsidRDefault="00C43264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="004036C9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0A700E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                   </w:t>
                            </w:r>
                            <w:r w:rsidRPr="000A700E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FACEBOOK | TWITTER | INSTAGRAM </w:t>
                            </w:r>
                          </w:p>
                          <w:p w14:paraId="7B297013" w14:textId="0D917AC8" w:rsidR="00AF4921" w:rsidRPr="00AF4921" w:rsidRDefault="00AF4921" w:rsidP="00C43264">
                            <w:pP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Pr="00AF4921">
                              <w:rPr>
                                <w:rFonts w:asciiTheme="majorHAnsi" w:hAnsiTheme="majorHAnsi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  <w:p w14:paraId="4363A57F" w14:textId="77777777" w:rsidR="00C43264" w:rsidRPr="00C43264" w:rsidRDefault="00C43264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39F0C" id="Rectangle 3" o:spid="_x0000_s1027" style="position:absolute;margin-left:0;margin-top:251.25pt;width:489.75pt;height:5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" filled="f" stroked="f">
                <v:textbox>
                  <w:txbxContent>
                    <w:p w14:paraId="0E50C15B" w14:textId="77777777" w:rsidR="00F37786" w:rsidRDefault="00F37786" w:rsidP="00C43264">
                      <w:pPr>
                        <w:rPr>
                          <w:rFonts w:ascii="Comic Sans MS" w:hAnsi="Comic Sans MS"/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72"/>
                          <w:szCs w:val="72"/>
                        </w:rPr>
                        <w:t xml:space="preserve">     </w:t>
                      </w:r>
                    </w:p>
                    <w:p w14:paraId="4B16848B" w14:textId="77777777" w:rsidR="00C43264" w:rsidRPr="00F37786" w:rsidRDefault="00F37786" w:rsidP="00C43264">
                      <w:pPr>
                        <w:rPr>
                          <w:rFonts w:asciiTheme="majorHAnsi" w:hAnsiTheme="majorHAnsi"/>
                          <w:b/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72"/>
                          <w:szCs w:val="72"/>
                        </w:rPr>
                        <w:t xml:space="preserve">    </w:t>
                      </w:r>
                      <w:r w:rsidR="00C43264" w:rsidRPr="00F37786">
                        <w:rPr>
                          <w:rFonts w:ascii="Comic Sans MS" w:hAnsi="Comic Sans MS"/>
                          <w:color w:val="002060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9E7A316" w14:textId="77777777" w:rsidR="00F37786" w:rsidRDefault="00C43264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</w:pPr>
                      <w:r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 xml:space="preserve">        </w:t>
                      </w:r>
                      <w:r w:rsid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 xml:space="preserve">   </w:t>
                      </w:r>
                    </w:p>
                    <w:p w14:paraId="06684DA0" w14:textId="77777777" w:rsidR="00F37786" w:rsidRDefault="00F37786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</w:pPr>
                    </w:p>
                    <w:p w14:paraId="687F634A" w14:textId="77777777" w:rsidR="000A700E" w:rsidRDefault="000A700E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</w:pPr>
                    </w:p>
                    <w:p w14:paraId="60C8DA99" w14:textId="01BE8431" w:rsidR="00C43264" w:rsidRPr="000A700E" w:rsidRDefault="000A700E" w:rsidP="00C43264">
                      <w:pPr>
                        <w:rPr>
                          <w:rFonts w:asciiTheme="majorHAnsi" w:hAnsiTheme="majorHAnsi"/>
                          <w:b/>
                          <w:color w:val="C00000"/>
                          <w:sz w:val="60"/>
                          <w:szCs w:val="60"/>
                        </w:rPr>
                      </w:pPr>
                      <w:r w:rsidRPr="000A700E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56"/>
                          <w:szCs w:val="56"/>
                        </w:rPr>
                        <w:t xml:space="preserve"> </w:t>
                      </w:r>
                      <w:r w:rsidR="00C43264" w:rsidRPr="000A700E">
                        <w:rPr>
                          <w:rFonts w:asciiTheme="majorHAnsi" w:hAnsiTheme="majorHAnsi"/>
                          <w:b/>
                          <w:color w:val="C00000"/>
                          <w:sz w:val="60"/>
                          <w:szCs w:val="60"/>
                        </w:rPr>
                        <w:t>$600 PRIZE FOR GRAND WINNER</w:t>
                      </w:r>
                    </w:p>
                    <w:p w14:paraId="147703B0" w14:textId="574209F7" w:rsidR="00C43264" w:rsidRPr="000A700E" w:rsidRDefault="00C43264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4036C9">
                        <w:rPr>
                          <w:rFonts w:asciiTheme="majorHAnsi" w:hAnsiTheme="majorHAnsi"/>
                          <w:b/>
                          <w:color w:val="C00000"/>
                          <w:sz w:val="48"/>
                          <w:szCs w:val="48"/>
                        </w:rPr>
                        <w:t xml:space="preserve">        </w:t>
                      </w:r>
                      <w:r w:rsidR="004036C9">
                        <w:rPr>
                          <w:rFonts w:asciiTheme="majorHAnsi" w:hAnsiTheme="majorHAnsi"/>
                          <w:b/>
                          <w:color w:val="C00000"/>
                          <w:sz w:val="48"/>
                          <w:szCs w:val="48"/>
                        </w:rPr>
                        <w:t xml:space="preserve">   </w:t>
                      </w:r>
                      <w:r w:rsidR="004036C9" w:rsidRPr="000A700E">
                        <w:rPr>
                          <w:rFonts w:asciiTheme="majorHAnsi" w:hAnsiTheme="majorHAnsi"/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 w:rsidR="000A700E">
                        <w:rPr>
                          <w:rFonts w:asciiTheme="majorHAnsi" w:hAnsiTheme="majorHAnsi"/>
                          <w:b/>
                          <w:color w:val="C00000"/>
                          <w:sz w:val="32"/>
                          <w:szCs w:val="32"/>
                        </w:rPr>
                        <w:t xml:space="preserve">           </w:t>
                      </w:r>
                      <w:r w:rsidRPr="000A700E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7PM| 2 DRINKS | FREE PARKING</w:t>
                      </w:r>
                    </w:p>
                    <w:p w14:paraId="34D54431" w14:textId="5BEC254E" w:rsidR="00C43264" w:rsidRPr="004036C9" w:rsidRDefault="00C43264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</w:pPr>
                      <w:r w:rsidRP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     </w:t>
                      </w:r>
                      <w:r w:rsid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 </w:t>
                      </w:r>
                      <w:r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>JOSHCLUB 52</w:t>
                      </w:r>
                      <w:r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  <w:vertAlign w:val="superscript"/>
                        </w:rPr>
                        <w:t>ND</w:t>
                      </w:r>
                      <w:r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 xml:space="preserve"> </w:t>
                      </w:r>
                      <w:r w:rsidR="000A700E"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>ST. MANKATO</w:t>
                      </w:r>
                      <w:r w:rsidRPr="004036C9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48"/>
                          <w:szCs w:val="48"/>
                        </w:rPr>
                        <w:t xml:space="preserve"> MS </w:t>
                      </w:r>
                    </w:p>
                    <w:p w14:paraId="74A5C9B0" w14:textId="77777777" w:rsidR="00C43264" w:rsidRPr="004036C9" w:rsidRDefault="00C43264" w:rsidP="00C43264">
                      <w:pPr>
                        <w:rPr>
                          <w:rFonts w:asciiTheme="majorHAnsi" w:hAnsiTheme="majorHAnsi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                </w:t>
                      </w:r>
                      <w:r w:rsid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</w:t>
                      </w:r>
                      <w:r w:rsidRPr="004036C9">
                        <w:rPr>
                          <w:rFonts w:asciiTheme="majorHAnsi" w:hAnsiTheme="majorHAnsi"/>
                          <w:b/>
                          <w:color w:val="C00000"/>
                          <w:sz w:val="48"/>
                          <w:szCs w:val="48"/>
                        </w:rPr>
                        <w:t xml:space="preserve">CONTACT +765467890       </w:t>
                      </w:r>
                    </w:p>
                    <w:p w14:paraId="1737667E" w14:textId="0DAA7EBC" w:rsidR="00C43264" w:rsidRDefault="00C43264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 </w:t>
                      </w:r>
                      <w:r w:rsidR="004036C9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</w:t>
                      </w:r>
                      <w:r w:rsidR="000A700E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                   </w:t>
                      </w:r>
                      <w:r w:rsidRPr="000A700E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 xml:space="preserve">FACEBOOK | TWITTER | INSTAGRAM </w:t>
                      </w:r>
                    </w:p>
                    <w:p w14:paraId="7B297013" w14:textId="0D917AC8" w:rsidR="00AF4921" w:rsidRPr="00AF4921" w:rsidRDefault="00AF4921" w:rsidP="00C43264">
                      <w:pP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        </w:t>
                      </w:r>
                      <w:r w:rsidRPr="00AF4921">
                        <w:rPr>
                          <w:rFonts w:asciiTheme="majorHAnsi" w:hAnsiTheme="majorHAnsi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www.mywordtemplates.org</w:t>
                      </w:r>
                    </w:p>
                    <w:p w14:paraId="4363A57F" w14:textId="77777777" w:rsidR="00C43264" w:rsidRPr="00C43264" w:rsidRDefault="00C43264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93726" wp14:editId="050600DC">
                <wp:simplePos x="0" y="0"/>
                <wp:positionH relativeFrom="column">
                  <wp:posOffset>-676275</wp:posOffset>
                </wp:positionH>
                <wp:positionV relativeFrom="paragraph">
                  <wp:posOffset>9553575</wp:posOffset>
                </wp:positionV>
                <wp:extent cx="7219950" cy="35242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3524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81737" id="Rectangle 8" o:spid="_x0000_s1026" style="position:absolute;margin-left:-53.25pt;margin-top:752.25pt;width:568.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" fillcolor="#0d0d0d [306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57198" wp14:editId="63A0CF70">
                <wp:simplePos x="0" y="0"/>
                <wp:positionH relativeFrom="column">
                  <wp:posOffset>6438900</wp:posOffset>
                </wp:positionH>
                <wp:positionV relativeFrom="paragraph">
                  <wp:posOffset>-914400</wp:posOffset>
                </wp:positionV>
                <wp:extent cx="847725" cy="1068705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106870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EE751" id="Rectangle 7" o:spid="_x0000_s1026" style="position:absolute;margin-left:507pt;margin-top:-1in;width:66.75pt;height:84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" fillcolor="#0d0d0d [306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38975" wp14:editId="24F70069">
                <wp:simplePos x="0" y="0"/>
                <wp:positionH relativeFrom="column">
                  <wp:posOffset>-933450</wp:posOffset>
                </wp:positionH>
                <wp:positionV relativeFrom="paragraph">
                  <wp:posOffset>-695325</wp:posOffset>
                </wp:positionV>
                <wp:extent cx="257175" cy="1053465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05346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6BE14" id="Rectangle 6" o:spid="_x0000_s1026" style="position:absolute;margin-left:-73.5pt;margin-top:-54.75pt;width:20.25pt;height:82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" fillcolor="#0d0d0d [306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D164C" wp14:editId="59D1B492">
                <wp:simplePos x="0" y="0"/>
                <wp:positionH relativeFrom="column">
                  <wp:posOffset>-933450</wp:posOffset>
                </wp:positionH>
                <wp:positionV relativeFrom="paragraph">
                  <wp:posOffset>-914400</wp:posOffset>
                </wp:positionV>
                <wp:extent cx="7581900" cy="2190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190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2EA3C" id="Rectangle 5" o:spid="_x0000_s1026" style="position:absolute;margin-left:-73.5pt;margin-top:-1in;width:597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" fillcolor="#0d0d0d [306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D3A0F" wp14:editId="481F811F">
                <wp:simplePos x="0" y="0"/>
                <wp:positionH relativeFrom="column">
                  <wp:posOffset>-790575</wp:posOffset>
                </wp:positionH>
                <wp:positionV relativeFrom="paragraph">
                  <wp:posOffset>-695325</wp:posOffset>
                </wp:positionV>
                <wp:extent cx="7286625" cy="230505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6625" cy="230505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662D8" w14:textId="77777777" w:rsidR="004036C9" w:rsidRPr="004036C9" w:rsidRDefault="004036C9">
                            <w:pPr>
                              <w:rPr>
                                <w:rFonts w:ascii="Monotype Corsiva" w:hAnsi="Monotype Corsiva"/>
                                <w:b/>
                                <w:color w:val="C00000"/>
                                <w:sz w:val="144"/>
                                <w:szCs w:val="144"/>
                              </w:rPr>
                            </w:pPr>
                            <w:r w:rsidRPr="004036C9">
                              <w:rPr>
                                <w:rFonts w:ascii="Monotype Corsiva" w:hAnsi="Monotype Corsiva"/>
                                <w:b/>
                                <w:color w:val="C00000"/>
                                <w:sz w:val="144"/>
                                <w:szCs w:val="144"/>
                              </w:rPr>
                              <w:t>Bowling Tournament</w:t>
                            </w:r>
                            <w:r w:rsidRPr="004036C9">
                              <w:rPr>
                                <w:rFonts w:ascii="Monotype Corsiva" w:hAnsi="Monotype Corsiva"/>
                                <w:b/>
                                <w:sz w:val="144"/>
                                <w:szCs w:val="144"/>
                              </w:rPr>
                              <w:br/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color w:val="C00000"/>
                                <w:sz w:val="144"/>
                                <w:szCs w:val="144"/>
                              </w:rPr>
                              <w:t xml:space="preserve">             </w:t>
                            </w:r>
                            <w:r w:rsidRPr="004036C9">
                              <w:rPr>
                                <w:rFonts w:ascii="Monotype Corsiva" w:hAnsi="Monotype Corsiva"/>
                                <w:b/>
                                <w:color w:val="C00000"/>
                                <w:sz w:val="144"/>
                                <w:szCs w:val="144"/>
                              </w:rPr>
                              <w:t xml:space="preserve">Party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D3A0F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8" type="#_x0000_t109" style="position:absolute;margin-left:-62.25pt;margin-top:-54.75pt;width:573.75pt;height:1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" filled="f" stroked="f">
                <v:textbox>
                  <w:txbxContent>
                    <w:p w14:paraId="479662D8" w14:textId="77777777" w:rsidR="004036C9" w:rsidRPr="004036C9" w:rsidRDefault="004036C9">
                      <w:pPr>
                        <w:rPr>
                          <w:rFonts w:ascii="Monotype Corsiva" w:hAnsi="Monotype Corsiva"/>
                          <w:b/>
                          <w:color w:val="C00000"/>
                          <w:sz w:val="144"/>
                          <w:szCs w:val="144"/>
                        </w:rPr>
                      </w:pPr>
                      <w:r w:rsidRPr="004036C9">
                        <w:rPr>
                          <w:rFonts w:ascii="Monotype Corsiva" w:hAnsi="Monotype Corsiva"/>
                          <w:b/>
                          <w:color w:val="C00000"/>
                          <w:sz w:val="144"/>
                          <w:szCs w:val="144"/>
                        </w:rPr>
                        <w:t>Bowling Tournament</w:t>
                      </w:r>
                      <w:r w:rsidRPr="004036C9">
                        <w:rPr>
                          <w:rFonts w:ascii="Monotype Corsiva" w:hAnsi="Monotype Corsiva"/>
                          <w:b/>
                          <w:sz w:val="144"/>
                          <w:szCs w:val="144"/>
                        </w:rPr>
                        <w:br/>
                      </w:r>
                      <w:r>
                        <w:rPr>
                          <w:rFonts w:ascii="Monotype Corsiva" w:hAnsi="Monotype Corsiva"/>
                          <w:b/>
                          <w:color w:val="C00000"/>
                          <w:sz w:val="144"/>
                          <w:szCs w:val="144"/>
                        </w:rPr>
                        <w:t xml:space="preserve">             </w:t>
                      </w:r>
                      <w:r w:rsidRPr="004036C9">
                        <w:rPr>
                          <w:rFonts w:ascii="Monotype Corsiva" w:hAnsi="Monotype Corsiva"/>
                          <w:b/>
                          <w:color w:val="C00000"/>
                          <w:sz w:val="144"/>
                          <w:szCs w:val="144"/>
                        </w:rPr>
                        <w:t xml:space="preserve">Party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94ED8" wp14:editId="44D053EA">
                <wp:simplePos x="0" y="0"/>
                <wp:positionH relativeFrom="column">
                  <wp:posOffset>-933450</wp:posOffset>
                </wp:positionH>
                <wp:positionV relativeFrom="paragraph">
                  <wp:posOffset>-914400</wp:posOffset>
                </wp:positionV>
                <wp:extent cx="7581900" cy="106870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10687050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00AEE" id="Rectangle 2" o:spid="_x0000_s1026" style="position:absolute;margin-left:-73.5pt;margin-top:-1in;width:597pt;height:84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">
                <v:fill r:id="rId5" o:title="" recolor="t" type="frame"/>
              </v:rect>
            </w:pict>
          </mc:Fallback>
        </mc:AlternateContent>
      </w:r>
    </w:p>
    <w:sectPr w:rsidR="000E56ED" w:rsidSect="004036C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3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0E"/>
    <w:rsid w:val="000A700E"/>
    <w:rsid w:val="000E263E"/>
    <w:rsid w:val="004036C9"/>
    <w:rsid w:val="00506537"/>
    <w:rsid w:val="0079279D"/>
    <w:rsid w:val="009A588C"/>
    <w:rsid w:val="00AF4921"/>
    <w:rsid w:val="00C43264"/>
    <w:rsid w:val="00F3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5DFF"/>
  <w15:docId w15:val="{28549EC2-891A-4727-94E2-02874340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tournament%20templates.zip\Tournamen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Tournament 1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2020-11-05T13:06:00Z</dcterms:created>
  <dcterms:modified xsi:type="dcterms:W3CDTF">2020-11-05T14:54:00Z</dcterms:modified>
</cp:coreProperties>
</file>