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86165F" w14:textId="4190398D" w:rsidR="000E56ED" w:rsidRDefault="005C38C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A7A261" wp14:editId="0ECF4B80">
                <wp:simplePos x="0" y="0"/>
                <wp:positionH relativeFrom="column">
                  <wp:posOffset>-781050</wp:posOffset>
                </wp:positionH>
                <wp:positionV relativeFrom="paragraph">
                  <wp:posOffset>4539615</wp:posOffset>
                </wp:positionV>
                <wp:extent cx="4267200" cy="4023360"/>
                <wp:effectExtent l="0" t="0" r="0" b="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67200" cy="402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AD9FCE" w14:textId="77777777" w:rsidR="00A724B3" w:rsidRPr="0076722F" w:rsidRDefault="00A724B3" w:rsidP="00A724B3">
                            <w:pPr>
                              <w:rPr>
                                <w:rFonts w:ascii="Bahnschrift Light" w:hAnsi="Bahnschrift Light"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Bahnschrift Light" w:hAnsi="Bahnschrift Light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            </w:t>
                            </w:r>
                            <w:r w:rsidR="0076722F">
                              <w:rPr>
                                <w:rFonts w:ascii="Bahnschrift Light" w:hAnsi="Bahnschrift Light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 </w:t>
                            </w:r>
                            <w:r w:rsidRPr="0076722F">
                              <w:rPr>
                                <w:rFonts w:ascii="Bahnschrift Light" w:hAnsi="Bahnschrift Light"/>
                                <w:color w:val="FF0000"/>
                                <w:sz w:val="36"/>
                                <w:szCs w:val="36"/>
                              </w:rPr>
                              <w:t>FRIDAY &lt;13.05.202</w:t>
                            </w:r>
                            <w:r w:rsidR="0076722F" w:rsidRPr="0076722F">
                              <w:rPr>
                                <w:rFonts w:ascii="Bahnschrift Light" w:hAnsi="Bahnschrift Light"/>
                                <w:color w:val="FF0000"/>
                                <w:sz w:val="36"/>
                                <w:szCs w:val="36"/>
                              </w:rPr>
                              <w:t>0</w:t>
                            </w:r>
                            <w:r w:rsidRPr="0076722F">
                              <w:rPr>
                                <w:rFonts w:ascii="Bahnschrift Light" w:hAnsi="Bahnschrift Light"/>
                                <w:color w:val="FF0000"/>
                                <w:sz w:val="36"/>
                                <w:szCs w:val="36"/>
                              </w:rPr>
                              <w:t>&gt;</w:t>
                            </w:r>
                          </w:p>
                          <w:p w14:paraId="7CD84413" w14:textId="77777777" w:rsidR="00A724B3" w:rsidRPr="0076722F" w:rsidRDefault="00A724B3" w:rsidP="00A724B3">
                            <w:pPr>
                              <w:rPr>
                                <w:rFonts w:ascii="Bahnschrift Light" w:hAnsi="Bahnschrift Light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76722F">
                              <w:rPr>
                                <w:rFonts w:ascii="Bahnschrift Light" w:hAnsi="Bahnschrift Light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           DOORS OPEN AT 10PM</w:t>
                            </w:r>
                          </w:p>
                          <w:p w14:paraId="0FB88D7C" w14:textId="00BD923C" w:rsidR="00A724B3" w:rsidRPr="0076722F" w:rsidRDefault="00A724B3" w:rsidP="00A724B3">
                            <w:pPr>
                              <w:rPr>
                                <w:rFonts w:ascii="Bahnschrift Light" w:hAnsi="Bahnschrift Light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76722F">
                              <w:rPr>
                                <w:rFonts w:ascii="Bahnschrift Light" w:hAnsi="Bahnschrift Light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FREE for LADIES </w:t>
                            </w:r>
                            <w:r w:rsidR="005C38C6">
                              <w:rPr>
                                <w:rFonts w:ascii="Bahnschrift Light" w:hAnsi="Bahnschrift Light"/>
                                <w:color w:val="FFFFFF" w:themeColor="background1"/>
                                <w:sz w:val="36"/>
                                <w:szCs w:val="36"/>
                              </w:rPr>
                              <w:t>B</w:t>
                            </w:r>
                            <w:r w:rsidRPr="0076722F">
                              <w:rPr>
                                <w:rFonts w:ascii="Bahnschrift Light" w:hAnsi="Bahnschrift Light"/>
                                <w:color w:val="FFFFFF" w:themeColor="background1"/>
                                <w:sz w:val="36"/>
                                <w:szCs w:val="36"/>
                              </w:rPr>
                              <w:t>efore 12 MIDNIGHT</w:t>
                            </w:r>
                          </w:p>
                          <w:p w14:paraId="36188CEA" w14:textId="77777777" w:rsidR="00A724B3" w:rsidRPr="0076722F" w:rsidRDefault="00A724B3" w:rsidP="00A724B3">
                            <w:pPr>
                              <w:rPr>
                                <w:rFonts w:ascii="Bahnschrift Light" w:hAnsi="Bahnschrift Light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76722F">
                              <w:rPr>
                                <w:rFonts w:ascii="Bahnschrift Light" w:hAnsi="Bahnschrift Light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                  MUSIC BY</w:t>
                            </w:r>
                          </w:p>
                          <w:p w14:paraId="66E2AFB1" w14:textId="77777777" w:rsidR="00A724B3" w:rsidRPr="0076722F" w:rsidRDefault="00A724B3" w:rsidP="00A724B3">
                            <w:pPr>
                              <w:rPr>
                                <w:rFonts w:ascii="Bahnschrift Light" w:hAnsi="Bahnschrift Light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76722F">
                              <w:rPr>
                                <w:rFonts w:ascii="Bahnschrift Light" w:hAnsi="Bahnschrift Light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         DJ RIVER | DJ GHOST</w:t>
                            </w:r>
                          </w:p>
                          <w:p w14:paraId="217B0C78" w14:textId="77777777" w:rsidR="00A724B3" w:rsidRPr="0076722F" w:rsidRDefault="00A724B3" w:rsidP="00A724B3">
                            <w:pPr>
                              <w:rPr>
                                <w:rFonts w:ascii="Bahnschrift Light" w:hAnsi="Bahnschrift Light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76722F">
                              <w:rPr>
                                <w:rFonts w:ascii="Bahnschrift Light" w:hAnsi="Bahnschrift Light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          25 ADULTS | 20 KIDS</w:t>
                            </w:r>
                          </w:p>
                          <w:p w14:paraId="089A120B" w14:textId="77777777" w:rsidR="00A724B3" w:rsidRPr="0076722F" w:rsidRDefault="00A724B3" w:rsidP="00A724B3">
                            <w:pPr>
                              <w:rPr>
                                <w:rFonts w:ascii="Bahnschrift Light" w:hAnsi="Bahnschrift Light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76722F">
                              <w:rPr>
                                <w:rFonts w:ascii="Bahnschrift Light" w:hAnsi="Bahnschrift Light"/>
                                <w:color w:val="FF0000"/>
                                <w:sz w:val="36"/>
                                <w:szCs w:val="36"/>
                              </w:rPr>
                              <w:t>$5 ENTRY | $3 PARKING | 2 DRINKS</w:t>
                            </w:r>
                          </w:p>
                          <w:p w14:paraId="19B2D730" w14:textId="5B8447E8" w:rsidR="00A724B3" w:rsidRPr="005C38C6" w:rsidRDefault="00A724B3">
                            <w:pPr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7CC76452" w14:textId="0A239653" w:rsidR="005C38C6" w:rsidRPr="005C38C6" w:rsidRDefault="005C38C6">
                            <w:pPr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5C38C6"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  <w:t>www.mywordtemplates.org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A7A261" id="Rectangle 5" o:spid="_x0000_s1026" style="position:absolute;margin-left:-61.5pt;margin-top:357.45pt;width:336pt;height:316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" filled="f" stroked="f">
                <v:textbox>
                  <w:txbxContent>
                    <w:p w14:paraId="01AD9FCE" w14:textId="77777777" w:rsidR="00A724B3" w:rsidRPr="0076722F" w:rsidRDefault="00A724B3" w:rsidP="00A724B3">
                      <w:pPr>
                        <w:rPr>
                          <w:rFonts w:ascii="Bahnschrift Light" w:hAnsi="Bahnschrift Light"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rFonts w:ascii="Bahnschrift Light" w:hAnsi="Bahnschrift Light"/>
                          <w:color w:val="FFFFFF" w:themeColor="background1"/>
                          <w:sz w:val="36"/>
                          <w:szCs w:val="36"/>
                        </w:rPr>
                        <w:t xml:space="preserve">             </w:t>
                      </w:r>
                      <w:r w:rsidR="0076722F">
                        <w:rPr>
                          <w:rFonts w:ascii="Bahnschrift Light" w:hAnsi="Bahnschrift Light"/>
                          <w:color w:val="FFFFFF" w:themeColor="background1"/>
                          <w:sz w:val="36"/>
                          <w:szCs w:val="36"/>
                        </w:rPr>
                        <w:t xml:space="preserve">  </w:t>
                      </w:r>
                      <w:r w:rsidRPr="0076722F">
                        <w:rPr>
                          <w:rFonts w:ascii="Bahnschrift Light" w:hAnsi="Bahnschrift Light"/>
                          <w:color w:val="FF0000"/>
                          <w:sz w:val="36"/>
                          <w:szCs w:val="36"/>
                        </w:rPr>
                        <w:t>FRIDAY &lt;13.05.202</w:t>
                      </w:r>
                      <w:r w:rsidR="0076722F" w:rsidRPr="0076722F">
                        <w:rPr>
                          <w:rFonts w:ascii="Bahnschrift Light" w:hAnsi="Bahnschrift Light"/>
                          <w:color w:val="FF0000"/>
                          <w:sz w:val="36"/>
                          <w:szCs w:val="36"/>
                        </w:rPr>
                        <w:t>0</w:t>
                      </w:r>
                      <w:r w:rsidRPr="0076722F">
                        <w:rPr>
                          <w:rFonts w:ascii="Bahnschrift Light" w:hAnsi="Bahnschrift Light"/>
                          <w:color w:val="FF0000"/>
                          <w:sz w:val="36"/>
                          <w:szCs w:val="36"/>
                        </w:rPr>
                        <w:t>&gt;</w:t>
                      </w:r>
                    </w:p>
                    <w:p w14:paraId="7CD84413" w14:textId="77777777" w:rsidR="00A724B3" w:rsidRPr="0076722F" w:rsidRDefault="00A724B3" w:rsidP="00A724B3">
                      <w:pPr>
                        <w:rPr>
                          <w:rFonts w:ascii="Bahnschrift Light" w:hAnsi="Bahnschrift Light"/>
                          <w:color w:val="FFFFFF" w:themeColor="background1"/>
                          <w:sz w:val="36"/>
                          <w:szCs w:val="36"/>
                        </w:rPr>
                      </w:pPr>
                      <w:r w:rsidRPr="0076722F">
                        <w:rPr>
                          <w:rFonts w:ascii="Bahnschrift Light" w:hAnsi="Bahnschrift Light"/>
                          <w:color w:val="FFFFFF" w:themeColor="background1"/>
                          <w:sz w:val="36"/>
                          <w:szCs w:val="36"/>
                        </w:rPr>
                        <w:t xml:space="preserve">            DOORS OPEN AT 10PM</w:t>
                      </w:r>
                    </w:p>
                    <w:p w14:paraId="0FB88D7C" w14:textId="00BD923C" w:rsidR="00A724B3" w:rsidRPr="0076722F" w:rsidRDefault="00A724B3" w:rsidP="00A724B3">
                      <w:pPr>
                        <w:rPr>
                          <w:rFonts w:ascii="Bahnschrift Light" w:hAnsi="Bahnschrift Light"/>
                          <w:color w:val="FFFFFF" w:themeColor="background1"/>
                          <w:sz w:val="36"/>
                          <w:szCs w:val="36"/>
                        </w:rPr>
                      </w:pPr>
                      <w:r w:rsidRPr="0076722F">
                        <w:rPr>
                          <w:rFonts w:ascii="Bahnschrift Light" w:hAnsi="Bahnschrift Light"/>
                          <w:color w:val="FFFFFF" w:themeColor="background1"/>
                          <w:sz w:val="36"/>
                          <w:szCs w:val="36"/>
                        </w:rPr>
                        <w:t xml:space="preserve">FREE for LADIES </w:t>
                      </w:r>
                      <w:r w:rsidR="005C38C6">
                        <w:rPr>
                          <w:rFonts w:ascii="Bahnschrift Light" w:hAnsi="Bahnschrift Light"/>
                          <w:color w:val="FFFFFF" w:themeColor="background1"/>
                          <w:sz w:val="36"/>
                          <w:szCs w:val="36"/>
                        </w:rPr>
                        <w:t>B</w:t>
                      </w:r>
                      <w:r w:rsidRPr="0076722F">
                        <w:rPr>
                          <w:rFonts w:ascii="Bahnschrift Light" w:hAnsi="Bahnschrift Light"/>
                          <w:color w:val="FFFFFF" w:themeColor="background1"/>
                          <w:sz w:val="36"/>
                          <w:szCs w:val="36"/>
                        </w:rPr>
                        <w:t>efore 12 MIDNIGHT</w:t>
                      </w:r>
                    </w:p>
                    <w:p w14:paraId="36188CEA" w14:textId="77777777" w:rsidR="00A724B3" w:rsidRPr="0076722F" w:rsidRDefault="00A724B3" w:rsidP="00A724B3">
                      <w:pPr>
                        <w:rPr>
                          <w:rFonts w:ascii="Bahnschrift Light" w:hAnsi="Bahnschrift Light"/>
                          <w:color w:val="FFFFFF" w:themeColor="background1"/>
                          <w:sz w:val="36"/>
                          <w:szCs w:val="36"/>
                        </w:rPr>
                      </w:pPr>
                      <w:r w:rsidRPr="0076722F">
                        <w:rPr>
                          <w:rFonts w:ascii="Bahnschrift Light" w:hAnsi="Bahnschrift Light"/>
                          <w:color w:val="FFFFFF" w:themeColor="background1"/>
                          <w:sz w:val="36"/>
                          <w:szCs w:val="36"/>
                        </w:rPr>
                        <w:t xml:space="preserve">                   MUSIC BY</w:t>
                      </w:r>
                    </w:p>
                    <w:p w14:paraId="66E2AFB1" w14:textId="77777777" w:rsidR="00A724B3" w:rsidRPr="0076722F" w:rsidRDefault="00A724B3" w:rsidP="00A724B3">
                      <w:pPr>
                        <w:rPr>
                          <w:rFonts w:ascii="Bahnschrift Light" w:hAnsi="Bahnschrift Light"/>
                          <w:color w:val="FFFFFF" w:themeColor="background1"/>
                          <w:sz w:val="36"/>
                          <w:szCs w:val="36"/>
                        </w:rPr>
                      </w:pPr>
                      <w:r w:rsidRPr="0076722F">
                        <w:rPr>
                          <w:rFonts w:ascii="Bahnschrift Light" w:hAnsi="Bahnschrift Light"/>
                          <w:color w:val="FFFFFF" w:themeColor="background1"/>
                          <w:sz w:val="36"/>
                          <w:szCs w:val="36"/>
                        </w:rPr>
                        <w:t xml:space="preserve">          DJ RIVER | DJ GHOST</w:t>
                      </w:r>
                    </w:p>
                    <w:p w14:paraId="217B0C78" w14:textId="77777777" w:rsidR="00A724B3" w:rsidRPr="0076722F" w:rsidRDefault="00A724B3" w:rsidP="00A724B3">
                      <w:pPr>
                        <w:rPr>
                          <w:rFonts w:ascii="Bahnschrift Light" w:hAnsi="Bahnschrift Light"/>
                          <w:color w:val="FFFFFF" w:themeColor="background1"/>
                          <w:sz w:val="36"/>
                          <w:szCs w:val="36"/>
                        </w:rPr>
                      </w:pPr>
                      <w:r w:rsidRPr="0076722F">
                        <w:rPr>
                          <w:rFonts w:ascii="Bahnschrift Light" w:hAnsi="Bahnschrift Light"/>
                          <w:color w:val="FFFFFF" w:themeColor="background1"/>
                          <w:sz w:val="36"/>
                          <w:szCs w:val="36"/>
                        </w:rPr>
                        <w:t xml:space="preserve">           25 ADULTS | 20 KIDS</w:t>
                      </w:r>
                    </w:p>
                    <w:p w14:paraId="089A120B" w14:textId="77777777" w:rsidR="00A724B3" w:rsidRPr="0076722F" w:rsidRDefault="00A724B3" w:rsidP="00A724B3">
                      <w:pPr>
                        <w:rPr>
                          <w:rFonts w:ascii="Bahnschrift Light" w:hAnsi="Bahnschrift Light"/>
                          <w:color w:val="FF0000"/>
                          <w:sz w:val="36"/>
                          <w:szCs w:val="36"/>
                        </w:rPr>
                      </w:pPr>
                      <w:r w:rsidRPr="0076722F">
                        <w:rPr>
                          <w:rFonts w:ascii="Bahnschrift Light" w:hAnsi="Bahnschrift Light"/>
                          <w:color w:val="FF0000"/>
                          <w:sz w:val="36"/>
                          <w:szCs w:val="36"/>
                        </w:rPr>
                        <w:t>$5 ENTRY | $3 PARKING | 2 DRINKS</w:t>
                      </w:r>
                    </w:p>
                    <w:p w14:paraId="19B2D730" w14:textId="5B8447E8" w:rsidR="00A724B3" w:rsidRPr="005C38C6" w:rsidRDefault="00A724B3">
                      <w:pPr>
                        <w:rPr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7CC76452" w14:textId="0A239653" w:rsidR="005C38C6" w:rsidRPr="005C38C6" w:rsidRDefault="005C38C6">
                      <w:pPr>
                        <w:rPr>
                          <w:color w:val="FFFFFF" w:themeColor="background1"/>
                          <w:sz w:val="40"/>
                          <w:szCs w:val="40"/>
                        </w:rPr>
                      </w:pPr>
                      <w:r w:rsidRPr="005C38C6">
                        <w:rPr>
                          <w:color w:val="FFFFFF" w:themeColor="background1"/>
                          <w:sz w:val="40"/>
                          <w:szCs w:val="40"/>
                        </w:rPr>
                        <w:t>www.mywordtemplates.org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14F183" wp14:editId="3C5F173C">
                <wp:simplePos x="0" y="0"/>
                <wp:positionH relativeFrom="column">
                  <wp:posOffset>4133850</wp:posOffset>
                </wp:positionH>
                <wp:positionV relativeFrom="paragraph">
                  <wp:posOffset>5419725</wp:posOffset>
                </wp:positionV>
                <wp:extent cx="4419600" cy="3381375"/>
                <wp:effectExtent l="0" t="0" r="0" b="0"/>
                <wp:wrapNone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19600" cy="3381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D2EF98" w14:textId="77777777" w:rsidR="0076722F" w:rsidRPr="0076722F" w:rsidRDefault="0076722F" w:rsidP="00A724B3">
                            <w:pPr>
                              <w:rPr>
                                <w:rFonts w:ascii="Bahnschrift Light" w:hAnsi="Bahnschrift Light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76722F">
                              <w:rPr>
                                <w:rFonts w:ascii="Bahnschrift Light" w:hAnsi="Bahnschrift Light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A724B3" w:rsidRPr="0076722F">
                              <w:rPr>
                                <w:rFonts w:ascii="Bahnschrift Light" w:hAnsi="Bahnschrift Light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   </w:t>
                            </w:r>
                            <w:r w:rsidRPr="0076722F">
                              <w:rPr>
                                <w:rFonts w:ascii="Bahnschrift Light" w:hAnsi="Bahnschrift Light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         OPEN TO EVERYONE</w:t>
                            </w:r>
                          </w:p>
                          <w:p w14:paraId="6D3E5CD4" w14:textId="77777777" w:rsidR="00A724B3" w:rsidRPr="0076722F" w:rsidRDefault="0076722F" w:rsidP="00A724B3">
                            <w:pPr>
                              <w:rPr>
                                <w:rFonts w:ascii="Bahnschrift Light" w:hAnsi="Bahnschrift Light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76722F">
                              <w:rPr>
                                <w:rFonts w:ascii="Bahnschrift Light" w:hAnsi="Bahnschrift Light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         </w:t>
                            </w:r>
                            <w:r w:rsidR="00A724B3" w:rsidRPr="0076722F">
                              <w:rPr>
                                <w:rFonts w:ascii="Bahnschrift Light" w:hAnsi="Bahnschrift Light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A724B3" w:rsidRPr="0076722F">
                              <w:rPr>
                                <w:rFonts w:ascii="Bahnschrift Light" w:hAnsi="Bahnschrift Light"/>
                                <w:color w:val="FF0000"/>
                                <w:sz w:val="36"/>
                                <w:szCs w:val="36"/>
                              </w:rPr>
                              <w:t>$600 PRIZE FOR WINNER</w:t>
                            </w:r>
                          </w:p>
                          <w:p w14:paraId="0C7C3438" w14:textId="77777777" w:rsidR="00A724B3" w:rsidRPr="0076722F" w:rsidRDefault="00A724B3" w:rsidP="00A724B3">
                            <w:pPr>
                              <w:rPr>
                                <w:rFonts w:ascii="Bahnschrift Light" w:hAnsi="Bahnschrift Light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76722F">
                              <w:rPr>
                                <w:rFonts w:ascii="Bahnschrift Light" w:hAnsi="Bahnschrift Light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   ADDRESS | CONTACT </w:t>
                            </w:r>
                            <w:r w:rsidRPr="0076722F">
                              <w:rPr>
                                <w:rFonts w:ascii="Bahnschrift Light" w:hAnsi="Bahnschrift Light"/>
                                <w:color w:val="FF0000"/>
                                <w:sz w:val="36"/>
                                <w:szCs w:val="36"/>
                              </w:rPr>
                              <w:t>+92652827</w:t>
                            </w:r>
                          </w:p>
                          <w:p w14:paraId="13EBFDEC" w14:textId="77777777" w:rsidR="00A724B3" w:rsidRPr="0076722F" w:rsidRDefault="00A724B3" w:rsidP="00A724B3">
                            <w:pPr>
                              <w:rPr>
                                <w:rFonts w:ascii="Bahnschrift Light" w:hAnsi="Bahnschrift Light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76722F">
                              <w:rPr>
                                <w:rFonts w:ascii="Bahnschrift Light" w:hAnsi="Bahnschrift Light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 FACEBOOK | INSTAGRAM | TWITTER</w:t>
                            </w:r>
                          </w:p>
                          <w:p w14:paraId="5F78F557" w14:textId="77777777" w:rsidR="0076722F" w:rsidRPr="0076722F" w:rsidRDefault="0076722F" w:rsidP="00A724B3">
                            <w:pPr>
                              <w:rPr>
                                <w:rFonts w:ascii="Bahnschrift Light" w:hAnsi="Bahnschrift Light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76722F">
                              <w:rPr>
                                <w:rFonts w:ascii="Bahnschrift Light" w:hAnsi="Bahnschrift Light"/>
                                <w:color w:val="FFFFFF" w:themeColor="background1"/>
                                <w:sz w:val="36"/>
                                <w:szCs w:val="36"/>
                              </w:rPr>
                              <w:t>BOOK YOUR FRIEND OR CORPORATE</w:t>
                            </w:r>
                          </w:p>
                          <w:p w14:paraId="3E68E3B2" w14:textId="77777777" w:rsidR="0076722F" w:rsidRPr="0076722F" w:rsidRDefault="0076722F" w:rsidP="00A724B3">
                            <w:pPr>
                              <w:rPr>
                                <w:rFonts w:ascii="Bahnschrift Light" w:hAnsi="Bahnschrift Light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76722F">
                              <w:rPr>
                                <w:rFonts w:ascii="Bahnschrift Light" w:hAnsi="Bahnschrift Light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             HAVE A FUN NIGHT</w:t>
                            </w:r>
                          </w:p>
                          <w:p w14:paraId="58F3FC61" w14:textId="77777777" w:rsidR="00A724B3" w:rsidRDefault="00A724B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14F183" id="Rectangle 6" o:spid="_x0000_s1027" style="position:absolute;margin-left:325.5pt;margin-top:426.75pt;width:348pt;height:26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" filled="f" stroked="f">
                <v:textbox>
                  <w:txbxContent>
                    <w:p w14:paraId="2ED2EF98" w14:textId="77777777" w:rsidR="0076722F" w:rsidRPr="0076722F" w:rsidRDefault="0076722F" w:rsidP="00A724B3">
                      <w:pPr>
                        <w:rPr>
                          <w:rFonts w:ascii="Bahnschrift Light" w:hAnsi="Bahnschrift Light"/>
                          <w:color w:val="FFFFFF" w:themeColor="background1"/>
                          <w:sz w:val="36"/>
                          <w:szCs w:val="36"/>
                        </w:rPr>
                      </w:pPr>
                      <w:r w:rsidRPr="0076722F">
                        <w:rPr>
                          <w:rFonts w:ascii="Bahnschrift Light" w:hAnsi="Bahnschrift Light"/>
                          <w:color w:val="FFFFFF" w:themeColor="background1"/>
                          <w:sz w:val="36"/>
                          <w:szCs w:val="36"/>
                        </w:rPr>
                        <w:t xml:space="preserve"> </w:t>
                      </w:r>
                      <w:r w:rsidR="00A724B3" w:rsidRPr="0076722F">
                        <w:rPr>
                          <w:rFonts w:ascii="Bahnschrift Light" w:hAnsi="Bahnschrift Light"/>
                          <w:color w:val="FFFFFF" w:themeColor="background1"/>
                          <w:sz w:val="36"/>
                          <w:szCs w:val="36"/>
                        </w:rPr>
                        <w:t xml:space="preserve">    </w:t>
                      </w:r>
                      <w:r w:rsidRPr="0076722F">
                        <w:rPr>
                          <w:rFonts w:ascii="Bahnschrift Light" w:hAnsi="Bahnschrift Light"/>
                          <w:color w:val="FFFFFF" w:themeColor="background1"/>
                          <w:sz w:val="36"/>
                          <w:szCs w:val="36"/>
                        </w:rPr>
                        <w:t xml:space="preserve">          OPEN TO EVERYONE</w:t>
                      </w:r>
                    </w:p>
                    <w:p w14:paraId="6D3E5CD4" w14:textId="77777777" w:rsidR="00A724B3" w:rsidRPr="0076722F" w:rsidRDefault="0076722F" w:rsidP="00A724B3">
                      <w:pPr>
                        <w:rPr>
                          <w:rFonts w:ascii="Bahnschrift Light" w:hAnsi="Bahnschrift Light"/>
                          <w:color w:val="FF0000"/>
                          <w:sz w:val="36"/>
                          <w:szCs w:val="36"/>
                        </w:rPr>
                      </w:pPr>
                      <w:r w:rsidRPr="0076722F">
                        <w:rPr>
                          <w:rFonts w:ascii="Bahnschrift Light" w:hAnsi="Bahnschrift Light"/>
                          <w:color w:val="FFFFFF" w:themeColor="background1"/>
                          <w:sz w:val="36"/>
                          <w:szCs w:val="36"/>
                        </w:rPr>
                        <w:t xml:space="preserve">          </w:t>
                      </w:r>
                      <w:r w:rsidR="00A724B3" w:rsidRPr="0076722F">
                        <w:rPr>
                          <w:rFonts w:ascii="Bahnschrift Light" w:hAnsi="Bahnschrift Light"/>
                          <w:color w:val="FFFFFF" w:themeColor="background1"/>
                          <w:sz w:val="36"/>
                          <w:szCs w:val="36"/>
                        </w:rPr>
                        <w:t xml:space="preserve"> </w:t>
                      </w:r>
                      <w:r w:rsidR="00A724B3" w:rsidRPr="0076722F">
                        <w:rPr>
                          <w:rFonts w:ascii="Bahnschrift Light" w:hAnsi="Bahnschrift Light"/>
                          <w:color w:val="FF0000"/>
                          <w:sz w:val="36"/>
                          <w:szCs w:val="36"/>
                        </w:rPr>
                        <w:t>$600 PRIZE FOR WINNER</w:t>
                      </w:r>
                    </w:p>
                    <w:p w14:paraId="0C7C3438" w14:textId="77777777" w:rsidR="00A724B3" w:rsidRPr="0076722F" w:rsidRDefault="00A724B3" w:rsidP="00A724B3">
                      <w:pPr>
                        <w:rPr>
                          <w:rFonts w:ascii="Bahnschrift Light" w:hAnsi="Bahnschrift Light"/>
                          <w:color w:val="FFFFFF" w:themeColor="background1"/>
                          <w:sz w:val="36"/>
                          <w:szCs w:val="36"/>
                        </w:rPr>
                      </w:pPr>
                      <w:r w:rsidRPr="0076722F">
                        <w:rPr>
                          <w:rFonts w:ascii="Bahnschrift Light" w:hAnsi="Bahnschrift Light"/>
                          <w:color w:val="FFFFFF" w:themeColor="background1"/>
                          <w:sz w:val="36"/>
                          <w:szCs w:val="36"/>
                        </w:rPr>
                        <w:t xml:space="preserve">    ADDRESS | CONTACT </w:t>
                      </w:r>
                      <w:r w:rsidRPr="0076722F">
                        <w:rPr>
                          <w:rFonts w:ascii="Bahnschrift Light" w:hAnsi="Bahnschrift Light"/>
                          <w:color w:val="FF0000"/>
                          <w:sz w:val="36"/>
                          <w:szCs w:val="36"/>
                        </w:rPr>
                        <w:t>+92652827</w:t>
                      </w:r>
                    </w:p>
                    <w:p w14:paraId="13EBFDEC" w14:textId="77777777" w:rsidR="00A724B3" w:rsidRPr="0076722F" w:rsidRDefault="00A724B3" w:rsidP="00A724B3">
                      <w:pPr>
                        <w:rPr>
                          <w:rFonts w:ascii="Bahnschrift Light" w:hAnsi="Bahnschrift Light"/>
                          <w:color w:val="FFFFFF" w:themeColor="background1"/>
                          <w:sz w:val="36"/>
                          <w:szCs w:val="36"/>
                        </w:rPr>
                      </w:pPr>
                      <w:r w:rsidRPr="0076722F">
                        <w:rPr>
                          <w:rFonts w:ascii="Bahnschrift Light" w:hAnsi="Bahnschrift Light"/>
                          <w:color w:val="FFFFFF" w:themeColor="background1"/>
                          <w:sz w:val="36"/>
                          <w:szCs w:val="36"/>
                        </w:rPr>
                        <w:t xml:space="preserve">  FACEBOOK | INSTAGRAM | TWITTER</w:t>
                      </w:r>
                    </w:p>
                    <w:p w14:paraId="5F78F557" w14:textId="77777777" w:rsidR="0076722F" w:rsidRPr="0076722F" w:rsidRDefault="0076722F" w:rsidP="00A724B3">
                      <w:pPr>
                        <w:rPr>
                          <w:rFonts w:ascii="Bahnschrift Light" w:hAnsi="Bahnschrift Light"/>
                          <w:color w:val="FFFFFF" w:themeColor="background1"/>
                          <w:sz w:val="36"/>
                          <w:szCs w:val="36"/>
                        </w:rPr>
                      </w:pPr>
                      <w:r w:rsidRPr="0076722F">
                        <w:rPr>
                          <w:rFonts w:ascii="Bahnschrift Light" w:hAnsi="Bahnschrift Light"/>
                          <w:color w:val="FFFFFF" w:themeColor="background1"/>
                          <w:sz w:val="36"/>
                          <w:szCs w:val="36"/>
                        </w:rPr>
                        <w:t>BOOK YOUR FRIEND OR CORPORATE</w:t>
                      </w:r>
                    </w:p>
                    <w:p w14:paraId="3E68E3B2" w14:textId="77777777" w:rsidR="0076722F" w:rsidRPr="0076722F" w:rsidRDefault="0076722F" w:rsidP="00A724B3">
                      <w:pPr>
                        <w:rPr>
                          <w:rFonts w:ascii="Bahnschrift Light" w:hAnsi="Bahnschrift Light"/>
                          <w:color w:val="FFFFFF" w:themeColor="background1"/>
                          <w:sz w:val="36"/>
                          <w:szCs w:val="36"/>
                        </w:rPr>
                      </w:pPr>
                      <w:r w:rsidRPr="0076722F">
                        <w:rPr>
                          <w:rFonts w:ascii="Bahnschrift Light" w:hAnsi="Bahnschrift Light"/>
                          <w:color w:val="FFFFFF" w:themeColor="background1"/>
                          <w:sz w:val="36"/>
                          <w:szCs w:val="36"/>
                        </w:rPr>
                        <w:t xml:space="preserve">              HAVE A FUN NIGHT</w:t>
                      </w:r>
                    </w:p>
                    <w:p w14:paraId="58F3FC61" w14:textId="77777777" w:rsidR="00A724B3" w:rsidRDefault="00A724B3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281EE81" wp14:editId="023A5ADE">
                <wp:simplePos x="0" y="0"/>
                <wp:positionH relativeFrom="column">
                  <wp:posOffset>-962025</wp:posOffset>
                </wp:positionH>
                <wp:positionV relativeFrom="paragraph">
                  <wp:posOffset>-914400</wp:posOffset>
                </wp:positionV>
                <wp:extent cx="9677400" cy="9563100"/>
                <wp:effectExtent l="9525" t="9525" r="9525" b="952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77400" cy="9563100"/>
                        </a:xfrm>
                        <a:prstGeom prst="rect">
                          <a:avLst/>
                        </a:prstGeom>
                        <a:blipFill dpi="0" rotWithShape="0">
                          <a:blip r:embed="rId4"/>
                          <a:srcRect/>
                          <a:stretch>
                            <a:fillRect/>
                          </a:stretch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18A321" id="Rectangle 2" o:spid="_x0000_s1026" style="position:absolute;margin-left:-75.75pt;margin-top:-1in;width:762pt;height:75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">
                <v:fill r:id="rId5" o:title="" recolor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0D4313" wp14:editId="57D112AE">
                <wp:simplePos x="0" y="0"/>
                <wp:positionH relativeFrom="column">
                  <wp:posOffset>428625</wp:posOffset>
                </wp:positionH>
                <wp:positionV relativeFrom="paragraph">
                  <wp:posOffset>-914400</wp:posOffset>
                </wp:positionV>
                <wp:extent cx="6924675" cy="1162050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24675" cy="1162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66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64A5D0" w14:textId="77777777" w:rsidR="00423003" w:rsidRPr="00423003" w:rsidRDefault="00A724B3">
                            <w:pPr>
                              <w:rPr>
                                <w:rFonts w:ascii="Bahnschrift Light" w:hAnsi="Bahnschrift Light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Bahnschrift Light" w:hAnsi="Bahnschrift Light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 xml:space="preserve">BOWLING </w:t>
                            </w:r>
                            <w:r w:rsidR="00423003" w:rsidRPr="0076722F">
                              <w:rPr>
                                <w:rFonts w:ascii="Bahnschrift Light" w:hAnsi="Bahnschrift Light"/>
                                <w:b/>
                                <w:color w:val="FF0000"/>
                                <w:sz w:val="96"/>
                                <w:szCs w:val="96"/>
                              </w:rPr>
                              <w:t>TOURNAMENT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0D4313" id="Rectangle 3" o:spid="_x0000_s1028" style="position:absolute;margin-left:33.75pt;margin-top:-1in;width:545.25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" filled="f" fillcolor="#f06" stroked="f">
                <v:textbox>
                  <w:txbxContent>
                    <w:p w14:paraId="0464A5D0" w14:textId="77777777" w:rsidR="00423003" w:rsidRPr="00423003" w:rsidRDefault="00A724B3">
                      <w:pPr>
                        <w:rPr>
                          <w:rFonts w:ascii="Bahnschrift Light" w:hAnsi="Bahnschrift Light"/>
                          <w:b/>
                          <w:color w:val="FFFFFF" w:themeColor="background1"/>
                          <w:sz w:val="96"/>
                          <w:szCs w:val="96"/>
                        </w:rPr>
                      </w:pPr>
                      <w:r>
                        <w:rPr>
                          <w:rFonts w:ascii="Bahnschrift Light" w:hAnsi="Bahnschrift Light"/>
                          <w:b/>
                          <w:color w:val="FFFFFF" w:themeColor="background1"/>
                          <w:sz w:val="96"/>
                          <w:szCs w:val="96"/>
                        </w:rPr>
                        <w:t xml:space="preserve">BOWLING </w:t>
                      </w:r>
                      <w:r w:rsidR="00423003" w:rsidRPr="0076722F">
                        <w:rPr>
                          <w:rFonts w:ascii="Bahnschrift Light" w:hAnsi="Bahnschrift Light"/>
                          <w:b/>
                          <w:color w:val="FF0000"/>
                          <w:sz w:val="96"/>
                          <w:szCs w:val="96"/>
                        </w:rPr>
                        <w:t>TOURNAMENT</w:t>
                      </w:r>
                    </w:p>
                  </w:txbxContent>
                </v:textbox>
              </v:rect>
            </w:pict>
          </mc:Fallback>
        </mc:AlternateContent>
      </w:r>
    </w:p>
    <w:sectPr w:rsidR="000E56ED" w:rsidSect="00423003">
      <w:pgSz w:w="15082" w:h="15082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hnschrift 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9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8C6"/>
    <w:rsid w:val="00423003"/>
    <w:rsid w:val="004F7E02"/>
    <w:rsid w:val="005C38C6"/>
    <w:rsid w:val="0076722F"/>
    <w:rsid w:val="0079279D"/>
    <w:rsid w:val="009A588C"/>
    <w:rsid w:val="00A724B3"/>
    <w:rsid w:val="00EA4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006,#f06"/>
    </o:shapedefaults>
    <o:shapelayout v:ext="edit">
      <o:idmap v:ext="edit" data="1"/>
    </o:shapelayout>
  </w:shapeDefaults>
  <w:decimalSymbol w:val="."/>
  <w:listSeparator w:val=","/>
  <w14:docId w14:val="4AFBC5EF"/>
  <w15:docId w15:val="{195FEF36-086A-4664-B675-864792B43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40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AppData\Local\Temp\Temp1_Bowling%20flyer%20templates.zip\Bowling%20flyer%20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Bowling flyer 10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Muhammad Khalid Farooq</cp:lastModifiedBy>
  <cp:revision>1</cp:revision>
  <dcterms:created xsi:type="dcterms:W3CDTF">2020-11-04T19:24:00Z</dcterms:created>
  <dcterms:modified xsi:type="dcterms:W3CDTF">2020-11-04T19:27:00Z</dcterms:modified>
</cp:coreProperties>
</file>