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46125" w14:textId="4E070D58" w:rsidR="000E56ED" w:rsidRDefault="00030DC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EF8608" wp14:editId="2825D271">
                <wp:simplePos x="0" y="0"/>
                <wp:positionH relativeFrom="column">
                  <wp:posOffset>-923925</wp:posOffset>
                </wp:positionH>
                <wp:positionV relativeFrom="paragraph">
                  <wp:posOffset>5591175</wp:posOffset>
                </wp:positionV>
                <wp:extent cx="7820025" cy="3562350"/>
                <wp:effectExtent l="0" t="0" r="0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20025" cy="35623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BF15" w14:textId="77777777" w:rsidR="003F6617" w:rsidRPr="003F6617" w:rsidRDefault="003F6617">
                            <w:pPr>
                              <w:rPr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C00000"/>
                                <w:sz w:val="48"/>
                                <w:szCs w:val="48"/>
                              </w:rPr>
                              <w:t xml:space="preserve">                                      </w:t>
                            </w:r>
                            <w:r w:rsidRPr="003F6617">
                              <w:rPr>
                                <w:color w:val="C00000"/>
                                <w:sz w:val="48"/>
                                <w:szCs w:val="48"/>
                              </w:rPr>
                              <w:t>FRIDAY 12.07.23</w:t>
                            </w:r>
                          </w:p>
                          <w:p w14:paraId="511F35F6" w14:textId="77777777" w:rsidR="003F6617" w:rsidRPr="003F6617" w:rsidRDefault="003F6617">
                            <w:pPr>
                              <w:rPr>
                                <w:color w:val="00206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002060"/>
                                <w:sz w:val="48"/>
                                <w:szCs w:val="48"/>
                              </w:rPr>
                              <w:t xml:space="preserve">                                           </w:t>
                            </w:r>
                            <w:r w:rsidRPr="003F6617">
                              <w:rPr>
                                <w:color w:val="002060"/>
                                <w:sz w:val="48"/>
                                <w:szCs w:val="48"/>
                              </w:rPr>
                              <w:t>MUSIC BY</w:t>
                            </w:r>
                          </w:p>
                          <w:p w14:paraId="3565F416" w14:textId="77777777" w:rsidR="003F6617" w:rsidRPr="003F6617" w:rsidRDefault="003F6617">
                            <w:pPr>
                              <w:rPr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C00000"/>
                                <w:sz w:val="48"/>
                                <w:szCs w:val="48"/>
                              </w:rPr>
                              <w:t xml:space="preserve">                                 </w:t>
                            </w:r>
                            <w:r w:rsidRPr="003F6617">
                              <w:rPr>
                                <w:color w:val="C00000"/>
                                <w:sz w:val="48"/>
                                <w:szCs w:val="48"/>
                              </w:rPr>
                              <w:t>DJ GRAPHIC | DJ RIVER</w:t>
                            </w:r>
                          </w:p>
                          <w:p w14:paraId="2351C20A" w14:textId="77777777" w:rsidR="003F6617" w:rsidRPr="003F6617" w:rsidRDefault="003F6617">
                            <w:pPr>
                              <w:rPr>
                                <w:color w:val="00206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002060"/>
                                <w:sz w:val="48"/>
                                <w:szCs w:val="48"/>
                              </w:rPr>
                              <w:t xml:space="preserve">        </w:t>
                            </w:r>
                            <w:r w:rsidRPr="003F6617">
                              <w:rPr>
                                <w:color w:val="002060"/>
                                <w:sz w:val="48"/>
                                <w:szCs w:val="48"/>
                              </w:rPr>
                              <w:t>FREE FOR LADIES BEFORE 12 MIDNIGHT | FREE DRINKS</w:t>
                            </w:r>
                          </w:p>
                          <w:p w14:paraId="128DCF81" w14:textId="76F1D295" w:rsidR="003F6617" w:rsidRPr="002D2438" w:rsidRDefault="003F6617">
                            <w:pPr>
                              <w:rPr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2D2438">
                              <w:rPr>
                                <w:color w:val="C00000"/>
                                <w:sz w:val="40"/>
                                <w:szCs w:val="40"/>
                              </w:rPr>
                              <w:t xml:space="preserve">                                 </w:t>
                            </w:r>
                            <w:r w:rsidR="002D2438">
                              <w:rPr>
                                <w:color w:val="C00000"/>
                                <w:sz w:val="40"/>
                                <w:szCs w:val="40"/>
                              </w:rPr>
                              <w:t xml:space="preserve">           </w:t>
                            </w:r>
                            <w:r w:rsidRPr="002D2438">
                              <w:rPr>
                                <w:color w:val="C00000"/>
                                <w:sz w:val="40"/>
                                <w:szCs w:val="40"/>
                              </w:rPr>
                              <w:t xml:space="preserve"> DOORS OPEN AT 10PM </w:t>
                            </w:r>
                          </w:p>
                          <w:p w14:paraId="20F43825" w14:textId="3628A7D9" w:rsidR="002D2438" w:rsidRPr="002D2438" w:rsidRDefault="003F6617">
                            <w:pPr>
                              <w:rPr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2D2438">
                              <w:rPr>
                                <w:color w:val="002060"/>
                                <w:sz w:val="40"/>
                                <w:szCs w:val="40"/>
                              </w:rPr>
                              <w:t xml:space="preserve">                               </w:t>
                            </w:r>
                            <w:r w:rsidR="002D2438">
                              <w:rPr>
                                <w:color w:val="002060"/>
                                <w:sz w:val="40"/>
                                <w:szCs w:val="40"/>
                              </w:rPr>
                              <w:t xml:space="preserve">            </w:t>
                            </w:r>
                            <w:r w:rsidRPr="002D2438">
                              <w:rPr>
                                <w:color w:val="002060"/>
                                <w:sz w:val="40"/>
                                <w:szCs w:val="40"/>
                              </w:rPr>
                              <w:t>SPECIAL GIFT FOR WINNE</w:t>
                            </w:r>
                            <w:r w:rsidR="002D2438" w:rsidRPr="002D2438">
                              <w:rPr>
                                <w:color w:val="002060"/>
                                <w:sz w:val="40"/>
                                <w:szCs w:val="40"/>
                              </w:rPr>
                              <w:t xml:space="preserve">  </w:t>
                            </w:r>
                          </w:p>
                          <w:p w14:paraId="3034B823" w14:textId="460BA026" w:rsidR="002D2438" w:rsidRPr="00030DC9" w:rsidRDefault="002D2438">
                            <w:pPr>
                              <w:rPr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2D2438">
                              <w:rPr>
                                <w:color w:val="002060"/>
                                <w:sz w:val="28"/>
                                <w:szCs w:val="28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color w:val="002060"/>
                                <w:sz w:val="28"/>
                                <w:szCs w:val="28"/>
                              </w:rPr>
                              <w:t xml:space="preserve">                        </w:t>
                            </w:r>
                            <w:r w:rsidRPr="00030DC9">
                              <w:rPr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  <w:p w14:paraId="6CBC2B4B" w14:textId="1C3C21CC" w:rsidR="002D2438" w:rsidRPr="003F6617" w:rsidRDefault="002D2438">
                            <w:pPr>
                              <w:rPr>
                                <w:color w:val="002060"/>
                                <w:sz w:val="48"/>
                                <w:szCs w:val="48"/>
                              </w:rPr>
                            </w:pPr>
                            <w:r w:rsidRPr="002D2438">
                              <w:rPr>
                                <w:color w:val="002060"/>
                                <w:sz w:val="28"/>
                                <w:szCs w:val="28"/>
                              </w:rPr>
                              <w:t xml:space="preserve">                               </w:t>
                            </w:r>
                            <w:r w:rsidRPr="002D2438">
                              <w:rPr>
                                <w:color w:val="002060"/>
                                <w:sz w:val="28"/>
                                <w:szCs w:val="28"/>
                              </w:rPr>
                              <w:t>www.mywordtemplates.</w:t>
                            </w:r>
                            <w:r w:rsidRPr="002D2438">
                              <w:rPr>
                                <w:color w:val="002060"/>
                                <w:sz w:val="48"/>
                                <w:szCs w:val="48"/>
                              </w:rPr>
                              <w:t>org</w:t>
                            </w:r>
                          </w:p>
                          <w:p w14:paraId="6C02FFAC" w14:textId="77777777" w:rsidR="003F6617" w:rsidRDefault="003F6617"/>
                          <w:p w14:paraId="4A174A37" w14:textId="77777777" w:rsidR="003F6617" w:rsidRDefault="003F66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EF8608" id="Rectangle 9" o:spid="_x0000_s1026" style="position:absolute;margin-left:-72.75pt;margin-top:440.25pt;width:615.75pt;height:28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" fillcolor="#ffc000" stroked="f">
                <v:textbox>
                  <w:txbxContent>
                    <w:p w14:paraId="0830BF15" w14:textId="77777777" w:rsidR="003F6617" w:rsidRPr="003F6617" w:rsidRDefault="003F6617">
                      <w:pPr>
                        <w:rPr>
                          <w:color w:val="C00000"/>
                          <w:sz w:val="48"/>
                          <w:szCs w:val="48"/>
                        </w:rPr>
                      </w:pPr>
                      <w:r>
                        <w:rPr>
                          <w:color w:val="C00000"/>
                          <w:sz w:val="48"/>
                          <w:szCs w:val="48"/>
                        </w:rPr>
                        <w:t xml:space="preserve">                                      </w:t>
                      </w:r>
                      <w:r w:rsidRPr="003F6617">
                        <w:rPr>
                          <w:color w:val="C00000"/>
                          <w:sz w:val="48"/>
                          <w:szCs w:val="48"/>
                        </w:rPr>
                        <w:t>FRIDAY 12.07.23</w:t>
                      </w:r>
                    </w:p>
                    <w:p w14:paraId="511F35F6" w14:textId="77777777" w:rsidR="003F6617" w:rsidRPr="003F6617" w:rsidRDefault="003F6617">
                      <w:pPr>
                        <w:rPr>
                          <w:color w:val="002060"/>
                          <w:sz w:val="48"/>
                          <w:szCs w:val="48"/>
                        </w:rPr>
                      </w:pPr>
                      <w:r>
                        <w:rPr>
                          <w:color w:val="002060"/>
                          <w:sz w:val="48"/>
                          <w:szCs w:val="48"/>
                        </w:rPr>
                        <w:t xml:space="preserve">                                           </w:t>
                      </w:r>
                      <w:r w:rsidRPr="003F6617">
                        <w:rPr>
                          <w:color w:val="002060"/>
                          <w:sz w:val="48"/>
                          <w:szCs w:val="48"/>
                        </w:rPr>
                        <w:t>MUSIC BY</w:t>
                      </w:r>
                    </w:p>
                    <w:p w14:paraId="3565F416" w14:textId="77777777" w:rsidR="003F6617" w:rsidRPr="003F6617" w:rsidRDefault="003F6617">
                      <w:pPr>
                        <w:rPr>
                          <w:color w:val="C00000"/>
                          <w:sz w:val="48"/>
                          <w:szCs w:val="48"/>
                        </w:rPr>
                      </w:pPr>
                      <w:r>
                        <w:rPr>
                          <w:color w:val="C00000"/>
                          <w:sz w:val="48"/>
                          <w:szCs w:val="48"/>
                        </w:rPr>
                        <w:t xml:space="preserve">                                 </w:t>
                      </w:r>
                      <w:r w:rsidRPr="003F6617">
                        <w:rPr>
                          <w:color w:val="C00000"/>
                          <w:sz w:val="48"/>
                          <w:szCs w:val="48"/>
                        </w:rPr>
                        <w:t>DJ GRAPHIC | DJ RIVER</w:t>
                      </w:r>
                    </w:p>
                    <w:p w14:paraId="2351C20A" w14:textId="77777777" w:rsidR="003F6617" w:rsidRPr="003F6617" w:rsidRDefault="003F6617">
                      <w:pPr>
                        <w:rPr>
                          <w:color w:val="002060"/>
                          <w:sz w:val="48"/>
                          <w:szCs w:val="48"/>
                        </w:rPr>
                      </w:pPr>
                      <w:r>
                        <w:rPr>
                          <w:color w:val="002060"/>
                          <w:sz w:val="48"/>
                          <w:szCs w:val="48"/>
                        </w:rPr>
                        <w:t xml:space="preserve">        </w:t>
                      </w:r>
                      <w:r w:rsidRPr="003F6617">
                        <w:rPr>
                          <w:color w:val="002060"/>
                          <w:sz w:val="48"/>
                          <w:szCs w:val="48"/>
                        </w:rPr>
                        <w:t>FREE FOR LADIES BEFORE 12 MIDNIGHT | FREE DRINKS</w:t>
                      </w:r>
                    </w:p>
                    <w:p w14:paraId="128DCF81" w14:textId="76F1D295" w:rsidR="003F6617" w:rsidRPr="002D2438" w:rsidRDefault="003F6617">
                      <w:pPr>
                        <w:rPr>
                          <w:color w:val="C00000"/>
                          <w:sz w:val="40"/>
                          <w:szCs w:val="40"/>
                        </w:rPr>
                      </w:pPr>
                      <w:r w:rsidRPr="002D2438">
                        <w:rPr>
                          <w:color w:val="C00000"/>
                          <w:sz w:val="40"/>
                          <w:szCs w:val="40"/>
                        </w:rPr>
                        <w:t xml:space="preserve">                                 </w:t>
                      </w:r>
                      <w:r w:rsidR="002D2438">
                        <w:rPr>
                          <w:color w:val="C00000"/>
                          <w:sz w:val="40"/>
                          <w:szCs w:val="40"/>
                        </w:rPr>
                        <w:t xml:space="preserve">           </w:t>
                      </w:r>
                      <w:r w:rsidRPr="002D2438">
                        <w:rPr>
                          <w:color w:val="C00000"/>
                          <w:sz w:val="40"/>
                          <w:szCs w:val="40"/>
                        </w:rPr>
                        <w:t xml:space="preserve"> DOORS OPEN AT 10PM </w:t>
                      </w:r>
                    </w:p>
                    <w:p w14:paraId="20F43825" w14:textId="3628A7D9" w:rsidR="002D2438" w:rsidRPr="002D2438" w:rsidRDefault="003F6617">
                      <w:pPr>
                        <w:rPr>
                          <w:color w:val="002060"/>
                          <w:sz w:val="40"/>
                          <w:szCs w:val="40"/>
                        </w:rPr>
                      </w:pPr>
                      <w:r w:rsidRPr="002D2438">
                        <w:rPr>
                          <w:color w:val="002060"/>
                          <w:sz w:val="40"/>
                          <w:szCs w:val="40"/>
                        </w:rPr>
                        <w:t xml:space="preserve">                               </w:t>
                      </w:r>
                      <w:r w:rsidR="002D2438">
                        <w:rPr>
                          <w:color w:val="002060"/>
                          <w:sz w:val="40"/>
                          <w:szCs w:val="40"/>
                        </w:rPr>
                        <w:t xml:space="preserve">            </w:t>
                      </w:r>
                      <w:r w:rsidRPr="002D2438">
                        <w:rPr>
                          <w:color w:val="002060"/>
                          <w:sz w:val="40"/>
                          <w:szCs w:val="40"/>
                        </w:rPr>
                        <w:t>SPECIAL GIFT FOR WINNE</w:t>
                      </w:r>
                      <w:r w:rsidR="002D2438" w:rsidRPr="002D2438">
                        <w:rPr>
                          <w:color w:val="002060"/>
                          <w:sz w:val="40"/>
                          <w:szCs w:val="40"/>
                        </w:rPr>
                        <w:t xml:space="preserve">  </w:t>
                      </w:r>
                    </w:p>
                    <w:p w14:paraId="3034B823" w14:textId="460BA026" w:rsidR="002D2438" w:rsidRPr="00030DC9" w:rsidRDefault="002D2438">
                      <w:pPr>
                        <w:rPr>
                          <w:color w:val="002060"/>
                          <w:sz w:val="32"/>
                          <w:szCs w:val="32"/>
                        </w:rPr>
                      </w:pPr>
                      <w:r w:rsidRPr="002D2438">
                        <w:rPr>
                          <w:color w:val="002060"/>
                          <w:sz w:val="28"/>
                          <w:szCs w:val="28"/>
                        </w:rPr>
                        <w:t xml:space="preserve">                                        </w:t>
                      </w:r>
                      <w:r>
                        <w:rPr>
                          <w:color w:val="002060"/>
                          <w:sz w:val="28"/>
                          <w:szCs w:val="28"/>
                        </w:rPr>
                        <w:t xml:space="preserve">                        </w:t>
                      </w:r>
                      <w:r w:rsidRPr="00030DC9">
                        <w:rPr>
                          <w:b/>
                          <w:bCs/>
                          <w:color w:val="002060"/>
                          <w:sz w:val="32"/>
                          <w:szCs w:val="32"/>
                        </w:rPr>
                        <w:t>www.mywordtemplates.org</w:t>
                      </w:r>
                    </w:p>
                    <w:p w14:paraId="6CBC2B4B" w14:textId="1C3C21CC" w:rsidR="002D2438" w:rsidRPr="003F6617" w:rsidRDefault="002D2438">
                      <w:pPr>
                        <w:rPr>
                          <w:color w:val="002060"/>
                          <w:sz w:val="48"/>
                          <w:szCs w:val="48"/>
                        </w:rPr>
                      </w:pPr>
                      <w:r w:rsidRPr="002D2438">
                        <w:rPr>
                          <w:color w:val="002060"/>
                          <w:sz w:val="28"/>
                          <w:szCs w:val="28"/>
                        </w:rPr>
                        <w:t xml:space="preserve">                               </w:t>
                      </w:r>
                      <w:r w:rsidRPr="002D2438">
                        <w:rPr>
                          <w:color w:val="002060"/>
                          <w:sz w:val="28"/>
                          <w:szCs w:val="28"/>
                        </w:rPr>
                        <w:t>www.mywordtemplates.</w:t>
                      </w:r>
                      <w:r w:rsidRPr="002D2438">
                        <w:rPr>
                          <w:color w:val="002060"/>
                          <w:sz w:val="48"/>
                          <w:szCs w:val="48"/>
                        </w:rPr>
                        <w:t>org</w:t>
                      </w:r>
                    </w:p>
                    <w:p w14:paraId="6C02FFAC" w14:textId="77777777" w:rsidR="003F6617" w:rsidRDefault="003F6617"/>
                    <w:p w14:paraId="4A174A37" w14:textId="77777777" w:rsidR="003F6617" w:rsidRDefault="003F661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F5C695" wp14:editId="14291003">
                <wp:simplePos x="0" y="0"/>
                <wp:positionH relativeFrom="column">
                  <wp:posOffset>-904875</wp:posOffset>
                </wp:positionH>
                <wp:positionV relativeFrom="paragraph">
                  <wp:posOffset>-704850</wp:posOffset>
                </wp:positionV>
                <wp:extent cx="4476750" cy="256222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256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A9DDB" w14:textId="77777777" w:rsidR="00E96AB2" w:rsidRPr="00E96AB2" w:rsidRDefault="00E96AB2">
                            <w:pPr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       </w:t>
                            </w:r>
                            <w:r w:rsidRPr="00E96AB2"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>PLAYER VS PLAYER</w:t>
                            </w:r>
                          </w:p>
                          <w:p w14:paraId="7456A0EA" w14:textId="77777777" w:rsidR="00E96AB2" w:rsidRPr="00E96AB2" w:rsidRDefault="00E96AB2">
                            <w:pPr>
                              <w:rPr>
                                <w:b/>
                                <w:color w:val="002060"/>
                                <w:sz w:val="48"/>
                                <w:szCs w:val="48"/>
                              </w:rPr>
                            </w:pPr>
                            <w:r w:rsidRPr="00E96AB2">
                              <w:rPr>
                                <w:b/>
                                <w:color w:val="002060"/>
                                <w:sz w:val="48"/>
                                <w:szCs w:val="48"/>
                              </w:rPr>
                              <w:t>KEEP THE BALL AND THE FUN. ROLLING.</w:t>
                            </w:r>
                          </w:p>
                          <w:p w14:paraId="3A68205A" w14:textId="77777777" w:rsidR="00E96AB2" w:rsidRPr="00E96AB2" w:rsidRDefault="00E96AB2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                   </w:t>
                            </w:r>
                            <w:r w:rsidRPr="00E96AB2">
                              <w:rPr>
                                <w:sz w:val="48"/>
                                <w:szCs w:val="48"/>
                              </w:rPr>
                              <w:t>20 KIDS</w:t>
                            </w:r>
                          </w:p>
                          <w:p w14:paraId="47ADF389" w14:textId="77777777" w:rsidR="00E96AB2" w:rsidRPr="00E96AB2" w:rsidRDefault="00E96AB2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                 </w:t>
                            </w:r>
                            <w:r w:rsidRPr="00E96AB2">
                              <w:rPr>
                                <w:sz w:val="48"/>
                                <w:szCs w:val="48"/>
                              </w:rPr>
                              <w:t>20 ADULTS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5C695" id="Rectangle 8" o:spid="_x0000_s1027" style="position:absolute;margin-left:-71.25pt;margin-top:-55.5pt;width:352.5pt;height:20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" filled="f" stroked="f">
                <v:textbox>
                  <w:txbxContent>
                    <w:p w14:paraId="2A0A9DDB" w14:textId="77777777" w:rsidR="00E96AB2" w:rsidRPr="00E96AB2" w:rsidRDefault="00E96AB2">
                      <w:pPr>
                        <w:rPr>
                          <w:b/>
                          <w:color w:val="C00000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C00000"/>
                          <w:sz w:val="48"/>
                          <w:szCs w:val="48"/>
                        </w:rPr>
                        <w:t xml:space="preserve">         </w:t>
                      </w:r>
                      <w:r w:rsidRPr="00E96AB2">
                        <w:rPr>
                          <w:b/>
                          <w:color w:val="C00000"/>
                          <w:sz w:val="48"/>
                          <w:szCs w:val="48"/>
                        </w:rPr>
                        <w:t>PLAYER VS PLAYER</w:t>
                      </w:r>
                    </w:p>
                    <w:p w14:paraId="7456A0EA" w14:textId="77777777" w:rsidR="00E96AB2" w:rsidRPr="00E96AB2" w:rsidRDefault="00E96AB2">
                      <w:pPr>
                        <w:rPr>
                          <w:b/>
                          <w:color w:val="002060"/>
                          <w:sz w:val="48"/>
                          <w:szCs w:val="48"/>
                        </w:rPr>
                      </w:pPr>
                      <w:r w:rsidRPr="00E96AB2">
                        <w:rPr>
                          <w:b/>
                          <w:color w:val="002060"/>
                          <w:sz w:val="48"/>
                          <w:szCs w:val="48"/>
                        </w:rPr>
                        <w:t>KEEP THE BALL AND THE FUN. ROLLING.</w:t>
                      </w:r>
                    </w:p>
                    <w:p w14:paraId="3A68205A" w14:textId="77777777" w:rsidR="00E96AB2" w:rsidRPr="00E96AB2" w:rsidRDefault="00E96AB2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                   </w:t>
                      </w:r>
                      <w:r w:rsidRPr="00E96AB2">
                        <w:rPr>
                          <w:sz w:val="48"/>
                          <w:szCs w:val="48"/>
                        </w:rPr>
                        <w:t>20 KIDS</w:t>
                      </w:r>
                    </w:p>
                    <w:p w14:paraId="47ADF389" w14:textId="77777777" w:rsidR="00E96AB2" w:rsidRPr="00E96AB2" w:rsidRDefault="00E96AB2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                 </w:t>
                      </w:r>
                      <w:r w:rsidRPr="00E96AB2">
                        <w:rPr>
                          <w:sz w:val="48"/>
                          <w:szCs w:val="48"/>
                        </w:rPr>
                        <w:t>20 ADULTS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D02E9F" wp14:editId="09894D74">
                <wp:simplePos x="0" y="0"/>
                <wp:positionH relativeFrom="column">
                  <wp:posOffset>4343400</wp:posOffset>
                </wp:positionH>
                <wp:positionV relativeFrom="paragraph">
                  <wp:posOffset>-266700</wp:posOffset>
                </wp:positionV>
                <wp:extent cx="1981200" cy="1800225"/>
                <wp:effectExtent l="0" t="0" r="0" b="0"/>
                <wp:wrapNone/>
                <wp:docPr id="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180022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4B7D0" w14:textId="77777777" w:rsidR="00E96AB2" w:rsidRPr="00E96AB2" w:rsidRDefault="00E96AB2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E96AB2">
                              <w:rPr>
                                <w:sz w:val="72"/>
                                <w:szCs w:val="72"/>
                              </w:rPr>
                              <w:t xml:space="preserve">ENTRY </w:t>
                            </w:r>
                          </w:p>
                          <w:p w14:paraId="402C8C3E" w14:textId="77777777" w:rsidR="00E96AB2" w:rsidRPr="00E96AB2" w:rsidRDefault="00E96AB2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 xml:space="preserve">    </w:t>
                            </w:r>
                            <w:r w:rsidRPr="00E96AB2">
                              <w:rPr>
                                <w:sz w:val="72"/>
                                <w:szCs w:val="72"/>
                              </w:rPr>
                              <w:t>$5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D02E9F" id="Oval 7" o:spid="_x0000_s1028" style="position:absolute;margin-left:342pt;margin-top:-21pt;width:156pt;height:14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" fillcolor="#c00000" stroked="f">
                <v:textbox>
                  <w:txbxContent>
                    <w:p w14:paraId="6EA4B7D0" w14:textId="77777777" w:rsidR="00E96AB2" w:rsidRPr="00E96AB2" w:rsidRDefault="00E96AB2">
                      <w:pPr>
                        <w:rPr>
                          <w:sz w:val="72"/>
                          <w:szCs w:val="72"/>
                        </w:rPr>
                      </w:pPr>
                      <w:r w:rsidRPr="00E96AB2">
                        <w:rPr>
                          <w:sz w:val="72"/>
                          <w:szCs w:val="72"/>
                        </w:rPr>
                        <w:t xml:space="preserve">ENTRY </w:t>
                      </w:r>
                    </w:p>
                    <w:p w14:paraId="402C8C3E" w14:textId="77777777" w:rsidR="00E96AB2" w:rsidRPr="00E96AB2" w:rsidRDefault="00E96AB2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 xml:space="preserve">    </w:t>
                      </w:r>
                      <w:r w:rsidRPr="00E96AB2">
                        <w:rPr>
                          <w:sz w:val="72"/>
                          <w:szCs w:val="72"/>
                        </w:rPr>
                        <w:t>$5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998A90" wp14:editId="379CF580">
                <wp:simplePos x="0" y="0"/>
                <wp:positionH relativeFrom="column">
                  <wp:posOffset>3648075</wp:posOffset>
                </wp:positionH>
                <wp:positionV relativeFrom="paragraph">
                  <wp:posOffset>4286250</wp:posOffset>
                </wp:positionV>
                <wp:extent cx="3200400" cy="228600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286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323EA" id="Rectangle 6" o:spid="_x0000_s1026" style="position:absolute;margin-left:287.25pt;margin-top:337.5pt;width:252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" fillcolor="#00206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659971" wp14:editId="4F3D7466">
                <wp:simplePos x="0" y="0"/>
                <wp:positionH relativeFrom="column">
                  <wp:posOffset>3648075</wp:posOffset>
                </wp:positionH>
                <wp:positionV relativeFrom="paragraph">
                  <wp:posOffset>2314575</wp:posOffset>
                </wp:positionV>
                <wp:extent cx="3200400" cy="29337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2A356" w14:textId="77777777" w:rsidR="00E96AB2" w:rsidRPr="00E96AB2" w:rsidRDefault="00E96AB2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 </w:t>
                            </w:r>
                            <w:r w:rsidRPr="00E96AB2"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BOWLING</w:t>
                            </w:r>
                          </w:p>
                          <w:p w14:paraId="7BA11F89" w14:textId="77777777" w:rsidR="00E96AB2" w:rsidRDefault="00E96AB2">
                            <w:pPr>
                              <w:rPr>
                                <w:rFonts w:cstheme="minorHAnsi"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cstheme="minorHAnsi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      </w:t>
                            </w:r>
                            <w:r w:rsidRPr="00E96AB2">
                              <w:rPr>
                                <w:rFonts w:cstheme="minorHAnsi"/>
                                <w:color w:val="FFFFFF" w:themeColor="background1"/>
                                <w:sz w:val="52"/>
                                <w:szCs w:val="52"/>
                              </w:rPr>
                              <w:t>TOURNAMENT</w:t>
                            </w:r>
                          </w:p>
                          <w:p w14:paraId="6F43D05D" w14:textId="77777777" w:rsidR="00E96AB2" w:rsidRPr="00E96AB2" w:rsidRDefault="00E96AB2">
                            <w:pPr>
                              <w:rPr>
                                <w:rFonts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Pr="00E96AB2">
                              <w:rPr>
                                <w:rFonts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  <w:t>enjoy the moment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659971" id="Rectangle 5" o:spid="_x0000_s1029" style="position:absolute;margin-left:287.25pt;margin-top:182.25pt;width:252pt;height:23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" filled="f" stroked="f">
                <v:textbox>
                  <w:txbxContent>
                    <w:p w14:paraId="72E2A356" w14:textId="77777777" w:rsidR="00E96AB2" w:rsidRPr="00E96AB2" w:rsidRDefault="00E96AB2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  </w:t>
                      </w:r>
                      <w:r w:rsidRPr="00E96AB2"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BOWLING</w:t>
                      </w:r>
                    </w:p>
                    <w:p w14:paraId="7BA11F89" w14:textId="77777777" w:rsidR="00E96AB2" w:rsidRDefault="00E96AB2">
                      <w:pPr>
                        <w:rPr>
                          <w:rFonts w:cstheme="minorHAnsi"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cstheme="minorHAnsi"/>
                          <w:color w:val="FFFFFF" w:themeColor="background1"/>
                          <w:sz w:val="52"/>
                          <w:szCs w:val="52"/>
                        </w:rPr>
                        <w:t xml:space="preserve">       </w:t>
                      </w:r>
                      <w:r w:rsidRPr="00E96AB2">
                        <w:rPr>
                          <w:rFonts w:cstheme="minorHAnsi"/>
                          <w:color w:val="FFFFFF" w:themeColor="background1"/>
                          <w:sz w:val="52"/>
                          <w:szCs w:val="52"/>
                        </w:rPr>
                        <w:t>TOURNAMENT</w:t>
                      </w:r>
                    </w:p>
                    <w:p w14:paraId="6F43D05D" w14:textId="77777777" w:rsidR="00E96AB2" w:rsidRPr="00E96AB2" w:rsidRDefault="00E96AB2">
                      <w:pPr>
                        <w:rPr>
                          <w:rFonts w:cstheme="minorHAnsi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color w:val="FFFFFF" w:themeColor="background1"/>
                          <w:sz w:val="36"/>
                          <w:szCs w:val="36"/>
                        </w:rPr>
                        <w:t xml:space="preserve">             </w:t>
                      </w:r>
                      <w:r w:rsidRPr="00E96AB2">
                        <w:rPr>
                          <w:rFonts w:cstheme="minorHAnsi"/>
                          <w:color w:val="FFFFFF" w:themeColor="background1"/>
                          <w:sz w:val="36"/>
                          <w:szCs w:val="36"/>
                        </w:rPr>
                        <w:t>enjoy the moment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C69CF" wp14:editId="345C25C9">
                <wp:simplePos x="0" y="0"/>
                <wp:positionH relativeFrom="column">
                  <wp:posOffset>-971550</wp:posOffset>
                </wp:positionH>
                <wp:positionV relativeFrom="paragraph">
                  <wp:posOffset>5353050</wp:posOffset>
                </wp:positionV>
                <wp:extent cx="7867650" cy="238125"/>
                <wp:effectExtent l="9525" t="9525" r="952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0" cy="2381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B0FB2" id="Rectangle 4" o:spid="_x0000_s1026" style="position:absolute;margin-left:-76.5pt;margin-top:421.5pt;width:619.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" fillcolor="#002060" strokecolor="#00206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33D0EF" wp14:editId="299D30FA">
                <wp:simplePos x="0" y="0"/>
                <wp:positionH relativeFrom="column">
                  <wp:posOffset>3648075</wp:posOffset>
                </wp:positionH>
                <wp:positionV relativeFrom="paragraph">
                  <wp:posOffset>2038350</wp:posOffset>
                </wp:positionV>
                <wp:extent cx="3248025" cy="200025"/>
                <wp:effectExtent l="9525" t="9525" r="9525" b="95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2000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8C0A5" id="Rectangle 3" o:spid="_x0000_s1026" style="position:absolute;margin-left:287.25pt;margin-top:160.5pt;width:255.7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" fillcolor="#002060" strokecolor="#00206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E35D80" wp14:editId="4EEAC11F">
                <wp:simplePos x="0" y="0"/>
                <wp:positionH relativeFrom="column">
                  <wp:posOffset>-971550</wp:posOffset>
                </wp:positionH>
                <wp:positionV relativeFrom="paragraph">
                  <wp:posOffset>2314575</wp:posOffset>
                </wp:positionV>
                <wp:extent cx="7820025" cy="2933700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20025" cy="29337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06774" w14:textId="77777777" w:rsidR="00E96AB2" w:rsidRDefault="00E96AB2">
                            <w:r>
                              <w:t xml:space="preserve">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35D80" id="Rectangle 2" o:spid="_x0000_s1030" style="position:absolute;margin-left:-76.5pt;margin-top:182.25pt;width:615.75pt;height:2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" fillcolor="#c00000" strokecolor="#c00000">
                <v:textbox>
                  <w:txbxContent>
                    <w:p w14:paraId="0F806774" w14:textId="77777777" w:rsidR="00E96AB2" w:rsidRDefault="00E96AB2">
                      <w:r>
                        <w:t xml:space="preserve">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E96AB2">
        <w:rPr>
          <w:noProof/>
        </w:rPr>
        <w:drawing>
          <wp:anchor distT="0" distB="0" distL="114300" distR="114300" simplePos="0" relativeHeight="251660288" behindDoc="0" locked="0" layoutInCell="1" allowOverlap="1" wp14:anchorId="4587014B" wp14:editId="67497595">
            <wp:simplePos x="0" y="0"/>
            <wp:positionH relativeFrom="column">
              <wp:posOffset>-923925</wp:posOffset>
            </wp:positionH>
            <wp:positionV relativeFrom="paragraph">
              <wp:posOffset>2019300</wp:posOffset>
            </wp:positionV>
            <wp:extent cx="4562475" cy="3333750"/>
            <wp:effectExtent l="19050" t="0" r="9525" b="0"/>
            <wp:wrapNone/>
            <wp:docPr id="1" name="Picture 0" descr="OIP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2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E56ED" w:rsidSect="002620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438"/>
    <w:rsid w:val="00030DC9"/>
    <w:rsid w:val="00262049"/>
    <w:rsid w:val="002D2438"/>
    <w:rsid w:val="003E795E"/>
    <w:rsid w:val="003F6617"/>
    <w:rsid w:val="0079279D"/>
    <w:rsid w:val="009A588C"/>
    <w:rsid w:val="00E9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64FF5"/>
  <w15:docId w15:val="{80BAD0AF-F878-4942-9F9E-5FAAD3D9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6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A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Bowling%20flyer%20templates.zip\Bowling%20flyer%20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Bowling flyer 3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2020-11-04T18:47:00Z</dcterms:created>
  <dcterms:modified xsi:type="dcterms:W3CDTF">2020-11-04T19:14:00Z</dcterms:modified>
</cp:coreProperties>
</file>